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65" w:rsidRPr="0043034A" w:rsidRDefault="003B7465" w:rsidP="00834F3C">
      <w:pPr>
        <w:jc w:val="center"/>
        <w:rPr>
          <w:sz w:val="28"/>
          <w:szCs w:val="28"/>
        </w:rPr>
      </w:pPr>
      <w:r w:rsidRPr="0043034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ЕРЕМИНСКОГО</w:t>
      </w:r>
      <w:r w:rsidRPr="0043034A">
        <w:rPr>
          <w:sz w:val="28"/>
          <w:szCs w:val="28"/>
        </w:rPr>
        <w:t xml:space="preserve"> СЕЛЬСОВЕТА</w:t>
      </w:r>
    </w:p>
    <w:p w:rsidR="003B7465" w:rsidRPr="0043034A" w:rsidRDefault="003B7465" w:rsidP="00581CFB">
      <w:pPr>
        <w:jc w:val="center"/>
        <w:rPr>
          <w:sz w:val="28"/>
          <w:szCs w:val="28"/>
        </w:rPr>
      </w:pPr>
      <w:r w:rsidRPr="0043034A">
        <w:rPr>
          <w:sz w:val="28"/>
          <w:szCs w:val="28"/>
        </w:rPr>
        <w:t>КЫШТОВСКОГО РАЙОНА       НОВОСИБИРСКОЙ ОБЛАСТИ</w:t>
      </w:r>
    </w:p>
    <w:p w:rsidR="003B7465" w:rsidRPr="0043034A" w:rsidRDefault="003B7465" w:rsidP="00EA4B5A">
      <w:pPr>
        <w:rPr>
          <w:sz w:val="28"/>
          <w:szCs w:val="28"/>
        </w:rPr>
      </w:pPr>
    </w:p>
    <w:p w:rsidR="003B7465" w:rsidRDefault="003B7465" w:rsidP="00581CFB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  <w:r w:rsidRPr="0043034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B7465" w:rsidRDefault="003B7465" w:rsidP="00581CFB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7465" w:rsidRPr="0043034A" w:rsidRDefault="003B7465" w:rsidP="00834F3C">
      <w:pPr>
        <w:pStyle w:val="Con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18.07.2018г.                                                                                     №27</w:t>
      </w:r>
    </w:p>
    <w:p w:rsidR="003B7465" w:rsidRPr="0043034A" w:rsidRDefault="003B7465" w:rsidP="00581CF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</w:t>
      </w:r>
    </w:p>
    <w:p w:rsidR="003B7465" w:rsidRDefault="003B7465" w:rsidP="00686682">
      <w:pPr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Ереминского сельсовета Кыштовского района Новосибирской области от 09.06.2017 года № 30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Ереминского сельсовета Кыштовского района Новосибирской области»</w:t>
      </w:r>
    </w:p>
    <w:p w:rsidR="003B7465" w:rsidRDefault="003B7465" w:rsidP="0013776F">
      <w:pPr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</w:p>
    <w:p w:rsidR="003B7465" w:rsidRDefault="003B7465" w:rsidP="0013776F">
      <w:pPr>
        <w:ind w:firstLine="709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В соответствии с частями 5 и 5.1</w:t>
      </w:r>
      <w:r w:rsidRPr="00A13C41">
        <w:rPr>
          <w:sz w:val="28"/>
          <w:szCs w:val="28"/>
        </w:rPr>
        <w:t xml:space="preserve"> </w:t>
      </w:r>
      <w:hyperlink r:id="rId5" w:history="1">
        <w:r w:rsidRPr="00A13C41">
          <w:rPr>
            <w:rStyle w:val="Hyperlink"/>
            <w:color w:val="auto"/>
            <w:sz w:val="28"/>
            <w:szCs w:val="28"/>
            <w:u w:val="none"/>
          </w:rPr>
          <w:t>статьи 78</w:t>
        </w:r>
      </w:hyperlink>
      <w:r w:rsidRPr="0013776F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кодекса Российской Федерации, Федеральным</w:t>
      </w:r>
      <w:r w:rsidRPr="00A13C41">
        <w:rPr>
          <w:sz w:val="28"/>
          <w:szCs w:val="28"/>
        </w:rPr>
        <w:t xml:space="preserve"> </w:t>
      </w:r>
      <w:hyperlink r:id="rId6" w:history="1">
        <w:r w:rsidRPr="00A13C41">
          <w:rPr>
            <w:rStyle w:val="Hyperlink"/>
            <w:color w:val="auto"/>
            <w:sz w:val="28"/>
            <w:szCs w:val="28"/>
            <w:u w:val="none"/>
          </w:rPr>
          <w:t>законом</w:t>
        </w:r>
      </w:hyperlink>
      <w:r w:rsidRPr="0013776F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 администрация Ереминского сельсовета Кыштовского района  Новосибирской области</w:t>
      </w:r>
    </w:p>
    <w:p w:rsidR="003B7465" w:rsidRDefault="003B7465" w:rsidP="0013776F">
      <w:pPr>
        <w:spacing w:before="240" w:after="60"/>
        <w:jc w:val="both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3B7465" w:rsidRDefault="003B7465" w:rsidP="0013776F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типовую форму соглашения о предоставлении субсидии, предусмотренную Приложением № 1 «Порядка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Ереминского сельсовета Кыштовского района Новосибирской области», утвержденного постановлением администрации Ереминского сельсовета от 09.06.2017 года № 30, следующие изменения:</w:t>
      </w:r>
    </w:p>
    <w:p w:rsidR="003B7465" w:rsidRDefault="003B7465" w:rsidP="00F71BA6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0D0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D0A">
        <w:rPr>
          <w:rFonts w:ascii="Times New Roman" w:hAnsi="Times New Roman" w:cs="Times New Roman"/>
          <w:sz w:val="28"/>
          <w:szCs w:val="28"/>
        </w:rPr>
        <w:t>п.</w:t>
      </w:r>
      <w:r w:rsidRPr="00FA0D0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3.4. изложить </w:t>
      </w:r>
      <w:r w:rsidRPr="00FA0D0A">
        <w:rPr>
          <w:rFonts w:ascii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7465" w:rsidRPr="00FA0D0A" w:rsidRDefault="003B7465" w:rsidP="00F71BA6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 w:rsidRPr="00FA0D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FA0D0A">
        <w:rPr>
          <w:rFonts w:ascii="Times New Roman" w:hAnsi="Times New Roman" w:cs="Times New Roman"/>
          <w:sz w:val="28"/>
          <w:szCs w:val="28"/>
        </w:rPr>
        <w:t>установление запрета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операций, определенных муниципальными правовыми актами, регулирующими предоставление субсидий»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7465" w:rsidRDefault="003B7465" w:rsidP="00F71BA6">
      <w:pPr>
        <w:spacing w:line="24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2) п.</w:t>
      </w:r>
      <w:r w:rsidRPr="00DE671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3.5. дополнить пп.3.5.1. и изложить в следующей редакции:</w:t>
      </w:r>
    </w:p>
    <w:p w:rsidR="003B7465" w:rsidRPr="00DE6713" w:rsidRDefault="003B7465" w:rsidP="00F71BA6">
      <w:pPr>
        <w:spacing w:line="24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«3.5.1. согласие на осуществление администрацией Ереминского</w:t>
      </w:r>
      <w:r w:rsidRPr="00DE6713">
        <w:rPr>
          <w:sz w:val="28"/>
          <w:szCs w:val="28"/>
          <w:lang w:eastAsia="en-US"/>
        </w:rPr>
        <w:t xml:space="preserve"> сельсовета, предоставившей субсидию, и органом внутреннего муниципального финансового контроля проверок соблюдения ими условий, целей и порядка предоставления субсидии</w:t>
      </w:r>
      <w:r>
        <w:rPr>
          <w:sz w:val="28"/>
          <w:szCs w:val="28"/>
          <w:lang w:eastAsia="en-US"/>
        </w:rPr>
        <w:t>».</w:t>
      </w:r>
    </w:p>
    <w:p w:rsidR="003B7465" w:rsidRDefault="003B7465" w:rsidP="0013776F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вступает в силу со дня его подписания.</w:t>
      </w:r>
    </w:p>
    <w:p w:rsidR="003B7465" w:rsidRDefault="003B7465" w:rsidP="0013776F">
      <w:pPr>
        <w:ind w:right="282" w:firstLine="709"/>
        <w:jc w:val="both"/>
        <w:rPr>
          <w:sz w:val="28"/>
          <w:szCs w:val="28"/>
        </w:rPr>
      </w:pPr>
    </w:p>
    <w:p w:rsidR="003B7465" w:rsidRPr="004F67D1" w:rsidRDefault="003B7465" w:rsidP="00745BCE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 Ереминского сельсовета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А.Н.Мизгирев</w:t>
      </w:r>
    </w:p>
    <w:sectPr w:rsidR="003B7465" w:rsidRPr="004F67D1" w:rsidSect="00B240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451A"/>
    <w:multiLevelType w:val="hybridMultilevel"/>
    <w:tmpl w:val="2B4C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CFB"/>
    <w:rsid w:val="00001B93"/>
    <w:rsid w:val="000073BA"/>
    <w:rsid w:val="00010ED0"/>
    <w:rsid w:val="000131EA"/>
    <w:rsid w:val="00013E74"/>
    <w:rsid w:val="000155BC"/>
    <w:rsid w:val="00015BB7"/>
    <w:rsid w:val="00021F1B"/>
    <w:rsid w:val="00022B57"/>
    <w:rsid w:val="00025949"/>
    <w:rsid w:val="00027267"/>
    <w:rsid w:val="000342AA"/>
    <w:rsid w:val="000506E7"/>
    <w:rsid w:val="00055702"/>
    <w:rsid w:val="00055DCA"/>
    <w:rsid w:val="00056E94"/>
    <w:rsid w:val="00057C59"/>
    <w:rsid w:val="00062E29"/>
    <w:rsid w:val="00064A76"/>
    <w:rsid w:val="00066054"/>
    <w:rsid w:val="00070FA7"/>
    <w:rsid w:val="00073757"/>
    <w:rsid w:val="00073ABC"/>
    <w:rsid w:val="00074441"/>
    <w:rsid w:val="00075C06"/>
    <w:rsid w:val="00080F55"/>
    <w:rsid w:val="0008652F"/>
    <w:rsid w:val="00091ED6"/>
    <w:rsid w:val="00093612"/>
    <w:rsid w:val="00093929"/>
    <w:rsid w:val="000942C0"/>
    <w:rsid w:val="000A039A"/>
    <w:rsid w:val="000A201C"/>
    <w:rsid w:val="000A2862"/>
    <w:rsid w:val="000A3356"/>
    <w:rsid w:val="000A7262"/>
    <w:rsid w:val="000A7EA9"/>
    <w:rsid w:val="000B1D58"/>
    <w:rsid w:val="000B2F34"/>
    <w:rsid w:val="000B3AF9"/>
    <w:rsid w:val="000C1262"/>
    <w:rsid w:val="000C2737"/>
    <w:rsid w:val="000C49DE"/>
    <w:rsid w:val="000C5AE1"/>
    <w:rsid w:val="000C5DC5"/>
    <w:rsid w:val="000C6C1E"/>
    <w:rsid w:val="000C760E"/>
    <w:rsid w:val="000D27DF"/>
    <w:rsid w:val="000D5704"/>
    <w:rsid w:val="000D77E3"/>
    <w:rsid w:val="000E0C7F"/>
    <w:rsid w:val="000E21E4"/>
    <w:rsid w:val="000E22B5"/>
    <w:rsid w:val="000E7A32"/>
    <w:rsid w:val="000F2AA6"/>
    <w:rsid w:val="000F2DAC"/>
    <w:rsid w:val="000F3509"/>
    <w:rsid w:val="001051B1"/>
    <w:rsid w:val="0010638C"/>
    <w:rsid w:val="00107027"/>
    <w:rsid w:val="001077B9"/>
    <w:rsid w:val="001119B3"/>
    <w:rsid w:val="0011777A"/>
    <w:rsid w:val="00120AB2"/>
    <w:rsid w:val="00120B38"/>
    <w:rsid w:val="00121D37"/>
    <w:rsid w:val="00130B24"/>
    <w:rsid w:val="0013536C"/>
    <w:rsid w:val="0013776F"/>
    <w:rsid w:val="00141026"/>
    <w:rsid w:val="00141ADD"/>
    <w:rsid w:val="00142022"/>
    <w:rsid w:val="00142D9D"/>
    <w:rsid w:val="00143751"/>
    <w:rsid w:val="00145F29"/>
    <w:rsid w:val="0014685F"/>
    <w:rsid w:val="00147F02"/>
    <w:rsid w:val="001547C1"/>
    <w:rsid w:val="001568D7"/>
    <w:rsid w:val="001570D6"/>
    <w:rsid w:val="001610AA"/>
    <w:rsid w:val="001639C2"/>
    <w:rsid w:val="001640AD"/>
    <w:rsid w:val="00164202"/>
    <w:rsid w:val="00164D73"/>
    <w:rsid w:val="001719A8"/>
    <w:rsid w:val="00172B64"/>
    <w:rsid w:val="00174076"/>
    <w:rsid w:val="00174930"/>
    <w:rsid w:val="00174E33"/>
    <w:rsid w:val="00175BC0"/>
    <w:rsid w:val="001767C8"/>
    <w:rsid w:val="00182168"/>
    <w:rsid w:val="0018705D"/>
    <w:rsid w:val="00193ADF"/>
    <w:rsid w:val="001A2843"/>
    <w:rsid w:val="001A3C54"/>
    <w:rsid w:val="001A42D6"/>
    <w:rsid w:val="001A57FA"/>
    <w:rsid w:val="001A74DB"/>
    <w:rsid w:val="001B2E37"/>
    <w:rsid w:val="001B4EB8"/>
    <w:rsid w:val="001B72C9"/>
    <w:rsid w:val="001C05AF"/>
    <w:rsid w:val="001C26F8"/>
    <w:rsid w:val="001C5581"/>
    <w:rsid w:val="001C7FB8"/>
    <w:rsid w:val="001D1122"/>
    <w:rsid w:val="001D79BE"/>
    <w:rsid w:val="001E378C"/>
    <w:rsid w:val="001E7459"/>
    <w:rsid w:val="001E7BEC"/>
    <w:rsid w:val="001F5249"/>
    <w:rsid w:val="001F5AD7"/>
    <w:rsid w:val="001F7ED7"/>
    <w:rsid w:val="002007CA"/>
    <w:rsid w:val="00201ABA"/>
    <w:rsid w:val="00204A7D"/>
    <w:rsid w:val="00204AFD"/>
    <w:rsid w:val="002059AB"/>
    <w:rsid w:val="00207B02"/>
    <w:rsid w:val="002135E0"/>
    <w:rsid w:val="0021727D"/>
    <w:rsid w:val="002226AA"/>
    <w:rsid w:val="00224E73"/>
    <w:rsid w:val="00224EFD"/>
    <w:rsid w:val="00226E8E"/>
    <w:rsid w:val="002270A7"/>
    <w:rsid w:val="0024091A"/>
    <w:rsid w:val="00250CF6"/>
    <w:rsid w:val="002514BF"/>
    <w:rsid w:val="0025292D"/>
    <w:rsid w:val="00254E0A"/>
    <w:rsid w:val="002557A9"/>
    <w:rsid w:val="002604C1"/>
    <w:rsid w:val="00261277"/>
    <w:rsid w:val="00261BBB"/>
    <w:rsid w:val="002633EA"/>
    <w:rsid w:val="00263E88"/>
    <w:rsid w:val="002650C6"/>
    <w:rsid w:val="00267037"/>
    <w:rsid w:val="00272646"/>
    <w:rsid w:val="002743C4"/>
    <w:rsid w:val="00274462"/>
    <w:rsid w:val="002835C0"/>
    <w:rsid w:val="00284595"/>
    <w:rsid w:val="0028519B"/>
    <w:rsid w:val="0029029A"/>
    <w:rsid w:val="00291982"/>
    <w:rsid w:val="002922AA"/>
    <w:rsid w:val="00295A18"/>
    <w:rsid w:val="00295CAE"/>
    <w:rsid w:val="002A43E3"/>
    <w:rsid w:val="002A45CE"/>
    <w:rsid w:val="002A48EA"/>
    <w:rsid w:val="002B079C"/>
    <w:rsid w:val="002B127B"/>
    <w:rsid w:val="002B35F6"/>
    <w:rsid w:val="002B3632"/>
    <w:rsid w:val="002B7A88"/>
    <w:rsid w:val="002C0EAB"/>
    <w:rsid w:val="002C18F3"/>
    <w:rsid w:val="002C1E4E"/>
    <w:rsid w:val="002C34BA"/>
    <w:rsid w:val="002C7F5F"/>
    <w:rsid w:val="002D179F"/>
    <w:rsid w:val="002D2746"/>
    <w:rsid w:val="002D32EE"/>
    <w:rsid w:val="002D4346"/>
    <w:rsid w:val="002E0436"/>
    <w:rsid w:val="002E0675"/>
    <w:rsid w:val="002E4418"/>
    <w:rsid w:val="002E661A"/>
    <w:rsid w:val="002E6EA2"/>
    <w:rsid w:val="003047C3"/>
    <w:rsid w:val="00305454"/>
    <w:rsid w:val="00305D4C"/>
    <w:rsid w:val="003102A4"/>
    <w:rsid w:val="00310FB0"/>
    <w:rsid w:val="003123B2"/>
    <w:rsid w:val="003132C6"/>
    <w:rsid w:val="0031362D"/>
    <w:rsid w:val="00317177"/>
    <w:rsid w:val="0032089F"/>
    <w:rsid w:val="0032182E"/>
    <w:rsid w:val="00331B05"/>
    <w:rsid w:val="003376C7"/>
    <w:rsid w:val="00343EA5"/>
    <w:rsid w:val="00345B3C"/>
    <w:rsid w:val="00345D58"/>
    <w:rsid w:val="00346E82"/>
    <w:rsid w:val="00352F08"/>
    <w:rsid w:val="003564E4"/>
    <w:rsid w:val="00360B0B"/>
    <w:rsid w:val="00360EA5"/>
    <w:rsid w:val="0036138A"/>
    <w:rsid w:val="0036183A"/>
    <w:rsid w:val="00362B0A"/>
    <w:rsid w:val="003634DE"/>
    <w:rsid w:val="00364D8F"/>
    <w:rsid w:val="00366080"/>
    <w:rsid w:val="003701EA"/>
    <w:rsid w:val="00372085"/>
    <w:rsid w:val="00373BDC"/>
    <w:rsid w:val="00374696"/>
    <w:rsid w:val="00374D76"/>
    <w:rsid w:val="00375058"/>
    <w:rsid w:val="00377756"/>
    <w:rsid w:val="00377FC9"/>
    <w:rsid w:val="00380196"/>
    <w:rsid w:val="00380914"/>
    <w:rsid w:val="003818D4"/>
    <w:rsid w:val="00381BEA"/>
    <w:rsid w:val="00382BDB"/>
    <w:rsid w:val="00383A39"/>
    <w:rsid w:val="003856E8"/>
    <w:rsid w:val="00386438"/>
    <w:rsid w:val="003931D4"/>
    <w:rsid w:val="003953CA"/>
    <w:rsid w:val="00395A20"/>
    <w:rsid w:val="003976C4"/>
    <w:rsid w:val="003A256D"/>
    <w:rsid w:val="003A4832"/>
    <w:rsid w:val="003B2031"/>
    <w:rsid w:val="003B300B"/>
    <w:rsid w:val="003B3423"/>
    <w:rsid w:val="003B5755"/>
    <w:rsid w:val="003B6695"/>
    <w:rsid w:val="003B7465"/>
    <w:rsid w:val="003B7A05"/>
    <w:rsid w:val="003D413B"/>
    <w:rsid w:val="003D4840"/>
    <w:rsid w:val="003D6694"/>
    <w:rsid w:val="003E3367"/>
    <w:rsid w:val="003E3D61"/>
    <w:rsid w:val="003E5B1F"/>
    <w:rsid w:val="003E6029"/>
    <w:rsid w:val="003E6960"/>
    <w:rsid w:val="003F0A62"/>
    <w:rsid w:val="003F2BD3"/>
    <w:rsid w:val="003F2C06"/>
    <w:rsid w:val="003F5DCF"/>
    <w:rsid w:val="00400ABD"/>
    <w:rsid w:val="0040159A"/>
    <w:rsid w:val="004016CD"/>
    <w:rsid w:val="00401CC6"/>
    <w:rsid w:val="004022F6"/>
    <w:rsid w:val="00407D1D"/>
    <w:rsid w:val="00407F30"/>
    <w:rsid w:val="00412FB6"/>
    <w:rsid w:val="00413308"/>
    <w:rsid w:val="004168C6"/>
    <w:rsid w:val="00423D71"/>
    <w:rsid w:val="00426BB0"/>
    <w:rsid w:val="00427F8E"/>
    <w:rsid w:val="0043034A"/>
    <w:rsid w:val="0043185D"/>
    <w:rsid w:val="00432A05"/>
    <w:rsid w:val="00434469"/>
    <w:rsid w:val="00434B72"/>
    <w:rsid w:val="00435610"/>
    <w:rsid w:val="004364FC"/>
    <w:rsid w:val="0044025B"/>
    <w:rsid w:val="00441FE1"/>
    <w:rsid w:val="0044512F"/>
    <w:rsid w:val="00445A39"/>
    <w:rsid w:val="0044650E"/>
    <w:rsid w:val="00450214"/>
    <w:rsid w:val="0045062E"/>
    <w:rsid w:val="00450A72"/>
    <w:rsid w:val="0045345E"/>
    <w:rsid w:val="0045394E"/>
    <w:rsid w:val="00453A32"/>
    <w:rsid w:val="004541E6"/>
    <w:rsid w:val="00463641"/>
    <w:rsid w:val="00463916"/>
    <w:rsid w:val="00463B81"/>
    <w:rsid w:val="00465A15"/>
    <w:rsid w:val="004731F5"/>
    <w:rsid w:val="004743EA"/>
    <w:rsid w:val="00474A2E"/>
    <w:rsid w:val="00475E95"/>
    <w:rsid w:val="00476703"/>
    <w:rsid w:val="004856EC"/>
    <w:rsid w:val="00490320"/>
    <w:rsid w:val="0049202C"/>
    <w:rsid w:val="0049236A"/>
    <w:rsid w:val="00494693"/>
    <w:rsid w:val="00494AD4"/>
    <w:rsid w:val="00497707"/>
    <w:rsid w:val="004A0DFF"/>
    <w:rsid w:val="004A18E9"/>
    <w:rsid w:val="004A5C58"/>
    <w:rsid w:val="004A5D8D"/>
    <w:rsid w:val="004A6593"/>
    <w:rsid w:val="004B07F5"/>
    <w:rsid w:val="004B6C72"/>
    <w:rsid w:val="004C0F44"/>
    <w:rsid w:val="004C29EF"/>
    <w:rsid w:val="004C42CE"/>
    <w:rsid w:val="004C515F"/>
    <w:rsid w:val="004C79DA"/>
    <w:rsid w:val="004D3C70"/>
    <w:rsid w:val="004D46FC"/>
    <w:rsid w:val="004D4851"/>
    <w:rsid w:val="004D5966"/>
    <w:rsid w:val="004D676C"/>
    <w:rsid w:val="004D6B0E"/>
    <w:rsid w:val="004E0DD3"/>
    <w:rsid w:val="004E579B"/>
    <w:rsid w:val="004E699E"/>
    <w:rsid w:val="004F67D1"/>
    <w:rsid w:val="005000A2"/>
    <w:rsid w:val="00502564"/>
    <w:rsid w:val="00505CE3"/>
    <w:rsid w:val="00516242"/>
    <w:rsid w:val="005244D4"/>
    <w:rsid w:val="00526BA9"/>
    <w:rsid w:val="005310A3"/>
    <w:rsid w:val="005316FC"/>
    <w:rsid w:val="005319D5"/>
    <w:rsid w:val="0053390C"/>
    <w:rsid w:val="00535E43"/>
    <w:rsid w:val="005366CA"/>
    <w:rsid w:val="005374A5"/>
    <w:rsid w:val="005410CD"/>
    <w:rsid w:val="0054573B"/>
    <w:rsid w:val="00546158"/>
    <w:rsid w:val="0054696F"/>
    <w:rsid w:val="0055007C"/>
    <w:rsid w:val="00555F04"/>
    <w:rsid w:val="00557B05"/>
    <w:rsid w:val="00566909"/>
    <w:rsid w:val="005671D8"/>
    <w:rsid w:val="00567367"/>
    <w:rsid w:val="005707C9"/>
    <w:rsid w:val="00581CFB"/>
    <w:rsid w:val="00584AD3"/>
    <w:rsid w:val="00585434"/>
    <w:rsid w:val="00585DBE"/>
    <w:rsid w:val="005879A0"/>
    <w:rsid w:val="00591659"/>
    <w:rsid w:val="005939AF"/>
    <w:rsid w:val="0059413D"/>
    <w:rsid w:val="005967ED"/>
    <w:rsid w:val="005A647A"/>
    <w:rsid w:val="005A648C"/>
    <w:rsid w:val="005A7CCA"/>
    <w:rsid w:val="005B239D"/>
    <w:rsid w:val="005B26C6"/>
    <w:rsid w:val="005B57D8"/>
    <w:rsid w:val="005B7808"/>
    <w:rsid w:val="005C2A37"/>
    <w:rsid w:val="005C342C"/>
    <w:rsid w:val="005C49EC"/>
    <w:rsid w:val="005C6C78"/>
    <w:rsid w:val="005D171B"/>
    <w:rsid w:val="005D2B20"/>
    <w:rsid w:val="005D47F2"/>
    <w:rsid w:val="005D61DC"/>
    <w:rsid w:val="005E371C"/>
    <w:rsid w:val="005E6E26"/>
    <w:rsid w:val="005F0952"/>
    <w:rsid w:val="005F0A2F"/>
    <w:rsid w:val="005F45AF"/>
    <w:rsid w:val="005F4879"/>
    <w:rsid w:val="005F4D8A"/>
    <w:rsid w:val="00601BDD"/>
    <w:rsid w:val="00602129"/>
    <w:rsid w:val="00602D99"/>
    <w:rsid w:val="006045C2"/>
    <w:rsid w:val="00605700"/>
    <w:rsid w:val="006105BB"/>
    <w:rsid w:val="00612BC2"/>
    <w:rsid w:val="00615822"/>
    <w:rsid w:val="00615ACB"/>
    <w:rsid w:val="00616508"/>
    <w:rsid w:val="00625656"/>
    <w:rsid w:val="006302BE"/>
    <w:rsid w:val="00630317"/>
    <w:rsid w:val="006358CF"/>
    <w:rsid w:val="006363E6"/>
    <w:rsid w:val="00640D17"/>
    <w:rsid w:val="00652E0D"/>
    <w:rsid w:val="00654128"/>
    <w:rsid w:val="006571E1"/>
    <w:rsid w:val="006679D8"/>
    <w:rsid w:val="0067003C"/>
    <w:rsid w:val="0067008E"/>
    <w:rsid w:val="006755E6"/>
    <w:rsid w:val="006820C7"/>
    <w:rsid w:val="006823DE"/>
    <w:rsid w:val="00685989"/>
    <w:rsid w:val="00686682"/>
    <w:rsid w:val="00686864"/>
    <w:rsid w:val="006A06D8"/>
    <w:rsid w:val="006A5A4E"/>
    <w:rsid w:val="006A6C65"/>
    <w:rsid w:val="006B5BA9"/>
    <w:rsid w:val="006B7223"/>
    <w:rsid w:val="006C10E0"/>
    <w:rsid w:val="006C1767"/>
    <w:rsid w:val="006C3388"/>
    <w:rsid w:val="006C3529"/>
    <w:rsid w:val="006C3F4C"/>
    <w:rsid w:val="006D0332"/>
    <w:rsid w:val="006E1BE5"/>
    <w:rsid w:val="006E7987"/>
    <w:rsid w:val="006F39E3"/>
    <w:rsid w:val="006F4397"/>
    <w:rsid w:val="006F7EA6"/>
    <w:rsid w:val="00703568"/>
    <w:rsid w:val="00706148"/>
    <w:rsid w:val="00716C76"/>
    <w:rsid w:val="00716D22"/>
    <w:rsid w:val="0071783B"/>
    <w:rsid w:val="0072118B"/>
    <w:rsid w:val="00722AFA"/>
    <w:rsid w:val="00722CE4"/>
    <w:rsid w:val="007276A9"/>
    <w:rsid w:val="00727FAD"/>
    <w:rsid w:val="0073077D"/>
    <w:rsid w:val="007309D4"/>
    <w:rsid w:val="007315F1"/>
    <w:rsid w:val="00732111"/>
    <w:rsid w:val="007323E2"/>
    <w:rsid w:val="007340A3"/>
    <w:rsid w:val="00734C7C"/>
    <w:rsid w:val="007367A8"/>
    <w:rsid w:val="00736C7E"/>
    <w:rsid w:val="00741559"/>
    <w:rsid w:val="00743191"/>
    <w:rsid w:val="00745945"/>
    <w:rsid w:val="00745BCE"/>
    <w:rsid w:val="00745E1A"/>
    <w:rsid w:val="0074695C"/>
    <w:rsid w:val="00753F21"/>
    <w:rsid w:val="007546A3"/>
    <w:rsid w:val="007547D0"/>
    <w:rsid w:val="0076081C"/>
    <w:rsid w:val="007617A5"/>
    <w:rsid w:val="00764E25"/>
    <w:rsid w:val="00765FAC"/>
    <w:rsid w:val="00774985"/>
    <w:rsid w:val="0077513B"/>
    <w:rsid w:val="00775B80"/>
    <w:rsid w:val="00776E70"/>
    <w:rsid w:val="00777449"/>
    <w:rsid w:val="00783C3A"/>
    <w:rsid w:val="00785347"/>
    <w:rsid w:val="007876ED"/>
    <w:rsid w:val="0078775F"/>
    <w:rsid w:val="00791E33"/>
    <w:rsid w:val="007923EC"/>
    <w:rsid w:val="00792DAF"/>
    <w:rsid w:val="00793553"/>
    <w:rsid w:val="007A1FE4"/>
    <w:rsid w:val="007A2961"/>
    <w:rsid w:val="007A7899"/>
    <w:rsid w:val="007B1E35"/>
    <w:rsid w:val="007B4B71"/>
    <w:rsid w:val="007B53F8"/>
    <w:rsid w:val="007B6FB4"/>
    <w:rsid w:val="007C0387"/>
    <w:rsid w:val="007C0905"/>
    <w:rsid w:val="007C536E"/>
    <w:rsid w:val="007C717A"/>
    <w:rsid w:val="007C7BDF"/>
    <w:rsid w:val="007D131E"/>
    <w:rsid w:val="007D188C"/>
    <w:rsid w:val="007D7104"/>
    <w:rsid w:val="007E23F5"/>
    <w:rsid w:val="007E437F"/>
    <w:rsid w:val="007E47B7"/>
    <w:rsid w:val="007E7FD9"/>
    <w:rsid w:val="007F11FA"/>
    <w:rsid w:val="007F1E20"/>
    <w:rsid w:val="007F2E19"/>
    <w:rsid w:val="00800578"/>
    <w:rsid w:val="00800F5E"/>
    <w:rsid w:val="00805366"/>
    <w:rsid w:val="008054F2"/>
    <w:rsid w:val="00807A92"/>
    <w:rsid w:val="00810395"/>
    <w:rsid w:val="00811A22"/>
    <w:rsid w:val="00812546"/>
    <w:rsid w:val="0081280A"/>
    <w:rsid w:val="00812C27"/>
    <w:rsid w:val="008145C3"/>
    <w:rsid w:val="00814CE0"/>
    <w:rsid w:val="0081634A"/>
    <w:rsid w:val="00820FD2"/>
    <w:rsid w:val="00821F20"/>
    <w:rsid w:val="00823074"/>
    <w:rsid w:val="008231BF"/>
    <w:rsid w:val="0082356F"/>
    <w:rsid w:val="0082686A"/>
    <w:rsid w:val="00833C52"/>
    <w:rsid w:val="00834F3C"/>
    <w:rsid w:val="008351F7"/>
    <w:rsid w:val="0083565E"/>
    <w:rsid w:val="0084152D"/>
    <w:rsid w:val="00841DA8"/>
    <w:rsid w:val="00841E62"/>
    <w:rsid w:val="00843F7B"/>
    <w:rsid w:val="00844509"/>
    <w:rsid w:val="00850493"/>
    <w:rsid w:val="00850B59"/>
    <w:rsid w:val="0085386B"/>
    <w:rsid w:val="00854714"/>
    <w:rsid w:val="00856E0B"/>
    <w:rsid w:val="008602AA"/>
    <w:rsid w:val="00861983"/>
    <w:rsid w:val="00864ED1"/>
    <w:rsid w:val="00866639"/>
    <w:rsid w:val="0086690A"/>
    <w:rsid w:val="00867091"/>
    <w:rsid w:val="00873EF2"/>
    <w:rsid w:val="0087424B"/>
    <w:rsid w:val="00880F1C"/>
    <w:rsid w:val="00882E2B"/>
    <w:rsid w:val="00890517"/>
    <w:rsid w:val="00890DCA"/>
    <w:rsid w:val="00890DF4"/>
    <w:rsid w:val="008929D2"/>
    <w:rsid w:val="0089543F"/>
    <w:rsid w:val="00895B03"/>
    <w:rsid w:val="008A05B4"/>
    <w:rsid w:val="008A134A"/>
    <w:rsid w:val="008A1FE4"/>
    <w:rsid w:val="008A26DC"/>
    <w:rsid w:val="008A3337"/>
    <w:rsid w:val="008A3A32"/>
    <w:rsid w:val="008A70A4"/>
    <w:rsid w:val="008A7D9B"/>
    <w:rsid w:val="008B0EDD"/>
    <w:rsid w:val="008B10C8"/>
    <w:rsid w:val="008B14CF"/>
    <w:rsid w:val="008B23E2"/>
    <w:rsid w:val="008B6C76"/>
    <w:rsid w:val="008B6EED"/>
    <w:rsid w:val="008B70BB"/>
    <w:rsid w:val="008C00D4"/>
    <w:rsid w:val="008C04C2"/>
    <w:rsid w:val="008D07C0"/>
    <w:rsid w:val="008D1762"/>
    <w:rsid w:val="008D1800"/>
    <w:rsid w:val="008D5F81"/>
    <w:rsid w:val="008D62DF"/>
    <w:rsid w:val="008D6365"/>
    <w:rsid w:val="008D6BED"/>
    <w:rsid w:val="008E37BF"/>
    <w:rsid w:val="008E7161"/>
    <w:rsid w:val="008F1F6D"/>
    <w:rsid w:val="008F2561"/>
    <w:rsid w:val="009005A9"/>
    <w:rsid w:val="00901961"/>
    <w:rsid w:val="00902D21"/>
    <w:rsid w:val="00905B3A"/>
    <w:rsid w:val="00911F3E"/>
    <w:rsid w:val="009133E7"/>
    <w:rsid w:val="00914D2A"/>
    <w:rsid w:val="009173F5"/>
    <w:rsid w:val="0092061A"/>
    <w:rsid w:val="00920E36"/>
    <w:rsid w:val="0092477B"/>
    <w:rsid w:val="00926C9C"/>
    <w:rsid w:val="00927518"/>
    <w:rsid w:val="00935E3E"/>
    <w:rsid w:val="00936D13"/>
    <w:rsid w:val="00940459"/>
    <w:rsid w:val="00940728"/>
    <w:rsid w:val="00941796"/>
    <w:rsid w:val="00942734"/>
    <w:rsid w:val="009448C2"/>
    <w:rsid w:val="009452F3"/>
    <w:rsid w:val="0095106E"/>
    <w:rsid w:val="0095498D"/>
    <w:rsid w:val="00954F1D"/>
    <w:rsid w:val="009556ED"/>
    <w:rsid w:val="00956643"/>
    <w:rsid w:val="00962D95"/>
    <w:rsid w:val="00966113"/>
    <w:rsid w:val="009671D0"/>
    <w:rsid w:val="0097263C"/>
    <w:rsid w:val="0097321E"/>
    <w:rsid w:val="00974137"/>
    <w:rsid w:val="00976DF4"/>
    <w:rsid w:val="00977926"/>
    <w:rsid w:val="009804FF"/>
    <w:rsid w:val="00981638"/>
    <w:rsid w:val="009847D5"/>
    <w:rsid w:val="009870A7"/>
    <w:rsid w:val="0098751F"/>
    <w:rsid w:val="009875A8"/>
    <w:rsid w:val="009936DD"/>
    <w:rsid w:val="009958E3"/>
    <w:rsid w:val="00997D97"/>
    <w:rsid w:val="009A1AD0"/>
    <w:rsid w:val="009A2A64"/>
    <w:rsid w:val="009A4F9A"/>
    <w:rsid w:val="009A6F66"/>
    <w:rsid w:val="009A772B"/>
    <w:rsid w:val="009A7F79"/>
    <w:rsid w:val="009B0350"/>
    <w:rsid w:val="009B078F"/>
    <w:rsid w:val="009B3D74"/>
    <w:rsid w:val="009B74DF"/>
    <w:rsid w:val="009C2993"/>
    <w:rsid w:val="009C74B2"/>
    <w:rsid w:val="009C7619"/>
    <w:rsid w:val="009D1978"/>
    <w:rsid w:val="009D1BA4"/>
    <w:rsid w:val="009D29B8"/>
    <w:rsid w:val="009D7D1F"/>
    <w:rsid w:val="009E130B"/>
    <w:rsid w:val="009E25CD"/>
    <w:rsid w:val="009E3507"/>
    <w:rsid w:val="009E4222"/>
    <w:rsid w:val="009E44D1"/>
    <w:rsid w:val="009E544F"/>
    <w:rsid w:val="009E7015"/>
    <w:rsid w:val="009F07D4"/>
    <w:rsid w:val="009F11BC"/>
    <w:rsid w:val="00A01801"/>
    <w:rsid w:val="00A01BD2"/>
    <w:rsid w:val="00A06BA9"/>
    <w:rsid w:val="00A0759F"/>
    <w:rsid w:val="00A12A35"/>
    <w:rsid w:val="00A137F1"/>
    <w:rsid w:val="00A13C41"/>
    <w:rsid w:val="00A14814"/>
    <w:rsid w:val="00A154E8"/>
    <w:rsid w:val="00A176E0"/>
    <w:rsid w:val="00A23AFE"/>
    <w:rsid w:val="00A240B1"/>
    <w:rsid w:val="00A255D7"/>
    <w:rsid w:val="00A26A4E"/>
    <w:rsid w:val="00A30683"/>
    <w:rsid w:val="00A30B62"/>
    <w:rsid w:val="00A34EAB"/>
    <w:rsid w:val="00A37DD8"/>
    <w:rsid w:val="00A42796"/>
    <w:rsid w:val="00A44CA4"/>
    <w:rsid w:val="00A457DF"/>
    <w:rsid w:val="00A47893"/>
    <w:rsid w:val="00A503FC"/>
    <w:rsid w:val="00A544D9"/>
    <w:rsid w:val="00A54897"/>
    <w:rsid w:val="00A575EC"/>
    <w:rsid w:val="00A61CE6"/>
    <w:rsid w:val="00A64688"/>
    <w:rsid w:val="00A657E9"/>
    <w:rsid w:val="00A73E80"/>
    <w:rsid w:val="00A801D7"/>
    <w:rsid w:val="00A80DB3"/>
    <w:rsid w:val="00A8162B"/>
    <w:rsid w:val="00A81C6B"/>
    <w:rsid w:val="00A82390"/>
    <w:rsid w:val="00A848AA"/>
    <w:rsid w:val="00A9005F"/>
    <w:rsid w:val="00A91902"/>
    <w:rsid w:val="00A93D41"/>
    <w:rsid w:val="00A93F70"/>
    <w:rsid w:val="00A96E86"/>
    <w:rsid w:val="00AA02DD"/>
    <w:rsid w:val="00AA1AF2"/>
    <w:rsid w:val="00AA1CD6"/>
    <w:rsid w:val="00AA5FC2"/>
    <w:rsid w:val="00AA692C"/>
    <w:rsid w:val="00AB28CB"/>
    <w:rsid w:val="00AB3120"/>
    <w:rsid w:val="00AB74BD"/>
    <w:rsid w:val="00AC3E52"/>
    <w:rsid w:val="00AC4728"/>
    <w:rsid w:val="00AC528F"/>
    <w:rsid w:val="00AC553B"/>
    <w:rsid w:val="00AC76AA"/>
    <w:rsid w:val="00AD03A2"/>
    <w:rsid w:val="00AD0B7B"/>
    <w:rsid w:val="00AD3C13"/>
    <w:rsid w:val="00AD62F4"/>
    <w:rsid w:val="00AE3296"/>
    <w:rsid w:val="00AE4236"/>
    <w:rsid w:val="00AE6F54"/>
    <w:rsid w:val="00AE7801"/>
    <w:rsid w:val="00AF00F0"/>
    <w:rsid w:val="00B023E5"/>
    <w:rsid w:val="00B02C01"/>
    <w:rsid w:val="00B04E75"/>
    <w:rsid w:val="00B05818"/>
    <w:rsid w:val="00B07390"/>
    <w:rsid w:val="00B07ACB"/>
    <w:rsid w:val="00B12185"/>
    <w:rsid w:val="00B13937"/>
    <w:rsid w:val="00B1495D"/>
    <w:rsid w:val="00B151E3"/>
    <w:rsid w:val="00B20262"/>
    <w:rsid w:val="00B22858"/>
    <w:rsid w:val="00B23CCF"/>
    <w:rsid w:val="00B240B9"/>
    <w:rsid w:val="00B3345E"/>
    <w:rsid w:val="00B3661D"/>
    <w:rsid w:val="00B37EC4"/>
    <w:rsid w:val="00B40C06"/>
    <w:rsid w:val="00B4260C"/>
    <w:rsid w:val="00B43628"/>
    <w:rsid w:val="00B43EC2"/>
    <w:rsid w:val="00B54002"/>
    <w:rsid w:val="00B5614D"/>
    <w:rsid w:val="00B567EF"/>
    <w:rsid w:val="00B57E2E"/>
    <w:rsid w:val="00B65B8A"/>
    <w:rsid w:val="00B66B9C"/>
    <w:rsid w:val="00B677E8"/>
    <w:rsid w:val="00B73155"/>
    <w:rsid w:val="00B739A3"/>
    <w:rsid w:val="00B740D6"/>
    <w:rsid w:val="00B75AAF"/>
    <w:rsid w:val="00B77379"/>
    <w:rsid w:val="00B8036E"/>
    <w:rsid w:val="00B805E9"/>
    <w:rsid w:val="00B80A3C"/>
    <w:rsid w:val="00B8129F"/>
    <w:rsid w:val="00B830E9"/>
    <w:rsid w:val="00B83E5F"/>
    <w:rsid w:val="00B843E0"/>
    <w:rsid w:val="00B907F7"/>
    <w:rsid w:val="00B91DC5"/>
    <w:rsid w:val="00B93690"/>
    <w:rsid w:val="00B960F0"/>
    <w:rsid w:val="00BA41D7"/>
    <w:rsid w:val="00BA6109"/>
    <w:rsid w:val="00BA7434"/>
    <w:rsid w:val="00BA7FF1"/>
    <w:rsid w:val="00BB4089"/>
    <w:rsid w:val="00BB79CA"/>
    <w:rsid w:val="00BC0E16"/>
    <w:rsid w:val="00BC2135"/>
    <w:rsid w:val="00BC2AAA"/>
    <w:rsid w:val="00BC46A1"/>
    <w:rsid w:val="00BC6B39"/>
    <w:rsid w:val="00BC737E"/>
    <w:rsid w:val="00BD0ED3"/>
    <w:rsid w:val="00BD2D59"/>
    <w:rsid w:val="00BD64A1"/>
    <w:rsid w:val="00BD7E59"/>
    <w:rsid w:val="00BE2022"/>
    <w:rsid w:val="00BE2AB9"/>
    <w:rsid w:val="00BE408E"/>
    <w:rsid w:val="00BE4F54"/>
    <w:rsid w:val="00BE5B5F"/>
    <w:rsid w:val="00BF09D8"/>
    <w:rsid w:val="00BF0D52"/>
    <w:rsid w:val="00BF3074"/>
    <w:rsid w:val="00BF6494"/>
    <w:rsid w:val="00BF685B"/>
    <w:rsid w:val="00BF6AA0"/>
    <w:rsid w:val="00BF717A"/>
    <w:rsid w:val="00C00A4A"/>
    <w:rsid w:val="00C00F15"/>
    <w:rsid w:val="00C043EB"/>
    <w:rsid w:val="00C04C91"/>
    <w:rsid w:val="00C04DE9"/>
    <w:rsid w:val="00C05AC5"/>
    <w:rsid w:val="00C06087"/>
    <w:rsid w:val="00C06B58"/>
    <w:rsid w:val="00C11B2B"/>
    <w:rsid w:val="00C13D52"/>
    <w:rsid w:val="00C14063"/>
    <w:rsid w:val="00C25488"/>
    <w:rsid w:val="00C25D2C"/>
    <w:rsid w:val="00C26322"/>
    <w:rsid w:val="00C306DA"/>
    <w:rsid w:val="00C31443"/>
    <w:rsid w:val="00C342AE"/>
    <w:rsid w:val="00C3480A"/>
    <w:rsid w:val="00C34B38"/>
    <w:rsid w:val="00C359C1"/>
    <w:rsid w:val="00C36444"/>
    <w:rsid w:val="00C40233"/>
    <w:rsid w:val="00C4682D"/>
    <w:rsid w:val="00C47494"/>
    <w:rsid w:val="00C4750F"/>
    <w:rsid w:val="00C54CC7"/>
    <w:rsid w:val="00C56568"/>
    <w:rsid w:val="00C56795"/>
    <w:rsid w:val="00C56AD2"/>
    <w:rsid w:val="00C6016A"/>
    <w:rsid w:val="00C602C8"/>
    <w:rsid w:val="00C61E1A"/>
    <w:rsid w:val="00C6663B"/>
    <w:rsid w:val="00C66925"/>
    <w:rsid w:val="00C70F4A"/>
    <w:rsid w:val="00C741D4"/>
    <w:rsid w:val="00C836B6"/>
    <w:rsid w:val="00C85B2B"/>
    <w:rsid w:val="00C8673B"/>
    <w:rsid w:val="00C87A55"/>
    <w:rsid w:val="00C927E4"/>
    <w:rsid w:val="00C937B3"/>
    <w:rsid w:val="00C93A33"/>
    <w:rsid w:val="00C946A1"/>
    <w:rsid w:val="00C946FE"/>
    <w:rsid w:val="00C95935"/>
    <w:rsid w:val="00C95D56"/>
    <w:rsid w:val="00C97C23"/>
    <w:rsid w:val="00CA3A20"/>
    <w:rsid w:val="00CA411D"/>
    <w:rsid w:val="00CA6246"/>
    <w:rsid w:val="00CA64E7"/>
    <w:rsid w:val="00CB0A69"/>
    <w:rsid w:val="00CB0D9D"/>
    <w:rsid w:val="00CB5D1A"/>
    <w:rsid w:val="00CC0277"/>
    <w:rsid w:val="00CC3629"/>
    <w:rsid w:val="00CC3DDF"/>
    <w:rsid w:val="00CC3F29"/>
    <w:rsid w:val="00CC58AE"/>
    <w:rsid w:val="00CC7109"/>
    <w:rsid w:val="00CD09AD"/>
    <w:rsid w:val="00CD475C"/>
    <w:rsid w:val="00CD7948"/>
    <w:rsid w:val="00CD7EAE"/>
    <w:rsid w:val="00CE06ED"/>
    <w:rsid w:val="00CF31E3"/>
    <w:rsid w:val="00CF4EB0"/>
    <w:rsid w:val="00D020A0"/>
    <w:rsid w:val="00D028C3"/>
    <w:rsid w:val="00D04613"/>
    <w:rsid w:val="00D060E1"/>
    <w:rsid w:val="00D072CB"/>
    <w:rsid w:val="00D10437"/>
    <w:rsid w:val="00D10BF5"/>
    <w:rsid w:val="00D20EA5"/>
    <w:rsid w:val="00D24F71"/>
    <w:rsid w:val="00D25BE5"/>
    <w:rsid w:val="00D35536"/>
    <w:rsid w:val="00D367E3"/>
    <w:rsid w:val="00D36D13"/>
    <w:rsid w:val="00D431B6"/>
    <w:rsid w:val="00D44749"/>
    <w:rsid w:val="00D4531C"/>
    <w:rsid w:val="00D46EDA"/>
    <w:rsid w:val="00D473C3"/>
    <w:rsid w:val="00D5000A"/>
    <w:rsid w:val="00D514DD"/>
    <w:rsid w:val="00D538F0"/>
    <w:rsid w:val="00D53D62"/>
    <w:rsid w:val="00D540E7"/>
    <w:rsid w:val="00D5538C"/>
    <w:rsid w:val="00D61A1F"/>
    <w:rsid w:val="00D62326"/>
    <w:rsid w:val="00D721A5"/>
    <w:rsid w:val="00D76E6C"/>
    <w:rsid w:val="00D81986"/>
    <w:rsid w:val="00D855FA"/>
    <w:rsid w:val="00D86550"/>
    <w:rsid w:val="00D9791D"/>
    <w:rsid w:val="00DA6760"/>
    <w:rsid w:val="00DB040E"/>
    <w:rsid w:val="00DB2B57"/>
    <w:rsid w:val="00DB5D0F"/>
    <w:rsid w:val="00DB673A"/>
    <w:rsid w:val="00DC7A32"/>
    <w:rsid w:val="00DC7EE2"/>
    <w:rsid w:val="00DC7F6A"/>
    <w:rsid w:val="00DD4B7D"/>
    <w:rsid w:val="00DE2957"/>
    <w:rsid w:val="00DE3559"/>
    <w:rsid w:val="00DE44A8"/>
    <w:rsid w:val="00DE490F"/>
    <w:rsid w:val="00DE6713"/>
    <w:rsid w:val="00DE769D"/>
    <w:rsid w:val="00DF060E"/>
    <w:rsid w:val="00DF090E"/>
    <w:rsid w:val="00DF0A80"/>
    <w:rsid w:val="00DF1300"/>
    <w:rsid w:val="00DF1E2E"/>
    <w:rsid w:val="00DF23FF"/>
    <w:rsid w:val="00DF670D"/>
    <w:rsid w:val="00E025C2"/>
    <w:rsid w:val="00E03135"/>
    <w:rsid w:val="00E032E3"/>
    <w:rsid w:val="00E04BF7"/>
    <w:rsid w:val="00E116FA"/>
    <w:rsid w:val="00E128A0"/>
    <w:rsid w:val="00E133C6"/>
    <w:rsid w:val="00E1735E"/>
    <w:rsid w:val="00E17706"/>
    <w:rsid w:val="00E219C7"/>
    <w:rsid w:val="00E226BC"/>
    <w:rsid w:val="00E23BA8"/>
    <w:rsid w:val="00E24303"/>
    <w:rsid w:val="00E24CBC"/>
    <w:rsid w:val="00E250EC"/>
    <w:rsid w:val="00E268EF"/>
    <w:rsid w:val="00E31DB9"/>
    <w:rsid w:val="00E34CB5"/>
    <w:rsid w:val="00E35B2D"/>
    <w:rsid w:val="00E35DA3"/>
    <w:rsid w:val="00E4388E"/>
    <w:rsid w:val="00E43F32"/>
    <w:rsid w:val="00E4474B"/>
    <w:rsid w:val="00E46D05"/>
    <w:rsid w:val="00E51C22"/>
    <w:rsid w:val="00E52DC7"/>
    <w:rsid w:val="00E55528"/>
    <w:rsid w:val="00E57ACB"/>
    <w:rsid w:val="00E636DB"/>
    <w:rsid w:val="00E6683A"/>
    <w:rsid w:val="00E672E2"/>
    <w:rsid w:val="00E705B9"/>
    <w:rsid w:val="00E705E7"/>
    <w:rsid w:val="00E70F3A"/>
    <w:rsid w:val="00E7130C"/>
    <w:rsid w:val="00E72922"/>
    <w:rsid w:val="00E76611"/>
    <w:rsid w:val="00E77574"/>
    <w:rsid w:val="00E800E0"/>
    <w:rsid w:val="00E810E2"/>
    <w:rsid w:val="00E82537"/>
    <w:rsid w:val="00E8256B"/>
    <w:rsid w:val="00E8334F"/>
    <w:rsid w:val="00E833EA"/>
    <w:rsid w:val="00E85304"/>
    <w:rsid w:val="00E96917"/>
    <w:rsid w:val="00EA0818"/>
    <w:rsid w:val="00EA30F0"/>
    <w:rsid w:val="00EA445B"/>
    <w:rsid w:val="00EA4B5A"/>
    <w:rsid w:val="00EB3F1E"/>
    <w:rsid w:val="00EB4157"/>
    <w:rsid w:val="00EC160A"/>
    <w:rsid w:val="00EC2747"/>
    <w:rsid w:val="00EC2967"/>
    <w:rsid w:val="00EC637F"/>
    <w:rsid w:val="00EC7465"/>
    <w:rsid w:val="00ED1A95"/>
    <w:rsid w:val="00ED1EAC"/>
    <w:rsid w:val="00ED3E35"/>
    <w:rsid w:val="00ED58C5"/>
    <w:rsid w:val="00ED5D52"/>
    <w:rsid w:val="00ED61BF"/>
    <w:rsid w:val="00ED6E9B"/>
    <w:rsid w:val="00ED7FBD"/>
    <w:rsid w:val="00EE060E"/>
    <w:rsid w:val="00EE273E"/>
    <w:rsid w:val="00EE2A44"/>
    <w:rsid w:val="00EE3A9C"/>
    <w:rsid w:val="00EF5DB9"/>
    <w:rsid w:val="00EF71C6"/>
    <w:rsid w:val="00F00076"/>
    <w:rsid w:val="00F00D76"/>
    <w:rsid w:val="00F0483F"/>
    <w:rsid w:val="00F0514D"/>
    <w:rsid w:val="00F120E6"/>
    <w:rsid w:val="00F12606"/>
    <w:rsid w:val="00F25734"/>
    <w:rsid w:val="00F25E56"/>
    <w:rsid w:val="00F265A3"/>
    <w:rsid w:val="00F30967"/>
    <w:rsid w:val="00F3260D"/>
    <w:rsid w:val="00F34D37"/>
    <w:rsid w:val="00F35648"/>
    <w:rsid w:val="00F35A0F"/>
    <w:rsid w:val="00F36633"/>
    <w:rsid w:val="00F37D2C"/>
    <w:rsid w:val="00F411A4"/>
    <w:rsid w:val="00F44604"/>
    <w:rsid w:val="00F52935"/>
    <w:rsid w:val="00F556FC"/>
    <w:rsid w:val="00F559EE"/>
    <w:rsid w:val="00F55F09"/>
    <w:rsid w:val="00F562B5"/>
    <w:rsid w:val="00F57B0C"/>
    <w:rsid w:val="00F678CD"/>
    <w:rsid w:val="00F70E70"/>
    <w:rsid w:val="00F71BA6"/>
    <w:rsid w:val="00F7310A"/>
    <w:rsid w:val="00F73578"/>
    <w:rsid w:val="00F765DA"/>
    <w:rsid w:val="00F77160"/>
    <w:rsid w:val="00F806C4"/>
    <w:rsid w:val="00F8146F"/>
    <w:rsid w:val="00F81480"/>
    <w:rsid w:val="00F81C41"/>
    <w:rsid w:val="00F83ADB"/>
    <w:rsid w:val="00F90774"/>
    <w:rsid w:val="00F90A3A"/>
    <w:rsid w:val="00F92512"/>
    <w:rsid w:val="00F936C6"/>
    <w:rsid w:val="00FA002E"/>
    <w:rsid w:val="00FA0D0A"/>
    <w:rsid w:val="00FA20AF"/>
    <w:rsid w:val="00FA2C0F"/>
    <w:rsid w:val="00FA65EB"/>
    <w:rsid w:val="00FB0C2C"/>
    <w:rsid w:val="00FB1518"/>
    <w:rsid w:val="00FB2130"/>
    <w:rsid w:val="00FB58AF"/>
    <w:rsid w:val="00FB7545"/>
    <w:rsid w:val="00FC1DBE"/>
    <w:rsid w:val="00FC70CB"/>
    <w:rsid w:val="00FD0008"/>
    <w:rsid w:val="00FD2C4D"/>
    <w:rsid w:val="00FD7D49"/>
    <w:rsid w:val="00FE0C8A"/>
    <w:rsid w:val="00FE1C12"/>
    <w:rsid w:val="00FE4FC5"/>
    <w:rsid w:val="00FE5213"/>
    <w:rsid w:val="00FF08D8"/>
    <w:rsid w:val="00FF09C1"/>
    <w:rsid w:val="00FF2535"/>
    <w:rsid w:val="00FF590E"/>
    <w:rsid w:val="00FF604A"/>
    <w:rsid w:val="00FF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FB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81CF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81CFB"/>
    <w:pPr>
      <w:ind w:left="708"/>
    </w:pPr>
  </w:style>
  <w:style w:type="table" w:styleId="TableGrid">
    <w:name w:val="Table Grid"/>
    <w:basedOn w:val="TableNormal"/>
    <w:uiPriority w:val="99"/>
    <w:rsid w:val="00E705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3776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Spacing">
    <w:name w:val="No Spacing"/>
    <w:uiPriority w:val="99"/>
    <w:qFormat/>
    <w:rsid w:val="0013776F"/>
    <w:rPr>
      <w:rFonts w:ascii="Calibri" w:hAnsi="Calibri" w:cs="Calibri"/>
    </w:rPr>
  </w:style>
  <w:style w:type="paragraph" w:customStyle="1" w:styleId="ConsPlusNormal">
    <w:name w:val="ConsPlusNormal"/>
    <w:uiPriority w:val="99"/>
    <w:rsid w:val="001377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377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377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1377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45B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45BCE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8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B6A990B0DE5455AAA35274B36B62EABBBFB70785364EDE8B569AD96BKBN4F" TargetMode="External"/><Relationship Id="rId5" Type="http://schemas.openxmlformats.org/officeDocument/2006/relationships/hyperlink" Target="consultantplus://offline/ref=22B6A990B0DE5455AAA35274B36B62EABBBFB70680344EDE8B569AD96BB46B897781AE9C89C1023BK2N1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396</Words>
  <Characters>2262</Characters>
  <Application>Microsoft Office Outlook</Application>
  <DocSecurity>0</DocSecurity>
  <Lines>0</Lines>
  <Paragraphs>0</Paragraphs>
  <ScaleCrop>false</ScaleCrop>
  <Company>Prive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ОРЛОВСКОГО СЕЛЬСОВЕТА</dc:title>
  <dc:subject/>
  <dc:creator>Ноутбук</dc:creator>
  <cp:keywords/>
  <dc:description/>
  <cp:lastModifiedBy>..</cp:lastModifiedBy>
  <cp:revision>20</cp:revision>
  <cp:lastPrinted>2018-06-29T02:00:00Z</cp:lastPrinted>
  <dcterms:created xsi:type="dcterms:W3CDTF">2018-06-28T05:01:00Z</dcterms:created>
  <dcterms:modified xsi:type="dcterms:W3CDTF">2018-07-18T02:11:00Z</dcterms:modified>
</cp:coreProperties>
</file>