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B9B" w:rsidRDefault="00A40B9B" w:rsidP="00C43AC1">
      <w:pPr>
        <w:spacing w:after="0" w:line="240" w:lineRule="auto"/>
        <w:ind w:left="5664"/>
        <w:jc w:val="both"/>
        <w:rPr>
          <w:rFonts w:ascii="Times New Roman" w:hAnsi="Times New Roman" w:cs="Times New Roman"/>
          <w:color w:val="1D1B1B"/>
          <w:sz w:val="24"/>
          <w:szCs w:val="24"/>
        </w:rPr>
      </w:pPr>
      <w:bookmarkStart w:id="0" w:name="_GoBack"/>
      <w:bookmarkEnd w:id="0"/>
    </w:p>
    <w:p w:rsidR="00A40B9B" w:rsidRPr="00C43AC1" w:rsidRDefault="00A40B9B" w:rsidP="00C43AC1">
      <w:pPr>
        <w:autoSpaceDE w:val="0"/>
        <w:autoSpaceDN w:val="0"/>
        <w:adjustRightInd w:val="0"/>
        <w:spacing w:after="160" w:line="259" w:lineRule="auto"/>
        <w:jc w:val="center"/>
        <w:rPr>
          <w:sz w:val="26"/>
          <w:szCs w:val="26"/>
          <w:lang w:eastAsia="en-US"/>
        </w:rPr>
      </w:pPr>
    </w:p>
    <w:p w:rsidR="00A40B9B" w:rsidRPr="00C43AC1" w:rsidRDefault="00A40B9B" w:rsidP="006C78EE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43AC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АДМИНИСТРАЦИЯ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ЕРЕМИНСКОГО</w:t>
      </w:r>
      <w:r w:rsidRPr="00C43AC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СЕЛЬСОВЕТА</w:t>
      </w:r>
    </w:p>
    <w:p w:rsidR="00A40B9B" w:rsidRPr="00C43AC1" w:rsidRDefault="00A40B9B" w:rsidP="006C78EE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КЫШТОВСКОГО</w:t>
      </w:r>
      <w:r w:rsidRPr="00C43AC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РАЙОНА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 </w:t>
      </w:r>
      <w:r w:rsidRPr="00C43AC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НОВОСИБИРСКОЙ  ОБЛАСТИ</w:t>
      </w:r>
    </w:p>
    <w:p w:rsidR="00A40B9B" w:rsidRPr="00C43AC1" w:rsidRDefault="00A40B9B" w:rsidP="00C43AC1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A40B9B" w:rsidRPr="00C43AC1" w:rsidRDefault="00A40B9B" w:rsidP="00C43AC1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43AC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ПОСТАНОВЛЕНИЕ</w:t>
      </w: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14 августа</w:t>
      </w:r>
      <w:r w:rsidRPr="00C43AC1">
        <w:rPr>
          <w:rFonts w:ascii="Times New Roman" w:hAnsi="Times New Roman" w:cs="Times New Roman"/>
          <w:sz w:val="24"/>
          <w:szCs w:val="24"/>
          <w:lang w:eastAsia="en-US"/>
        </w:rPr>
        <w:t xml:space="preserve"> 2017  г.</w:t>
      </w:r>
      <w:r w:rsidRPr="00C43AC1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д.  Еремино</w:t>
      </w:r>
      <w:r>
        <w:rPr>
          <w:rFonts w:ascii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         № 34 </w:t>
      </w: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43AC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Об утверждении плана мероприятий по развитию муниципальной службы </w:t>
      </w: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в администрации Ереминского сельсовета Кыштовского</w:t>
      </w:r>
      <w:r w:rsidRPr="00C43AC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района </w:t>
      </w: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43AC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Новосибирской области на 2017-2018 годы»</w:t>
      </w: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A40B9B" w:rsidRPr="00C43AC1" w:rsidRDefault="00A40B9B" w:rsidP="006C78EE">
      <w:pPr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3AC1">
        <w:rPr>
          <w:rFonts w:ascii="Times New Roman" w:hAnsi="Times New Roman" w:cs="Times New Roman"/>
          <w:sz w:val="24"/>
          <w:szCs w:val="24"/>
          <w:lang w:eastAsia="en-US"/>
        </w:rPr>
        <w:t>В целях реализации Указа Президента Российской Федерации от 11.08.2016 г. № 403 «Об основных направлениях развития государственной гражданской службы Российской Федерации на 2016-2018 годы», исполнения пункта 2 Постановления Губернатора Новосибирской области от 26.04.2017 г. № 90 «О плане мероприятий по развитию государственной гражданской службы Новосибирской области на 2017-2018 годы», с учётом требований статьи 35 Федерального закона от 02.03.2007 г. № 25-ФЗ «О муниципальной службе в Российской Федерации», а также в целях совершенствования организационных основ управления кадровым составом му</w:t>
      </w:r>
      <w:r>
        <w:rPr>
          <w:rFonts w:ascii="Times New Roman" w:hAnsi="Times New Roman" w:cs="Times New Roman"/>
          <w:sz w:val="24"/>
          <w:szCs w:val="24"/>
          <w:lang w:eastAsia="en-US"/>
        </w:rPr>
        <w:t>ниципальной службы в Ереминском сельсовете Кыштовского</w:t>
      </w:r>
      <w:r w:rsidRPr="00C43AC1">
        <w:rPr>
          <w:rFonts w:ascii="Times New Roman" w:hAnsi="Times New Roman" w:cs="Times New Roman"/>
          <w:sz w:val="24"/>
          <w:szCs w:val="24"/>
          <w:lang w:eastAsia="en-US"/>
        </w:rPr>
        <w:t xml:space="preserve"> района Новосибирской области</w:t>
      </w: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3AC1">
        <w:rPr>
          <w:rFonts w:ascii="Times New Roman" w:hAnsi="Times New Roman" w:cs="Times New Roman"/>
          <w:sz w:val="24"/>
          <w:szCs w:val="24"/>
          <w:lang w:eastAsia="en-US"/>
        </w:rPr>
        <w:t>ПОСТАНОВЛЯЕТ:</w:t>
      </w: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:rsidR="00A40B9B" w:rsidRPr="00C43AC1" w:rsidRDefault="00A40B9B" w:rsidP="00C43AC1">
      <w:pPr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3AC1">
        <w:rPr>
          <w:rFonts w:ascii="Times New Roman" w:hAnsi="Times New Roman" w:cs="Times New Roman"/>
          <w:sz w:val="24"/>
          <w:szCs w:val="24"/>
          <w:lang w:eastAsia="en-US"/>
        </w:rPr>
        <w:t xml:space="preserve">Утвердить план мероприятий по развитию муниципальной службы в </w:t>
      </w:r>
      <w:r>
        <w:rPr>
          <w:rFonts w:ascii="Times New Roman" w:hAnsi="Times New Roman" w:cs="Times New Roman"/>
          <w:sz w:val="24"/>
          <w:szCs w:val="24"/>
          <w:lang w:eastAsia="en-US"/>
        </w:rPr>
        <w:t>администрации  Ереминского сельсовета Кыштовского</w:t>
      </w:r>
      <w:r w:rsidRPr="00C43AC1">
        <w:rPr>
          <w:rFonts w:ascii="Times New Roman" w:hAnsi="Times New Roman" w:cs="Times New Roman"/>
          <w:sz w:val="24"/>
          <w:szCs w:val="24"/>
          <w:lang w:eastAsia="en-US"/>
        </w:rPr>
        <w:t xml:space="preserve"> района Новосибирской области на 2017-2018 годы (Приложение).</w:t>
      </w:r>
    </w:p>
    <w:p w:rsidR="00A40B9B" w:rsidRPr="00C43AC1" w:rsidRDefault="00A40B9B" w:rsidP="00C43AC1">
      <w:pPr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3AC1">
        <w:rPr>
          <w:rFonts w:ascii="Times New Roman" w:hAnsi="Times New Roman" w:cs="Times New Roman"/>
          <w:sz w:val="24"/>
          <w:szCs w:val="24"/>
          <w:lang w:eastAsia="en-US"/>
        </w:rPr>
        <w:t xml:space="preserve">Опубликовать постановление в </w:t>
      </w:r>
      <w:r>
        <w:rPr>
          <w:rFonts w:ascii="Times New Roman" w:hAnsi="Times New Roman" w:cs="Times New Roman"/>
          <w:sz w:val="24"/>
          <w:szCs w:val="24"/>
          <w:lang w:eastAsia="en-US"/>
        </w:rPr>
        <w:t>периодическом печатном издании «Ереминский Вестник»</w:t>
      </w:r>
      <w:r w:rsidRPr="00C43AC1">
        <w:rPr>
          <w:rFonts w:ascii="Times New Roman" w:hAnsi="Times New Roman" w:cs="Times New Roman"/>
          <w:sz w:val="24"/>
          <w:szCs w:val="24"/>
          <w:lang w:eastAsia="en-US"/>
        </w:rPr>
        <w:t xml:space="preserve"> и разместить на официальном </w:t>
      </w:r>
      <w:r>
        <w:rPr>
          <w:rFonts w:ascii="Times New Roman" w:hAnsi="Times New Roman" w:cs="Times New Roman"/>
          <w:sz w:val="24"/>
          <w:szCs w:val="24"/>
          <w:lang w:eastAsia="en-US"/>
        </w:rPr>
        <w:t>сайте администрации Ереминского</w:t>
      </w:r>
      <w:r w:rsidRPr="00C43AC1">
        <w:rPr>
          <w:rFonts w:ascii="Times New Roman" w:hAnsi="Times New Roman" w:cs="Times New Roman"/>
          <w:sz w:val="24"/>
          <w:szCs w:val="24"/>
          <w:lang w:eastAsia="en-US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eastAsia="en-US"/>
        </w:rPr>
        <w:t>ельсовета Кыштовского</w:t>
      </w:r>
      <w:r w:rsidRPr="00C43AC1">
        <w:rPr>
          <w:rFonts w:ascii="Times New Roman" w:hAnsi="Times New Roman" w:cs="Times New Roman"/>
          <w:sz w:val="24"/>
          <w:szCs w:val="24"/>
          <w:lang w:eastAsia="en-US"/>
        </w:rPr>
        <w:t xml:space="preserve"> района Новосибирской области.</w:t>
      </w: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3AC1">
        <w:rPr>
          <w:rFonts w:ascii="Times New Roman" w:hAnsi="Times New Roman" w:cs="Times New Roman"/>
          <w:sz w:val="24"/>
          <w:szCs w:val="24"/>
          <w:lang w:eastAsia="en-US"/>
        </w:rPr>
        <w:t xml:space="preserve">      3.Контроль за исполнением постановления оставляю за собой.</w:t>
      </w: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Глава Ереминского</w:t>
      </w:r>
      <w:r w:rsidRPr="00C43AC1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                             </w:t>
      </w:r>
      <w:r w:rsidRPr="00C43AC1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3AC1">
        <w:rPr>
          <w:rFonts w:ascii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А.Н.Мизгирев</w:t>
      </w: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40B9B" w:rsidRPr="00C43AC1" w:rsidRDefault="00A40B9B" w:rsidP="00C43AC1">
      <w:pPr>
        <w:autoSpaceDE w:val="0"/>
        <w:autoSpaceDN w:val="0"/>
        <w:adjustRightInd w:val="0"/>
        <w:spacing w:after="0" w:line="259" w:lineRule="auto"/>
        <w:ind w:left="1134" w:hanging="1134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40B9B" w:rsidRDefault="00A40B9B" w:rsidP="00C43AC1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en-US"/>
        </w:rPr>
      </w:pPr>
    </w:p>
    <w:p w:rsidR="00A40B9B" w:rsidRDefault="00A40B9B" w:rsidP="00C43AC1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en-US"/>
        </w:rPr>
      </w:pPr>
    </w:p>
    <w:p w:rsidR="00A40B9B" w:rsidRDefault="00A40B9B" w:rsidP="00C43AC1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en-US"/>
        </w:rPr>
      </w:pPr>
    </w:p>
    <w:p w:rsidR="00A40B9B" w:rsidRDefault="00A40B9B" w:rsidP="00C43AC1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en-US"/>
        </w:rPr>
      </w:pPr>
    </w:p>
    <w:p w:rsidR="00A40B9B" w:rsidRDefault="00A40B9B" w:rsidP="00C43AC1">
      <w:pPr>
        <w:spacing w:after="0" w:line="240" w:lineRule="auto"/>
        <w:rPr>
          <w:rFonts w:ascii="Times New Roman" w:hAnsi="Times New Roman" w:cs="Times New Roman"/>
          <w:color w:val="1D1B1B"/>
          <w:sz w:val="24"/>
          <w:szCs w:val="24"/>
        </w:rPr>
      </w:pPr>
    </w:p>
    <w:p w:rsidR="00A40B9B" w:rsidRDefault="00A40B9B" w:rsidP="00C43AC1">
      <w:pPr>
        <w:spacing w:after="0" w:line="240" w:lineRule="auto"/>
        <w:rPr>
          <w:rFonts w:ascii="Times New Roman" w:hAnsi="Times New Roman" w:cs="Times New Roman"/>
          <w:color w:val="1D1B1B"/>
          <w:sz w:val="24"/>
          <w:szCs w:val="24"/>
        </w:rPr>
      </w:pPr>
    </w:p>
    <w:p w:rsidR="00A40B9B" w:rsidRDefault="00A40B9B" w:rsidP="00C43AC1">
      <w:pPr>
        <w:spacing w:after="0" w:line="240" w:lineRule="auto"/>
        <w:rPr>
          <w:rFonts w:ascii="Times New Roman" w:hAnsi="Times New Roman" w:cs="Times New Roman"/>
          <w:color w:val="1D1B1B"/>
          <w:sz w:val="24"/>
          <w:szCs w:val="24"/>
        </w:rPr>
      </w:pPr>
    </w:p>
    <w:p w:rsidR="00A40B9B" w:rsidRDefault="00A40B9B" w:rsidP="00C43AC1">
      <w:pPr>
        <w:spacing w:after="0" w:line="240" w:lineRule="auto"/>
        <w:rPr>
          <w:rFonts w:ascii="Times New Roman" w:hAnsi="Times New Roman" w:cs="Times New Roman"/>
          <w:color w:val="1D1B1B"/>
          <w:sz w:val="24"/>
          <w:szCs w:val="24"/>
        </w:rPr>
      </w:pPr>
    </w:p>
    <w:p w:rsidR="00A40B9B" w:rsidRDefault="00A40B9B" w:rsidP="00C43AC1">
      <w:pPr>
        <w:spacing w:after="0" w:line="240" w:lineRule="auto"/>
        <w:rPr>
          <w:rFonts w:ascii="Times New Roman" w:hAnsi="Times New Roman" w:cs="Times New Roman"/>
          <w:color w:val="1D1B1B"/>
          <w:sz w:val="24"/>
          <w:szCs w:val="24"/>
        </w:rPr>
      </w:pPr>
    </w:p>
    <w:p w:rsidR="00A40B9B" w:rsidRDefault="00A40B9B" w:rsidP="003A5F14">
      <w:pPr>
        <w:spacing w:after="0" w:line="240" w:lineRule="auto"/>
        <w:ind w:left="5664"/>
        <w:rPr>
          <w:rFonts w:ascii="Times New Roman" w:hAnsi="Times New Roman" w:cs="Times New Roman"/>
          <w:color w:val="1D1B1B"/>
          <w:sz w:val="24"/>
          <w:szCs w:val="24"/>
        </w:rPr>
      </w:pPr>
    </w:p>
    <w:p w:rsidR="00A40B9B" w:rsidRDefault="00A40B9B" w:rsidP="000F4838">
      <w:pPr>
        <w:spacing w:after="0" w:line="240" w:lineRule="auto"/>
        <w:ind w:left="5664"/>
        <w:rPr>
          <w:rFonts w:ascii="Times New Roman" w:hAnsi="Times New Roman" w:cs="Times New Roman"/>
          <w:color w:val="1D1B1B"/>
          <w:sz w:val="24"/>
          <w:szCs w:val="24"/>
        </w:rPr>
      </w:pPr>
      <w:r>
        <w:rPr>
          <w:rFonts w:ascii="Times New Roman" w:hAnsi="Times New Roman" w:cs="Times New Roman"/>
          <w:color w:val="1D1B1B"/>
          <w:sz w:val="24"/>
          <w:szCs w:val="24"/>
        </w:rPr>
        <w:t>УТВЕРЖДЕ</w:t>
      </w:r>
      <w:r w:rsidRPr="00D925C0">
        <w:rPr>
          <w:rFonts w:ascii="Times New Roman" w:hAnsi="Times New Roman" w:cs="Times New Roman"/>
          <w:color w:val="1D1B1B"/>
          <w:sz w:val="24"/>
          <w:szCs w:val="24"/>
        </w:rPr>
        <w:t>Н</w:t>
      </w:r>
    </w:p>
    <w:p w:rsidR="00A40B9B" w:rsidRDefault="00A40B9B" w:rsidP="000F4838">
      <w:pPr>
        <w:spacing w:after="0" w:line="240" w:lineRule="auto"/>
        <w:ind w:left="5664"/>
        <w:rPr>
          <w:rFonts w:ascii="Times New Roman" w:hAnsi="Times New Roman" w:cs="Times New Roman"/>
          <w:color w:val="1D1B1B"/>
          <w:sz w:val="24"/>
          <w:szCs w:val="24"/>
        </w:rPr>
      </w:pPr>
      <w:r>
        <w:rPr>
          <w:rFonts w:ascii="Times New Roman" w:hAnsi="Times New Roman" w:cs="Times New Roman"/>
          <w:color w:val="1D1B1B"/>
          <w:sz w:val="24"/>
          <w:szCs w:val="24"/>
        </w:rPr>
        <w:t xml:space="preserve">постановлением </w:t>
      </w:r>
      <w:r w:rsidRPr="00D925C0">
        <w:rPr>
          <w:rFonts w:ascii="Times New Roman" w:hAnsi="Times New Roman" w:cs="Times New Roman"/>
          <w:color w:val="1D1B1B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color w:val="1D1B1B"/>
          <w:sz w:val="24"/>
          <w:szCs w:val="24"/>
        </w:rPr>
        <w:t xml:space="preserve"> Ереминского сельсовета Кыштовского района Новосибирской области</w:t>
      </w:r>
    </w:p>
    <w:p w:rsidR="00A40B9B" w:rsidRPr="006F0772" w:rsidRDefault="00A40B9B" w:rsidP="006F0772">
      <w:pPr>
        <w:spacing w:after="0" w:line="240" w:lineRule="auto"/>
        <w:ind w:left="5664"/>
        <w:rPr>
          <w:rFonts w:ascii="Times New Roman" w:hAnsi="Times New Roman" w:cs="Times New Roman"/>
          <w:color w:val="1D1B1B"/>
          <w:sz w:val="24"/>
          <w:szCs w:val="24"/>
        </w:rPr>
      </w:pPr>
      <w:r>
        <w:rPr>
          <w:rFonts w:ascii="Times New Roman" w:hAnsi="Times New Roman" w:cs="Times New Roman"/>
          <w:color w:val="1D1B1B"/>
          <w:sz w:val="24"/>
          <w:szCs w:val="24"/>
        </w:rPr>
        <w:t>О</w:t>
      </w:r>
      <w:r w:rsidRPr="00D925C0">
        <w:rPr>
          <w:rFonts w:ascii="Times New Roman" w:hAnsi="Times New Roman" w:cs="Times New Roman"/>
          <w:color w:val="1D1B1B"/>
          <w:sz w:val="24"/>
          <w:szCs w:val="24"/>
        </w:rPr>
        <w:t>т</w:t>
      </w:r>
      <w:r>
        <w:rPr>
          <w:rFonts w:ascii="Times New Roman" w:hAnsi="Times New Roman" w:cs="Times New Roman"/>
          <w:color w:val="1D1B1B"/>
          <w:sz w:val="24"/>
          <w:szCs w:val="24"/>
        </w:rPr>
        <w:t xml:space="preserve">  14.08.</w:t>
      </w:r>
      <w:r w:rsidRPr="00D925C0">
        <w:rPr>
          <w:rFonts w:ascii="Times New Roman" w:hAnsi="Times New Roman" w:cs="Times New Roman"/>
          <w:color w:val="1D1B1B"/>
          <w:sz w:val="24"/>
          <w:szCs w:val="24"/>
        </w:rPr>
        <w:t>201</w:t>
      </w:r>
      <w:r>
        <w:rPr>
          <w:rFonts w:ascii="Times New Roman" w:hAnsi="Times New Roman" w:cs="Times New Roman"/>
          <w:color w:val="1D1B1B"/>
          <w:sz w:val="24"/>
          <w:szCs w:val="24"/>
        </w:rPr>
        <w:t>7</w:t>
      </w:r>
      <w:r w:rsidRPr="00D925C0">
        <w:rPr>
          <w:rFonts w:ascii="Times New Roman" w:hAnsi="Times New Roman" w:cs="Times New Roman"/>
          <w:color w:val="1D1B1B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color w:val="1D1B1B"/>
          <w:sz w:val="24"/>
          <w:szCs w:val="24"/>
        </w:rPr>
        <w:t>34</w:t>
      </w:r>
    </w:p>
    <w:p w:rsidR="00A40B9B" w:rsidRPr="005040D8" w:rsidRDefault="00A40B9B" w:rsidP="003A5F14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bCs/>
          <w:color w:val="1D1B1B"/>
          <w:sz w:val="24"/>
          <w:szCs w:val="24"/>
        </w:rPr>
      </w:pPr>
      <w:r w:rsidRPr="005040D8">
        <w:rPr>
          <w:rFonts w:ascii="Times New Roman" w:hAnsi="Times New Roman" w:cs="Times New Roman"/>
          <w:b/>
          <w:bCs/>
          <w:color w:val="1D1B1B"/>
          <w:sz w:val="24"/>
          <w:szCs w:val="24"/>
        </w:rPr>
        <w:t>ПЛАН МЕРОПРИЯТИЙ</w:t>
      </w:r>
    </w:p>
    <w:p w:rsidR="00A40B9B" w:rsidRDefault="00A40B9B" w:rsidP="000F4838">
      <w:pPr>
        <w:pStyle w:val="p5"/>
        <w:spacing w:before="0" w:beforeAutospacing="0" w:after="0" w:afterAutospacing="0"/>
        <w:ind w:firstLine="3"/>
        <w:jc w:val="center"/>
        <w:rPr>
          <w:b/>
          <w:bCs/>
          <w:color w:val="1D1B1B"/>
        </w:rPr>
      </w:pPr>
      <w:r w:rsidRPr="005040D8">
        <w:rPr>
          <w:b/>
          <w:bCs/>
          <w:color w:val="1D1B1B"/>
        </w:rPr>
        <w:t xml:space="preserve">по развитию муниципальной службы </w:t>
      </w:r>
    </w:p>
    <w:p w:rsidR="00A40B9B" w:rsidRDefault="00A40B9B" w:rsidP="000F4838">
      <w:pPr>
        <w:pStyle w:val="p5"/>
        <w:spacing w:before="0" w:beforeAutospacing="0" w:after="0" w:afterAutospacing="0"/>
        <w:ind w:firstLine="3"/>
        <w:jc w:val="center"/>
        <w:rPr>
          <w:b/>
          <w:bCs/>
          <w:color w:val="1D1B1B"/>
        </w:rPr>
      </w:pPr>
      <w:r w:rsidRPr="005040D8">
        <w:rPr>
          <w:b/>
          <w:bCs/>
          <w:color w:val="1D1B1B"/>
        </w:rPr>
        <w:t xml:space="preserve">в </w:t>
      </w:r>
      <w:r>
        <w:rPr>
          <w:b/>
          <w:bCs/>
          <w:color w:val="1D1B1B"/>
        </w:rPr>
        <w:t>администрации Ереминского</w:t>
      </w:r>
      <w:r w:rsidRPr="005040D8">
        <w:rPr>
          <w:b/>
          <w:bCs/>
          <w:color w:val="1D1B1B"/>
        </w:rPr>
        <w:t xml:space="preserve"> сельсовет</w:t>
      </w:r>
      <w:r>
        <w:rPr>
          <w:b/>
          <w:bCs/>
          <w:color w:val="1D1B1B"/>
        </w:rPr>
        <w:t>а</w:t>
      </w:r>
    </w:p>
    <w:p w:rsidR="00A40B9B" w:rsidRDefault="00A40B9B" w:rsidP="003A5F14">
      <w:pPr>
        <w:pStyle w:val="p5"/>
        <w:spacing w:before="0" w:beforeAutospacing="0" w:after="0" w:afterAutospacing="0"/>
        <w:ind w:firstLine="3"/>
        <w:jc w:val="center"/>
        <w:rPr>
          <w:b/>
          <w:bCs/>
          <w:color w:val="1D1B1B"/>
        </w:rPr>
      </w:pPr>
      <w:r>
        <w:rPr>
          <w:b/>
          <w:bCs/>
          <w:color w:val="1D1B1B"/>
        </w:rPr>
        <w:t>Кыштовского</w:t>
      </w:r>
      <w:r w:rsidRPr="005040D8">
        <w:rPr>
          <w:b/>
          <w:bCs/>
          <w:color w:val="1D1B1B"/>
        </w:rPr>
        <w:t xml:space="preserve"> района Новосибирской области</w:t>
      </w:r>
    </w:p>
    <w:p w:rsidR="00A40B9B" w:rsidRPr="006F0772" w:rsidRDefault="00A40B9B" w:rsidP="006F0772">
      <w:pPr>
        <w:pStyle w:val="p5"/>
        <w:spacing w:before="0" w:beforeAutospacing="0" w:after="0" w:afterAutospacing="0"/>
        <w:ind w:firstLine="3"/>
        <w:jc w:val="center"/>
        <w:rPr>
          <w:b/>
          <w:bCs/>
          <w:color w:val="1D1B1B"/>
        </w:rPr>
      </w:pPr>
      <w:r w:rsidRPr="005040D8">
        <w:rPr>
          <w:b/>
          <w:bCs/>
          <w:color w:val="1D1B1B"/>
        </w:rPr>
        <w:t>на 2017-2018 годы.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03ED">
        <w:rPr>
          <w:rFonts w:ascii="Times New Roman" w:hAnsi="Times New Roman" w:cs="Times New Roman"/>
          <w:sz w:val="24"/>
          <w:szCs w:val="24"/>
        </w:rPr>
        <w:t>Принятие п</w:t>
      </w:r>
      <w:r w:rsidRPr="00D57E27">
        <w:rPr>
          <w:rFonts w:ascii="Times New Roman" w:hAnsi="Times New Roman" w:cs="Times New Roman"/>
          <w:sz w:val="24"/>
          <w:szCs w:val="24"/>
        </w:rPr>
        <w:t xml:space="preserve">лана мероприятий </w:t>
      </w:r>
      <w:r w:rsidRPr="002203ED">
        <w:rPr>
          <w:rFonts w:ascii="Times New Roman" w:hAnsi="Times New Roman" w:cs="Times New Roman"/>
          <w:sz w:val="24"/>
          <w:szCs w:val="24"/>
        </w:rPr>
        <w:t xml:space="preserve">по </w:t>
      </w:r>
      <w:r w:rsidRPr="00D57E27">
        <w:rPr>
          <w:rFonts w:ascii="Times New Roman" w:hAnsi="Times New Roman" w:cs="Times New Roman"/>
          <w:sz w:val="24"/>
          <w:szCs w:val="24"/>
        </w:rPr>
        <w:t>развити</w:t>
      </w:r>
      <w:r w:rsidRPr="002203ED">
        <w:rPr>
          <w:rFonts w:ascii="Times New Roman" w:hAnsi="Times New Roman" w:cs="Times New Roman"/>
          <w:sz w:val="24"/>
          <w:szCs w:val="24"/>
        </w:rPr>
        <w:t>ю</w:t>
      </w:r>
      <w:r w:rsidRPr="00D57E27">
        <w:rPr>
          <w:rFonts w:ascii="Times New Roman" w:hAnsi="Times New Roman" w:cs="Times New Roman"/>
          <w:sz w:val="24"/>
          <w:szCs w:val="24"/>
        </w:rPr>
        <w:t xml:space="preserve"> муниципальной службы </w:t>
      </w:r>
      <w:r>
        <w:rPr>
          <w:rFonts w:ascii="Times New Roman" w:hAnsi="Times New Roman" w:cs="Times New Roman"/>
          <w:sz w:val="24"/>
          <w:szCs w:val="24"/>
        </w:rPr>
        <w:t>в администрации Ереминского сельсовета Кыштовского района Новосибирской области</w:t>
      </w:r>
      <w:r w:rsidRPr="00D57E27">
        <w:rPr>
          <w:rFonts w:ascii="Times New Roman" w:hAnsi="Times New Roman" w:cs="Times New Roman"/>
          <w:sz w:val="24"/>
          <w:szCs w:val="24"/>
        </w:rPr>
        <w:t xml:space="preserve"> на 201</w:t>
      </w:r>
      <w:r w:rsidRPr="002203ED">
        <w:rPr>
          <w:rFonts w:ascii="Times New Roman" w:hAnsi="Times New Roman" w:cs="Times New Roman"/>
          <w:sz w:val="24"/>
          <w:szCs w:val="24"/>
        </w:rPr>
        <w:t>7</w:t>
      </w:r>
      <w:r w:rsidRPr="00D57E27">
        <w:rPr>
          <w:rFonts w:ascii="Times New Roman" w:hAnsi="Times New Roman" w:cs="Times New Roman"/>
          <w:sz w:val="24"/>
          <w:szCs w:val="24"/>
        </w:rPr>
        <w:t>-201</w:t>
      </w:r>
      <w:r w:rsidRPr="002203ED">
        <w:rPr>
          <w:rFonts w:ascii="Times New Roman" w:hAnsi="Times New Roman" w:cs="Times New Roman"/>
          <w:sz w:val="24"/>
          <w:szCs w:val="24"/>
        </w:rPr>
        <w:t>8</w:t>
      </w:r>
      <w:r w:rsidRPr="00D57E27">
        <w:rPr>
          <w:rFonts w:ascii="Times New Roman" w:hAnsi="Times New Roman" w:cs="Times New Roman"/>
          <w:sz w:val="24"/>
          <w:szCs w:val="24"/>
        </w:rPr>
        <w:t xml:space="preserve"> годы (далее – План) вызвано необходимостью развития муниципальной службы, повышения эффективности</w:t>
      </w:r>
      <w:r w:rsidRPr="002203ED">
        <w:rPr>
          <w:rFonts w:ascii="Times New Roman" w:hAnsi="Times New Roman" w:cs="Times New Roman"/>
          <w:sz w:val="24"/>
          <w:szCs w:val="24"/>
        </w:rPr>
        <w:t xml:space="preserve"> работы муниципальных служащих, совершенствования организационных основ управления кадровым составом муниципальной службы, проведение комплекса мер по совершенствованию системы профилактики и противодействия коррупции на муниципальной службе</w:t>
      </w:r>
      <w:r w:rsidRPr="00D57E27">
        <w:rPr>
          <w:rFonts w:ascii="Times New Roman" w:hAnsi="Times New Roman" w:cs="Times New Roman"/>
          <w:sz w:val="24"/>
          <w:szCs w:val="24"/>
        </w:rPr>
        <w:t>.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Основными задачами Плана мероприятий являются:</w:t>
      </w:r>
    </w:p>
    <w:p w:rsidR="00A40B9B" w:rsidRPr="00F81302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- проведение</w:t>
      </w:r>
      <w:r w:rsidRPr="002203ED">
        <w:rPr>
          <w:rFonts w:ascii="Times New Roman" w:hAnsi="Times New Roman" w:cs="Times New Roman"/>
          <w:sz w:val="24"/>
          <w:szCs w:val="24"/>
        </w:rPr>
        <w:t xml:space="preserve"> единой </w:t>
      </w:r>
      <w:r w:rsidRPr="00D57E27">
        <w:rPr>
          <w:rFonts w:ascii="Times New Roman" w:hAnsi="Times New Roman" w:cs="Times New Roman"/>
          <w:sz w:val="24"/>
          <w:szCs w:val="24"/>
        </w:rPr>
        <w:t xml:space="preserve"> кадровой политики, предполагающей учет моральных, деловых и профессиональных качеств муниципальных служащих;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- профессиональное развитие муниципальных служащих;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 xml:space="preserve">- совершенствование кадровой работы и управления персоналом в администрации </w:t>
      </w:r>
      <w:r>
        <w:rPr>
          <w:rFonts w:ascii="Times New Roman" w:hAnsi="Times New Roman" w:cs="Times New Roman"/>
          <w:sz w:val="24"/>
          <w:szCs w:val="24"/>
        </w:rPr>
        <w:t>Ереминского сельсовета Кыштовского района Новосибирской области</w:t>
      </w:r>
      <w:r w:rsidRPr="00D57E27">
        <w:rPr>
          <w:rFonts w:ascii="Times New Roman" w:hAnsi="Times New Roman" w:cs="Times New Roman"/>
          <w:sz w:val="24"/>
          <w:szCs w:val="24"/>
        </w:rPr>
        <w:t>;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- повышение профессиональной заинтересованности муниципальных служащих в прохождении муниципальной службы путем совершенствования общего психологического и мотивационного фактора;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- упорядочение и конкретизация прав и обязанностей муниципальных служащих, закрепленных в должностных инструкциях;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- оценка эффективности выполнения муниципальными служащими возложенных должностных обязанностей;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- формирование в обществе привлекательного образа муниципального служащего, привлечение молодежи к выбору данной профессии;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- разработка и реализация мероприятий по противодействию коррупции;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- развитие механизма выявления и разрешения конфликта интересов на муниципальной службе;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 xml:space="preserve">- обеспечение стабильности кадрового состава и оптимизации численности администрации </w:t>
      </w:r>
      <w:r>
        <w:rPr>
          <w:rFonts w:ascii="Times New Roman" w:hAnsi="Times New Roman" w:cs="Times New Roman"/>
          <w:sz w:val="24"/>
          <w:szCs w:val="24"/>
        </w:rPr>
        <w:t>Ереминского сельсовета Кыштовского района Новосибирской области</w:t>
      </w:r>
      <w:r w:rsidRPr="00D57E27">
        <w:rPr>
          <w:rFonts w:ascii="Times New Roman" w:hAnsi="Times New Roman" w:cs="Times New Roman"/>
          <w:sz w:val="24"/>
          <w:szCs w:val="24"/>
        </w:rPr>
        <w:t>.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 xml:space="preserve">План имеет </w:t>
      </w:r>
      <w:r>
        <w:rPr>
          <w:rFonts w:ascii="Times New Roman" w:hAnsi="Times New Roman" w:cs="Times New Roman"/>
          <w:sz w:val="24"/>
          <w:szCs w:val="24"/>
        </w:rPr>
        <w:t>четыре</w:t>
      </w:r>
      <w:r w:rsidRPr="00D57E27">
        <w:rPr>
          <w:rFonts w:ascii="Times New Roman" w:hAnsi="Times New Roman" w:cs="Times New Roman"/>
          <w:sz w:val="24"/>
          <w:szCs w:val="24"/>
        </w:rPr>
        <w:t xml:space="preserve"> основных раздела: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1. Мероприятия по развитию муниципальной службы</w:t>
      </w:r>
      <w:r w:rsidRPr="002203ED">
        <w:rPr>
          <w:rFonts w:ascii="Times New Roman" w:hAnsi="Times New Roman" w:cs="Times New Roman"/>
          <w:sz w:val="24"/>
          <w:szCs w:val="24"/>
        </w:rPr>
        <w:t xml:space="preserve"> и совершенствованию управления кадровым составом, повышению качества его формирования</w:t>
      </w:r>
      <w:r w:rsidRPr="00D57E27">
        <w:rPr>
          <w:rFonts w:ascii="Times New Roman" w:hAnsi="Times New Roman" w:cs="Times New Roman"/>
          <w:sz w:val="24"/>
          <w:szCs w:val="24"/>
        </w:rPr>
        <w:t>.</w:t>
      </w:r>
    </w:p>
    <w:p w:rsidR="00A40B9B" w:rsidRPr="00F81302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2.</w:t>
      </w:r>
      <w:r w:rsidRPr="002203ED">
        <w:rPr>
          <w:rFonts w:ascii="Times New Roman" w:hAnsi="Times New Roman" w:cs="Times New Roman"/>
          <w:sz w:val="24"/>
          <w:szCs w:val="24"/>
        </w:rPr>
        <w:t xml:space="preserve"> Совершенствование системы профессионального развития муниципальных служащих, повышение их профессионализма и компетентности.</w:t>
      </w:r>
    </w:p>
    <w:p w:rsidR="00A40B9B" w:rsidRPr="003A5F14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03ED">
        <w:rPr>
          <w:rFonts w:ascii="Times New Roman" w:hAnsi="Times New Roman" w:cs="Times New Roman"/>
          <w:sz w:val="24"/>
          <w:szCs w:val="24"/>
        </w:rPr>
        <w:t>3.</w:t>
      </w:r>
      <w:r w:rsidRPr="00D57E27">
        <w:rPr>
          <w:rFonts w:ascii="Times New Roman" w:hAnsi="Times New Roman" w:cs="Times New Roman"/>
          <w:sz w:val="24"/>
          <w:szCs w:val="24"/>
        </w:rPr>
        <w:t>Мероприятия, направленные на противодействие коррупции</w:t>
      </w:r>
      <w:r w:rsidRPr="002203ED">
        <w:rPr>
          <w:rFonts w:ascii="Times New Roman" w:hAnsi="Times New Roman" w:cs="Times New Roman"/>
          <w:sz w:val="24"/>
          <w:szCs w:val="24"/>
        </w:rPr>
        <w:t>.</w:t>
      </w:r>
    </w:p>
    <w:p w:rsidR="00A40B9B" w:rsidRDefault="00A40B9B" w:rsidP="000F48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5F1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03ED">
        <w:rPr>
          <w:rFonts w:ascii="Times New Roman" w:hAnsi="Times New Roman" w:cs="Times New Roman"/>
          <w:sz w:val="24"/>
          <w:szCs w:val="24"/>
        </w:rPr>
        <w:t>Повышение престижа муниципальной службы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Ожидаемые результаты реализации Плана: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- формирование эффективного кадрового потенциала муниципальной службы, совершенствование знаний и умений муниципальных служащих;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- совершенствование и создание муниципальной правовой и методической базы, обеспечивающей дальнейшее развитие и эффективную деятельность кадровой работы;</w:t>
      </w:r>
    </w:p>
    <w:p w:rsidR="00A40B9B" w:rsidRPr="00D57E27" w:rsidRDefault="00A40B9B" w:rsidP="002203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>- повышение престижа муниципальной службы за счет роста профессионализма и компетенции муниципальных служащих;</w:t>
      </w:r>
    </w:p>
    <w:p w:rsidR="00A40B9B" w:rsidRPr="00D57E27" w:rsidRDefault="00A40B9B" w:rsidP="003A5F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E27">
        <w:rPr>
          <w:rFonts w:ascii="Times New Roman" w:hAnsi="Times New Roman" w:cs="Times New Roman"/>
          <w:sz w:val="24"/>
          <w:szCs w:val="24"/>
        </w:rPr>
        <w:t xml:space="preserve">- снижение потенциальной угрозы </w:t>
      </w:r>
      <w:r>
        <w:rPr>
          <w:rFonts w:ascii="Times New Roman" w:hAnsi="Times New Roman" w:cs="Times New Roman"/>
          <w:sz w:val="24"/>
          <w:szCs w:val="24"/>
        </w:rPr>
        <w:t xml:space="preserve">совершения </w:t>
      </w:r>
      <w:r w:rsidRPr="00D57E27">
        <w:rPr>
          <w:rFonts w:ascii="Times New Roman" w:hAnsi="Times New Roman" w:cs="Times New Roman"/>
          <w:sz w:val="24"/>
          <w:szCs w:val="24"/>
        </w:rPr>
        <w:t>коррупционных действий со стороны муниципальных служащих</w:t>
      </w:r>
      <w:r w:rsidRPr="002203ED">
        <w:rPr>
          <w:rFonts w:ascii="Times New Roman" w:hAnsi="Times New Roman" w:cs="Times New Roman"/>
          <w:sz w:val="24"/>
          <w:szCs w:val="24"/>
        </w:rPr>
        <w:t>.</w:t>
      </w:r>
    </w:p>
    <w:p w:rsidR="00A40B9B" w:rsidRDefault="00A40B9B" w:rsidP="003A5F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40B9B" w:rsidSect="00C43AC1">
          <w:footerReference w:type="default" r:id="rId7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tbl>
      <w:tblPr>
        <w:tblW w:w="14899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"/>
        <w:gridCol w:w="4824"/>
        <w:gridCol w:w="3117"/>
        <w:gridCol w:w="3260"/>
        <w:gridCol w:w="2125"/>
        <w:gridCol w:w="1558"/>
      </w:tblGrid>
      <w:tr w:rsidR="00A40B9B" w:rsidRPr="00570A53">
        <w:tc>
          <w:tcPr>
            <w:tcW w:w="4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3A5F14" w:rsidRDefault="00A40B9B" w:rsidP="003A5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3A5F14" w:rsidRDefault="00A40B9B" w:rsidP="00B55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Средства, предусмотренные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3A5F14" w:rsidRDefault="00A40B9B" w:rsidP="003A5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3A5F14" w:rsidRDefault="00A40B9B" w:rsidP="003A5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3A5F14" w:rsidRDefault="00A40B9B" w:rsidP="003A5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исполнения</w:t>
            </w:r>
          </w:p>
        </w:tc>
      </w:tr>
      <w:tr w:rsidR="00A40B9B" w:rsidRPr="00570A53">
        <w:tc>
          <w:tcPr>
            <w:tcW w:w="148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Default="00A40B9B" w:rsidP="003A5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F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3A5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Мероприятия по развитию муниципальной службы и совершенствованию </w:t>
            </w:r>
          </w:p>
          <w:p w:rsidR="00A40B9B" w:rsidRPr="005F6912" w:rsidRDefault="00A40B9B" w:rsidP="003A5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управления кадровым составом, повышению качества его формирования:</w:t>
            </w:r>
          </w:p>
        </w:tc>
      </w:tr>
      <w:tr w:rsidR="00A40B9B" w:rsidRPr="00570A53">
        <w:tc>
          <w:tcPr>
            <w:tcW w:w="148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B9B" w:rsidRPr="00570A53">
        <w:tc>
          <w:tcPr>
            <w:tcW w:w="4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ind w:left="142"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нормативных правовых актов по организации, развитию  и прохождению муниципальной службы.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ind w:left="142"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средств, предусмотренных на содержание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1C37A1">
            <w:pPr>
              <w:spacing w:after="0" w:line="240" w:lineRule="auto"/>
              <w:ind w:left="142" w:right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администрации, </w:t>
            </w:r>
          </w:p>
          <w:p w:rsidR="00A40B9B" w:rsidRPr="00D57E27" w:rsidRDefault="00A40B9B" w:rsidP="001C37A1">
            <w:pPr>
              <w:spacing w:after="0" w:line="240" w:lineRule="auto"/>
              <w:ind w:left="142" w:right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 2 р.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rPr>
          <w:trHeight w:val="1065"/>
        </w:trPr>
        <w:tc>
          <w:tcPr>
            <w:tcW w:w="4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ind w:left="142"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планирования устойчивого карьерного роста муниципальных служащих, безупречно и эффективно исполняющих должностные обязанности, для систематического обновления и ротации кадров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ind w:left="142"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средств, предусмотренных на содержание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D57E27" w:rsidRDefault="00A40B9B" w:rsidP="001C37A1">
            <w:pPr>
              <w:spacing w:after="0" w:line="240" w:lineRule="auto"/>
              <w:ind w:left="142" w:right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rPr>
          <w:trHeight w:val="2664"/>
        </w:trPr>
        <w:tc>
          <w:tcPr>
            <w:tcW w:w="483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Внедрение механизмов, обеспечивающих сохранение кадрового потенциала муниципальной службы при проведении организационно-штатных мероприятий</w:t>
            </w:r>
          </w:p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средств, предусмотренных на содержание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2203ED" w:rsidRDefault="00A40B9B" w:rsidP="001C3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преимущественного права на замещение должности муниципальной службы при проведении организационно-штатных мероприятий муниципальными служащими, имеющими более высокую квалификацию, большую продолжительность стажа муниципальной службы, более высокие результаты профессиональной служебной деятельности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c>
          <w:tcPr>
            <w:tcW w:w="4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Предоставление возможности прохождения студентами практики в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Ереминского сельсовета Кыштовского района Новосибирской области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средств, предусмотренных на содержание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1C3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администрации, </w:t>
            </w:r>
          </w:p>
          <w:p w:rsidR="00A40B9B" w:rsidRPr="00D57E27" w:rsidRDefault="00A40B9B" w:rsidP="001C3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 р.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Привлечение на муниципальную службу молодых инициативных специалистов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c>
          <w:tcPr>
            <w:tcW w:w="4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Ереминского сельсовета Кыштовского района Новосибирской области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единого кадрового документооборота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содержание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1C3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администрации, </w:t>
            </w:r>
          </w:p>
          <w:p w:rsidR="00A40B9B" w:rsidRPr="00D57E27" w:rsidRDefault="00A40B9B" w:rsidP="001C3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 р.</w:t>
            </w:r>
          </w:p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унифицированных форм документов по организации кадровой работы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c>
          <w:tcPr>
            <w:tcW w:w="133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3A5F14" w:rsidRDefault="00A40B9B" w:rsidP="003A5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F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3A5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.Совершенствование системы профессионального развития муниципальных служащих, повышение их профессионализма и компетентности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592635" w:rsidRDefault="00A40B9B" w:rsidP="003A5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0B9B" w:rsidRPr="00570A53">
        <w:tc>
          <w:tcPr>
            <w:tcW w:w="4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Внедрение новых подходов к профессиональному развитию муниципальных служащих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средств, предусмотренных на содержание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1C3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организации мероприятий по профессиональному развитию муниципальных служащих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c>
          <w:tcPr>
            <w:tcW w:w="4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муниципальных правовых актов о прохождении муниципальной службы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средств, предусмотренных на содержание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 2 р.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rPr>
          <w:trHeight w:val="1283"/>
        </w:trPr>
        <w:tc>
          <w:tcPr>
            <w:tcW w:w="4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пределение приоритетных направлений профессиональной переподготовки (повышения квалификации) муниципальных служащих, исходя из перспективных 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Ереминского сельсовета Кыштовского района Новосибирской области.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содержание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Default="00A40B9B" w:rsidP="00DC1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администрации, </w:t>
            </w:r>
          </w:p>
          <w:p w:rsidR="00A40B9B" w:rsidRPr="00D57E27" w:rsidRDefault="00A40B9B" w:rsidP="00DC1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2 р.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rPr>
          <w:gridBefore w:val="1"/>
          <w:wBefore w:w="6" w:type="dxa"/>
          <w:trHeight w:val="1634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5C0">
              <w:rPr>
                <w:rFonts w:ascii="Times New Roman" w:hAnsi="Times New Roman" w:cs="Times New Roman"/>
                <w:color w:val="1D1B1B"/>
                <w:sz w:val="24"/>
                <w:szCs w:val="24"/>
              </w:rPr>
              <w:t>Организация учебных семинаров</w:t>
            </w:r>
            <w:r w:rsidRPr="002203ED">
              <w:rPr>
                <w:rFonts w:ascii="Times New Roman" w:hAnsi="Times New Roman" w:cs="Times New Roman"/>
                <w:color w:val="1D1B1B"/>
                <w:sz w:val="24"/>
                <w:szCs w:val="24"/>
              </w:rPr>
              <w:t xml:space="preserve">, семинаров-тренингов </w:t>
            </w:r>
            <w:r w:rsidRPr="00D925C0">
              <w:rPr>
                <w:rFonts w:ascii="Times New Roman" w:hAnsi="Times New Roman" w:cs="Times New Roman"/>
                <w:color w:val="1D1B1B"/>
                <w:sz w:val="24"/>
                <w:szCs w:val="24"/>
              </w:rPr>
              <w:t xml:space="preserve"> для муниципальных служащих администрации</w:t>
            </w:r>
            <w:r>
              <w:rPr>
                <w:rFonts w:ascii="Times New Roman" w:hAnsi="Times New Roman" w:cs="Times New Roman"/>
                <w:color w:val="1D1B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средств, предусмотренных на содержание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администрации, </w:t>
            </w:r>
          </w:p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 р.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rPr>
          <w:gridBefore w:val="1"/>
          <w:wBefore w:w="6" w:type="dxa"/>
        </w:trPr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Улучшение кадрового состава муниципальной службы путем:</w:t>
            </w:r>
          </w:p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- служебного роста муниципальных служащих на основе их профессиональных заслуг и деловых качеств;</w:t>
            </w:r>
          </w:p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- привлечения высококвалифицированных специалистов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средств, предусмотренных на содержание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DC1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rPr>
          <w:gridBefore w:val="1"/>
          <w:wBefore w:w="6" w:type="dxa"/>
        </w:trPr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надлежащих условий для качественного исполнения муниципальными служащими своих должностных обязанностей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содержание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DC1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rPr>
          <w:gridBefore w:val="1"/>
          <w:wBefore w:w="6" w:type="dxa"/>
        </w:trPr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ттестаци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 в целях определения их соответствия замещаемой должности муниципальной службы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средств, предусмотренных на содержание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администрации,</w:t>
            </w:r>
          </w:p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 р.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</w:p>
          <w:p w:rsidR="00A40B9B" w:rsidRPr="00353D1E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A40B9B" w:rsidRPr="00570A53">
        <w:trPr>
          <w:gridBefore w:val="1"/>
          <w:wBefore w:w="6" w:type="dxa"/>
        </w:trPr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Внедрение единых подходов к установлению квалификационных требований к специальностям (направлениям подготовки), знаниям и умениям, необходимым для замещения должностей муниципальной службы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средств, предусмотренных на содержание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DC1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примерных должностных регламентов с учетом новых подходов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rPr>
          <w:gridBefore w:val="1"/>
          <w:wBefore w:w="6" w:type="dxa"/>
        </w:trPr>
        <w:tc>
          <w:tcPr>
            <w:tcW w:w="13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3A5F14" w:rsidRDefault="00A40B9B" w:rsidP="003A5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F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3A5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Мероприятия, направленные на противодействие коррупции: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592635" w:rsidRDefault="00A40B9B" w:rsidP="003A5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0B9B" w:rsidRPr="00570A53">
        <w:trPr>
          <w:gridBefore w:val="1"/>
          <w:wBefore w:w="6" w:type="dxa"/>
        </w:trPr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проектов муниципальных правовых актов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 р.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rPr>
          <w:gridBefore w:val="1"/>
          <w:wBefore w:w="6" w:type="dxa"/>
        </w:trPr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Проведение проверки сведений о доходах и имуществе, представляемых муниципальными служащими, а также гражданами, претендующими на замещение должностей муниципальной службы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содержание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 р.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г. – </w:t>
            </w:r>
          </w:p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</w:p>
          <w:p w:rsidR="00A40B9B" w:rsidRPr="00353D1E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</w:tr>
      <w:tr w:rsidR="00A40B9B" w:rsidRPr="00570A53">
        <w:trPr>
          <w:gridBefore w:val="1"/>
          <w:wBefore w:w="6" w:type="dxa"/>
          <w:trHeight w:val="967"/>
        </w:trPr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муниципальными служащими ограничений и запретов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содержание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администрации,</w:t>
            </w:r>
          </w:p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 р.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0B9B" w:rsidRPr="00D57E27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2017 г. –</w:t>
            </w:r>
          </w:p>
          <w:p w:rsidR="00A40B9B" w:rsidRPr="00353D1E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2018 г.</w:t>
            </w:r>
          </w:p>
        </w:tc>
      </w:tr>
      <w:tr w:rsidR="00A40B9B" w:rsidRPr="00570A53">
        <w:trPr>
          <w:gridBefore w:val="1"/>
          <w:wBefore w:w="6" w:type="dxa"/>
          <w:trHeight w:val="180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 кодекса этики и служебного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содержание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Default="00A40B9B" w:rsidP="00040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администрации,</w:t>
            </w:r>
          </w:p>
          <w:p w:rsidR="00A40B9B" w:rsidRPr="002203ED" w:rsidRDefault="00A40B9B" w:rsidP="00040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 р.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rPr>
          <w:gridBefore w:val="1"/>
          <w:wBefore w:w="6" w:type="dxa"/>
          <w:trHeight w:val="210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урегулированию конфликта интересов на муниципальной службы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содержание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rPr>
          <w:gridBefore w:val="1"/>
          <w:wBefore w:w="6" w:type="dxa"/>
          <w:trHeight w:val="150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распространение практики деятельности органов местного самоуправления по повышению эффективности  антикоррупционных механизмов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D57E27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пределах средств, предусмотренных на содержание</w:t>
            </w:r>
            <w:r w:rsidRPr="00220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D57E27" w:rsidRDefault="00A40B9B" w:rsidP="000406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Default="00A40B9B" w:rsidP="004D0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 квартал 2017 г. –</w:t>
            </w:r>
          </w:p>
          <w:p w:rsidR="00A40B9B" w:rsidRPr="002203ED" w:rsidRDefault="00A40B9B" w:rsidP="004D0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 квартал 2018 г.</w:t>
            </w:r>
          </w:p>
        </w:tc>
      </w:tr>
      <w:tr w:rsidR="00A40B9B" w:rsidRPr="00570A53">
        <w:trPr>
          <w:gridBefore w:val="1"/>
          <w:wBefore w:w="6" w:type="dxa"/>
          <w:trHeight w:val="150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и актуализация на официальном сайте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  <w:r w:rsidRPr="00220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района, в СМИ методических материалов по вопросам противодействия коррупции, мерах по ее предупреждению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пределах средств, предусмотренных на содержание</w:t>
            </w:r>
            <w:r w:rsidRPr="00220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2203ED" w:rsidRDefault="00A40B9B" w:rsidP="000406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администрации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Ежекварталь-но</w:t>
            </w:r>
          </w:p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г.</w:t>
            </w:r>
          </w:p>
        </w:tc>
      </w:tr>
      <w:tr w:rsidR="00A40B9B" w:rsidRPr="00570A53">
        <w:trPr>
          <w:gridBefore w:val="1"/>
          <w:wBefore w:w="6" w:type="dxa"/>
          <w:trHeight w:val="105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Оперативная актуализация нормативных актов органов местного самоуправления по противодействию коррупции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пределах средств, предусмотренных на содержание</w:t>
            </w:r>
            <w:r w:rsidRPr="00220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0406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администрации, </w:t>
            </w:r>
          </w:p>
          <w:p w:rsidR="00A40B9B" w:rsidRPr="002203ED" w:rsidRDefault="00A40B9B" w:rsidP="00040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2 р.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rPr>
          <w:gridBefore w:val="1"/>
          <w:wBefore w:w="6" w:type="dxa"/>
          <w:trHeight w:val="150"/>
        </w:trPr>
        <w:tc>
          <w:tcPr>
            <w:tcW w:w="13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3A5F14" w:rsidRDefault="00A40B9B" w:rsidP="003A5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A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570A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.Повышение престижа муниципальной службы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570A53" w:rsidRDefault="00A40B9B" w:rsidP="003A5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0B9B" w:rsidRPr="00570A53">
        <w:trPr>
          <w:gridBefore w:val="1"/>
          <w:wBefore w:w="6" w:type="dxa"/>
          <w:trHeight w:val="1110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ффективности взаимодействия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Ереминского сельсовета Кыштовского района Новосибирской области</w:t>
            </w: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 и гражданского общества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ств, предусмотренных на содержание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Pr="002203ED" w:rsidRDefault="00A40B9B" w:rsidP="00040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годы</w:t>
            </w:r>
          </w:p>
        </w:tc>
      </w:tr>
      <w:tr w:rsidR="00A40B9B" w:rsidRPr="00570A53">
        <w:trPr>
          <w:gridBefore w:val="1"/>
          <w:wBefore w:w="6" w:type="dxa"/>
          <w:trHeight w:val="684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морального и материального стимулирования муниципальных служащих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2203ED" w:rsidRDefault="00A40B9B" w:rsidP="003A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Pr="00D57E27">
              <w:rPr>
                <w:rFonts w:ascii="Times New Roman" w:hAnsi="Times New Roman" w:cs="Times New Roman"/>
                <w:sz w:val="24"/>
                <w:szCs w:val="24"/>
              </w:rPr>
              <w:t>ств, предусмотренных на содержание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Ереминского сельсовета Кыштовского района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Pr="002203ED" w:rsidRDefault="00A40B9B" w:rsidP="00040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203E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0B9B" w:rsidRPr="002203ED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B9B" w:rsidRDefault="00A40B9B" w:rsidP="0022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9B" w:rsidRDefault="00A40B9B" w:rsidP="004D0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Ежекварталь-но</w:t>
            </w:r>
          </w:p>
          <w:p w:rsidR="00A40B9B" w:rsidRPr="002203ED" w:rsidRDefault="00A40B9B" w:rsidP="004D0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г.</w:t>
            </w:r>
          </w:p>
        </w:tc>
      </w:tr>
    </w:tbl>
    <w:p w:rsidR="00A40B9B" w:rsidRPr="002203ED" w:rsidRDefault="00A40B9B" w:rsidP="002203ED">
      <w:pPr>
        <w:spacing w:after="0" w:line="240" w:lineRule="auto"/>
        <w:jc w:val="both"/>
        <w:rPr>
          <w:sz w:val="24"/>
          <w:szCs w:val="24"/>
        </w:rPr>
      </w:pPr>
    </w:p>
    <w:p w:rsidR="00A40B9B" w:rsidRPr="002203ED" w:rsidRDefault="00A40B9B" w:rsidP="00220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Pr="002203ED">
        <w:rPr>
          <w:rFonts w:ascii="Times New Roman" w:hAnsi="Times New Roman" w:cs="Times New Roman"/>
          <w:sz w:val="24"/>
          <w:szCs w:val="24"/>
        </w:rPr>
        <w:tab/>
      </w:r>
      <w:r w:rsidRPr="002203ED">
        <w:rPr>
          <w:rFonts w:ascii="Times New Roman" w:hAnsi="Times New Roman" w:cs="Times New Roman"/>
          <w:sz w:val="24"/>
          <w:szCs w:val="24"/>
        </w:rPr>
        <w:tab/>
      </w:r>
      <w:r w:rsidRPr="002203ED">
        <w:rPr>
          <w:rFonts w:ascii="Times New Roman" w:hAnsi="Times New Roman" w:cs="Times New Roman"/>
          <w:sz w:val="24"/>
          <w:szCs w:val="24"/>
        </w:rPr>
        <w:tab/>
      </w:r>
      <w:r w:rsidRPr="002203ED">
        <w:rPr>
          <w:rFonts w:ascii="Times New Roman" w:hAnsi="Times New Roman" w:cs="Times New Roman"/>
          <w:sz w:val="24"/>
          <w:szCs w:val="24"/>
        </w:rPr>
        <w:tab/>
      </w:r>
      <w:r w:rsidRPr="002203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А.Н.Мизгирев</w:t>
      </w:r>
    </w:p>
    <w:sectPr w:rsidR="00A40B9B" w:rsidRPr="002203ED" w:rsidSect="00EA18B0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B9B" w:rsidRDefault="00A40B9B" w:rsidP="005040D8">
      <w:pPr>
        <w:spacing w:after="0" w:line="240" w:lineRule="auto"/>
      </w:pPr>
      <w:r>
        <w:separator/>
      </w:r>
    </w:p>
  </w:endnote>
  <w:endnote w:type="continuationSeparator" w:id="1">
    <w:p w:rsidR="00A40B9B" w:rsidRDefault="00A40B9B" w:rsidP="00504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9B" w:rsidRDefault="00A40B9B">
    <w:pPr>
      <w:pStyle w:val="Footer"/>
      <w:jc w:val="right"/>
    </w:pPr>
    <w:fldSimple w:instr="PAGE   \* MERGEFORMAT">
      <w:r>
        <w:rPr>
          <w:noProof/>
        </w:rPr>
        <w:t>6</w:t>
      </w:r>
    </w:fldSimple>
  </w:p>
  <w:p w:rsidR="00A40B9B" w:rsidRDefault="00A40B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B9B" w:rsidRDefault="00A40B9B" w:rsidP="005040D8">
      <w:pPr>
        <w:spacing w:after="0" w:line="240" w:lineRule="auto"/>
      </w:pPr>
      <w:r>
        <w:separator/>
      </w:r>
    </w:p>
  </w:footnote>
  <w:footnote w:type="continuationSeparator" w:id="1">
    <w:p w:rsidR="00A40B9B" w:rsidRDefault="00A40B9B" w:rsidP="00504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476CD"/>
    <w:multiLevelType w:val="hybridMultilevel"/>
    <w:tmpl w:val="B952F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25C0"/>
    <w:rsid w:val="000406A3"/>
    <w:rsid w:val="000F4838"/>
    <w:rsid w:val="001010BB"/>
    <w:rsid w:val="00150D87"/>
    <w:rsid w:val="00171B85"/>
    <w:rsid w:val="001C37A1"/>
    <w:rsid w:val="001E2D5C"/>
    <w:rsid w:val="002203ED"/>
    <w:rsid w:val="002333C4"/>
    <w:rsid w:val="00247240"/>
    <w:rsid w:val="00247F3D"/>
    <w:rsid w:val="002729B9"/>
    <w:rsid w:val="002B5FE4"/>
    <w:rsid w:val="00342088"/>
    <w:rsid w:val="00353D1E"/>
    <w:rsid w:val="00355F77"/>
    <w:rsid w:val="003A5F14"/>
    <w:rsid w:val="003F4100"/>
    <w:rsid w:val="00477632"/>
    <w:rsid w:val="004963C7"/>
    <w:rsid w:val="004C08D7"/>
    <w:rsid w:val="004C5701"/>
    <w:rsid w:val="004D05EE"/>
    <w:rsid w:val="005040D8"/>
    <w:rsid w:val="00506E4F"/>
    <w:rsid w:val="00534B9B"/>
    <w:rsid w:val="00552A91"/>
    <w:rsid w:val="00554812"/>
    <w:rsid w:val="00570A53"/>
    <w:rsid w:val="005726C0"/>
    <w:rsid w:val="00572B14"/>
    <w:rsid w:val="005850A2"/>
    <w:rsid w:val="00592635"/>
    <w:rsid w:val="00592D8C"/>
    <w:rsid w:val="005F6912"/>
    <w:rsid w:val="00623DDD"/>
    <w:rsid w:val="00625558"/>
    <w:rsid w:val="0063720F"/>
    <w:rsid w:val="00691070"/>
    <w:rsid w:val="006B3D4C"/>
    <w:rsid w:val="006C78EE"/>
    <w:rsid w:val="006F0772"/>
    <w:rsid w:val="00740F54"/>
    <w:rsid w:val="00743479"/>
    <w:rsid w:val="00763989"/>
    <w:rsid w:val="007E04FF"/>
    <w:rsid w:val="007E220E"/>
    <w:rsid w:val="007E65B8"/>
    <w:rsid w:val="00863065"/>
    <w:rsid w:val="008639EC"/>
    <w:rsid w:val="00875FDE"/>
    <w:rsid w:val="00876152"/>
    <w:rsid w:val="008B192A"/>
    <w:rsid w:val="00941DE7"/>
    <w:rsid w:val="00946049"/>
    <w:rsid w:val="00965FF7"/>
    <w:rsid w:val="009E68BF"/>
    <w:rsid w:val="009F001D"/>
    <w:rsid w:val="00A243C0"/>
    <w:rsid w:val="00A40B9B"/>
    <w:rsid w:val="00A52140"/>
    <w:rsid w:val="00A86C4F"/>
    <w:rsid w:val="00A94393"/>
    <w:rsid w:val="00AA4BCF"/>
    <w:rsid w:val="00B55C69"/>
    <w:rsid w:val="00BA0D37"/>
    <w:rsid w:val="00BC1A8D"/>
    <w:rsid w:val="00BE31AF"/>
    <w:rsid w:val="00C43AC1"/>
    <w:rsid w:val="00C45AC4"/>
    <w:rsid w:val="00C67D97"/>
    <w:rsid w:val="00CD0439"/>
    <w:rsid w:val="00CF14AB"/>
    <w:rsid w:val="00D06F08"/>
    <w:rsid w:val="00D57E27"/>
    <w:rsid w:val="00D66D61"/>
    <w:rsid w:val="00D925C0"/>
    <w:rsid w:val="00DC1852"/>
    <w:rsid w:val="00DF6111"/>
    <w:rsid w:val="00E23F52"/>
    <w:rsid w:val="00E263E5"/>
    <w:rsid w:val="00E56163"/>
    <w:rsid w:val="00EA18B0"/>
    <w:rsid w:val="00EF6F79"/>
    <w:rsid w:val="00F81302"/>
    <w:rsid w:val="00FB7459"/>
    <w:rsid w:val="00FE2F2A"/>
    <w:rsid w:val="00FE5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F0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D925C0"/>
  </w:style>
  <w:style w:type="paragraph" w:styleId="NormalWeb">
    <w:name w:val="Normal (Web)"/>
    <w:basedOn w:val="Normal"/>
    <w:uiPriority w:val="99"/>
    <w:rsid w:val="00D925C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Normal"/>
    <w:uiPriority w:val="99"/>
    <w:rsid w:val="00D57E2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2">
    <w:name w:val="s2"/>
    <w:basedOn w:val="DefaultParagraphFont"/>
    <w:uiPriority w:val="99"/>
    <w:rsid w:val="00D57E27"/>
  </w:style>
  <w:style w:type="paragraph" w:customStyle="1" w:styleId="p2">
    <w:name w:val="p2"/>
    <w:basedOn w:val="Normal"/>
    <w:uiPriority w:val="99"/>
    <w:rsid w:val="00D57E2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4">
    <w:name w:val="p4"/>
    <w:basedOn w:val="Normal"/>
    <w:uiPriority w:val="99"/>
    <w:rsid w:val="00D57E2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3A5F1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55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C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04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0D8"/>
  </w:style>
  <w:style w:type="paragraph" w:styleId="Footer">
    <w:name w:val="footer"/>
    <w:basedOn w:val="Normal"/>
    <w:link w:val="FooterChar"/>
    <w:uiPriority w:val="99"/>
    <w:rsid w:val="00504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0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37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7</Pages>
  <Words>1918</Words>
  <Characters>10938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</dc:creator>
  <cp:keywords/>
  <dc:description/>
  <cp:lastModifiedBy>..</cp:lastModifiedBy>
  <cp:revision>19</cp:revision>
  <cp:lastPrinted>2017-06-05T04:11:00Z</cp:lastPrinted>
  <dcterms:created xsi:type="dcterms:W3CDTF">2017-08-10T10:12:00Z</dcterms:created>
  <dcterms:modified xsi:type="dcterms:W3CDTF">2017-08-14T08:21:00Z</dcterms:modified>
</cp:coreProperties>
</file>