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5D2" w:rsidRPr="00EE1EE9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 ЕРЕМИНСКОГО</w:t>
      </w:r>
      <w:r w:rsidRPr="00EE1EE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4465D2" w:rsidRPr="00EE1EE9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E1EE9">
        <w:rPr>
          <w:rFonts w:ascii="Times New Roman" w:hAnsi="Times New Roman" w:cs="Times New Roman"/>
          <w:sz w:val="28"/>
          <w:szCs w:val="28"/>
          <w:lang w:eastAsia="ru-RU"/>
        </w:rPr>
        <w:t>КЫШТОВСКОГО РАЙОНАНОВОСИБИРСКОЙ ОБЛАСТИ</w:t>
      </w:r>
    </w:p>
    <w:p w:rsidR="004465D2" w:rsidRPr="00EE1EE9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65D2" w:rsidRPr="00EE1EE9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E1EE9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</w:p>
    <w:p w:rsidR="004465D2" w:rsidRPr="00EE1EE9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65D2" w:rsidRPr="00EE1EE9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д.Еремино</w:t>
      </w:r>
    </w:p>
    <w:p w:rsidR="004465D2" w:rsidRPr="00EE1EE9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05.04.</w:t>
      </w:r>
      <w:r w:rsidRPr="00EE1EE9">
        <w:rPr>
          <w:rFonts w:ascii="Times New Roman" w:hAnsi="Times New Roman" w:cs="Times New Roman"/>
          <w:sz w:val="28"/>
          <w:szCs w:val="28"/>
          <w:lang w:eastAsia="ru-RU"/>
        </w:rPr>
        <w:t xml:space="preserve">2018г.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№ 18</w:t>
      </w:r>
    </w:p>
    <w:p w:rsidR="004465D2" w:rsidRPr="00EE1EE9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65D2" w:rsidRDefault="004465D2" w:rsidP="00EE1EE9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65D2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65D2" w:rsidRPr="00EE1EE9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EE9">
        <w:rPr>
          <w:rFonts w:ascii="Times New Roman" w:hAnsi="Times New Roman" w:cs="Times New Roman"/>
          <w:sz w:val="28"/>
          <w:szCs w:val="28"/>
        </w:rPr>
        <w:t xml:space="preserve">Об определении должностного лица, уполномоченного на осуществление муниципального контроля на территории </w:t>
      </w:r>
      <w:r>
        <w:rPr>
          <w:rFonts w:ascii="Times New Roman" w:hAnsi="Times New Roman" w:cs="Times New Roman"/>
          <w:sz w:val="28"/>
          <w:szCs w:val="28"/>
        </w:rPr>
        <w:t>Ереминского</w:t>
      </w:r>
      <w:r w:rsidRPr="00EE1EE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465D2" w:rsidRPr="00EE1EE9" w:rsidRDefault="004465D2" w:rsidP="00EE1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Кыштовского</w:t>
      </w:r>
      <w:r w:rsidRPr="00EE1EE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4465D2" w:rsidRPr="00EE1EE9" w:rsidRDefault="004465D2" w:rsidP="00EE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5D2" w:rsidRPr="00EB755E" w:rsidRDefault="004465D2" w:rsidP="00EE1E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65D2" w:rsidRDefault="004465D2" w:rsidP="00EE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со ст. </w:t>
      </w:r>
      <w:r w:rsidRPr="00C55CA1">
        <w:rPr>
          <w:rFonts w:ascii="Times New Roman" w:hAnsi="Times New Roman" w:cs="Times New Roman"/>
          <w:sz w:val="28"/>
          <w:szCs w:val="28"/>
        </w:rPr>
        <w:t xml:space="preserve">14  Федерального закона от 06.10.2003 г. № 131-ФЗ «Об общих принципах организации местного самоуправления в Российской Федерации»,   руководствуясь Уставом </w:t>
      </w:r>
      <w:r>
        <w:rPr>
          <w:rFonts w:ascii="Times New Roman" w:hAnsi="Times New Roman" w:cs="Times New Roman"/>
          <w:sz w:val="28"/>
          <w:szCs w:val="28"/>
        </w:rPr>
        <w:t xml:space="preserve">Ереминского </w:t>
      </w:r>
      <w:r w:rsidRPr="00C55CA1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Кыштовского</w:t>
      </w:r>
      <w:r w:rsidRPr="00C55CA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в целях осуществления муниципального контроля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Ереминского </w:t>
      </w:r>
      <w:r w:rsidRPr="00C55CA1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Кыштовского</w:t>
      </w:r>
      <w:r w:rsidRPr="00C55CA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A9289A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4465D2" w:rsidRPr="00EE1EE9" w:rsidRDefault="004465D2" w:rsidP="00EE1EE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4465D2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BC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CA1"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>Тиунову Татьяну Николаевну</w:t>
      </w:r>
      <w:r w:rsidRPr="00C55CA1">
        <w:rPr>
          <w:rFonts w:ascii="Times New Roman" w:hAnsi="Times New Roman" w:cs="Times New Roman"/>
          <w:sz w:val="28"/>
          <w:szCs w:val="28"/>
        </w:rPr>
        <w:t xml:space="preserve">, специалиста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Ереминского </w:t>
      </w:r>
      <w:r w:rsidRPr="00C55CA1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Кыштовского</w:t>
      </w:r>
      <w:r w:rsidRPr="00C55CA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должностным лицом, уполномоченным  на осуществление муниципального контроля:</w:t>
      </w:r>
    </w:p>
    <w:p w:rsidR="004465D2" w:rsidRPr="00C55CA1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CA1">
        <w:rPr>
          <w:rFonts w:ascii="Times New Roman" w:hAnsi="Times New Roman" w:cs="Times New Roman"/>
          <w:sz w:val="28"/>
          <w:szCs w:val="28"/>
        </w:rPr>
        <w:t>- за сохранностью автомобильных дорог местного значения в границах населенных пунктов поселения;</w:t>
      </w:r>
    </w:p>
    <w:p w:rsidR="004465D2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CA1">
        <w:rPr>
          <w:rFonts w:ascii="Times New Roman" w:hAnsi="Times New Roman" w:cs="Times New Roman"/>
          <w:sz w:val="28"/>
          <w:szCs w:val="28"/>
        </w:rPr>
        <w:t>- в сфере муниципального жилищного контроля;</w:t>
      </w:r>
    </w:p>
    <w:p w:rsidR="004465D2" w:rsidRPr="002F40A8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BCF">
        <w:rPr>
          <w:rFonts w:ascii="Times New Roman" w:hAnsi="Times New Roman" w:cs="Times New Roman"/>
          <w:sz w:val="28"/>
          <w:szCs w:val="28"/>
          <w:lang w:eastAsia="ru-RU"/>
        </w:rPr>
        <w:t>- в сфере лесного контроля</w:t>
      </w:r>
      <w:r w:rsidRPr="002F4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465D2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сфере торговой деятельности;</w:t>
      </w:r>
    </w:p>
    <w:p w:rsidR="004465D2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организацией по продаже на розничных рынках;</w:t>
      </w:r>
    </w:p>
    <w:p w:rsidR="004465D2" w:rsidRPr="002F40A8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соблюдением законодательства в области розничной продажи алкогольной продукции.</w:t>
      </w:r>
    </w:p>
    <w:p w:rsidR="004465D2" w:rsidRPr="00C55CA1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55CA1">
        <w:rPr>
          <w:rFonts w:ascii="Times New Roman" w:hAnsi="Times New Roman" w:cs="Times New Roman"/>
          <w:sz w:val="28"/>
          <w:szCs w:val="28"/>
        </w:rPr>
        <w:t xml:space="preserve">  Должностн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C55CA1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C55CA1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C55CA1">
        <w:rPr>
          <w:rFonts w:ascii="Times New Roman" w:hAnsi="Times New Roman" w:cs="Times New Roman"/>
          <w:sz w:val="28"/>
          <w:szCs w:val="28"/>
        </w:rPr>
        <w:t>контрольные мероприятия проводить в соответствии с утвержденными административными регламентами.</w:t>
      </w:r>
    </w:p>
    <w:p w:rsidR="004465D2" w:rsidRDefault="004465D2" w:rsidP="00EE1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0C98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периодическом печатном издании «</w:t>
      </w:r>
      <w:r>
        <w:rPr>
          <w:rFonts w:ascii="Times New Roman" w:hAnsi="Times New Roman" w:cs="Times New Roman"/>
          <w:sz w:val="28"/>
          <w:szCs w:val="28"/>
        </w:rPr>
        <w:t xml:space="preserve">Ереминский </w:t>
      </w:r>
      <w:r w:rsidRPr="00940C98">
        <w:rPr>
          <w:rFonts w:ascii="Times New Roman" w:hAnsi="Times New Roman" w:cs="Times New Roman"/>
          <w:sz w:val="28"/>
          <w:szCs w:val="28"/>
        </w:rPr>
        <w:t xml:space="preserve"> вестник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465D2" w:rsidRPr="00940C98" w:rsidRDefault="004465D2" w:rsidP="00EE1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40C98">
        <w:rPr>
          <w:rFonts w:ascii="Times New Roman" w:hAnsi="Times New Roman" w:cs="Times New Roman"/>
          <w:sz w:val="28"/>
          <w:szCs w:val="28"/>
        </w:rPr>
        <w:t>.Контроль исполнения постановления оставляю за собой.</w:t>
      </w:r>
    </w:p>
    <w:p w:rsidR="004465D2" w:rsidRPr="00940C98" w:rsidRDefault="004465D2" w:rsidP="00EE1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5D2" w:rsidRDefault="004465D2">
      <w:r>
        <w:rPr>
          <w:rFonts w:ascii="Times New Roman" w:hAnsi="Times New Roman" w:cs="Times New Roman"/>
          <w:sz w:val="28"/>
          <w:szCs w:val="28"/>
        </w:rPr>
        <w:t>Глава Ереминского сельсовета                              А.Н.Мизгирев</w:t>
      </w:r>
    </w:p>
    <w:sectPr w:rsidR="004465D2" w:rsidSect="00EE1EE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EE9"/>
    <w:rsid w:val="0000000D"/>
    <w:rsid w:val="000000AF"/>
    <w:rsid w:val="00000193"/>
    <w:rsid w:val="0000041B"/>
    <w:rsid w:val="00000560"/>
    <w:rsid w:val="00000BE3"/>
    <w:rsid w:val="00000D61"/>
    <w:rsid w:val="00000D90"/>
    <w:rsid w:val="00000EEA"/>
    <w:rsid w:val="00000F30"/>
    <w:rsid w:val="00001171"/>
    <w:rsid w:val="000011FA"/>
    <w:rsid w:val="00001209"/>
    <w:rsid w:val="00001303"/>
    <w:rsid w:val="00001427"/>
    <w:rsid w:val="0000158C"/>
    <w:rsid w:val="000015B1"/>
    <w:rsid w:val="000016C7"/>
    <w:rsid w:val="00001905"/>
    <w:rsid w:val="00001C33"/>
    <w:rsid w:val="00001C50"/>
    <w:rsid w:val="00001D8D"/>
    <w:rsid w:val="00002145"/>
    <w:rsid w:val="00002771"/>
    <w:rsid w:val="00002932"/>
    <w:rsid w:val="0000299B"/>
    <w:rsid w:val="00002A69"/>
    <w:rsid w:val="00003883"/>
    <w:rsid w:val="0000388D"/>
    <w:rsid w:val="000039C2"/>
    <w:rsid w:val="00003B16"/>
    <w:rsid w:val="00003BD1"/>
    <w:rsid w:val="00004458"/>
    <w:rsid w:val="00004492"/>
    <w:rsid w:val="0000464B"/>
    <w:rsid w:val="00004692"/>
    <w:rsid w:val="000048F1"/>
    <w:rsid w:val="000049CE"/>
    <w:rsid w:val="00004B4C"/>
    <w:rsid w:val="00004BC5"/>
    <w:rsid w:val="00004EAE"/>
    <w:rsid w:val="000050D8"/>
    <w:rsid w:val="000053C0"/>
    <w:rsid w:val="000054DA"/>
    <w:rsid w:val="00005973"/>
    <w:rsid w:val="00005A60"/>
    <w:rsid w:val="000067D8"/>
    <w:rsid w:val="00006926"/>
    <w:rsid w:val="000069EF"/>
    <w:rsid w:val="00006CD1"/>
    <w:rsid w:val="00006ECC"/>
    <w:rsid w:val="000071C5"/>
    <w:rsid w:val="00007408"/>
    <w:rsid w:val="00007436"/>
    <w:rsid w:val="0000745E"/>
    <w:rsid w:val="0000763D"/>
    <w:rsid w:val="000076BE"/>
    <w:rsid w:val="00010438"/>
    <w:rsid w:val="00010791"/>
    <w:rsid w:val="000108CE"/>
    <w:rsid w:val="00010C87"/>
    <w:rsid w:val="000122C8"/>
    <w:rsid w:val="000124AF"/>
    <w:rsid w:val="000129E9"/>
    <w:rsid w:val="0001304C"/>
    <w:rsid w:val="0001305D"/>
    <w:rsid w:val="00013327"/>
    <w:rsid w:val="0001344E"/>
    <w:rsid w:val="0001353B"/>
    <w:rsid w:val="000136B3"/>
    <w:rsid w:val="00013DEB"/>
    <w:rsid w:val="00014A62"/>
    <w:rsid w:val="00014C94"/>
    <w:rsid w:val="00014FB2"/>
    <w:rsid w:val="00015231"/>
    <w:rsid w:val="00015487"/>
    <w:rsid w:val="00015994"/>
    <w:rsid w:val="00015B36"/>
    <w:rsid w:val="00015F49"/>
    <w:rsid w:val="00015F90"/>
    <w:rsid w:val="0001686D"/>
    <w:rsid w:val="00016DC6"/>
    <w:rsid w:val="00016F3D"/>
    <w:rsid w:val="000170E7"/>
    <w:rsid w:val="0001731D"/>
    <w:rsid w:val="000173E7"/>
    <w:rsid w:val="000174B8"/>
    <w:rsid w:val="000174BB"/>
    <w:rsid w:val="00017711"/>
    <w:rsid w:val="000177F4"/>
    <w:rsid w:val="000178A1"/>
    <w:rsid w:val="00017A83"/>
    <w:rsid w:val="00017AE8"/>
    <w:rsid w:val="00017B6B"/>
    <w:rsid w:val="00017BC0"/>
    <w:rsid w:val="0002027E"/>
    <w:rsid w:val="00020494"/>
    <w:rsid w:val="00020533"/>
    <w:rsid w:val="00020A09"/>
    <w:rsid w:val="00020CC2"/>
    <w:rsid w:val="00020DB8"/>
    <w:rsid w:val="00020E77"/>
    <w:rsid w:val="00020FB2"/>
    <w:rsid w:val="000213A1"/>
    <w:rsid w:val="000219CE"/>
    <w:rsid w:val="000224F1"/>
    <w:rsid w:val="0002265E"/>
    <w:rsid w:val="00022B7D"/>
    <w:rsid w:val="00022D12"/>
    <w:rsid w:val="00022F79"/>
    <w:rsid w:val="000238A3"/>
    <w:rsid w:val="00023DCC"/>
    <w:rsid w:val="00023DFA"/>
    <w:rsid w:val="000241AB"/>
    <w:rsid w:val="00024377"/>
    <w:rsid w:val="0002468D"/>
    <w:rsid w:val="00024AF2"/>
    <w:rsid w:val="00025295"/>
    <w:rsid w:val="0002559A"/>
    <w:rsid w:val="0002592B"/>
    <w:rsid w:val="00025BA3"/>
    <w:rsid w:val="00026B15"/>
    <w:rsid w:val="00026B6D"/>
    <w:rsid w:val="000270D7"/>
    <w:rsid w:val="00027130"/>
    <w:rsid w:val="00027781"/>
    <w:rsid w:val="00027A5E"/>
    <w:rsid w:val="00027E0A"/>
    <w:rsid w:val="00030429"/>
    <w:rsid w:val="00030564"/>
    <w:rsid w:val="000306CE"/>
    <w:rsid w:val="0003086E"/>
    <w:rsid w:val="000308CD"/>
    <w:rsid w:val="000309E9"/>
    <w:rsid w:val="00030B6F"/>
    <w:rsid w:val="00030EAB"/>
    <w:rsid w:val="00030F3E"/>
    <w:rsid w:val="00031925"/>
    <w:rsid w:val="00031C70"/>
    <w:rsid w:val="0003220E"/>
    <w:rsid w:val="0003257E"/>
    <w:rsid w:val="0003271F"/>
    <w:rsid w:val="0003277C"/>
    <w:rsid w:val="00032820"/>
    <w:rsid w:val="00032863"/>
    <w:rsid w:val="00032D5C"/>
    <w:rsid w:val="00032E8A"/>
    <w:rsid w:val="00032F24"/>
    <w:rsid w:val="00033201"/>
    <w:rsid w:val="0003342A"/>
    <w:rsid w:val="00033990"/>
    <w:rsid w:val="00033B01"/>
    <w:rsid w:val="00033C27"/>
    <w:rsid w:val="00033CC5"/>
    <w:rsid w:val="0003418A"/>
    <w:rsid w:val="00034256"/>
    <w:rsid w:val="000342B6"/>
    <w:rsid w:val="00034361"/>
    <w:rsid w:val="000345D2"/>
    <w:rsid w:val="00034C64"/>
    <w:rsid w:val="00034D9D"/>
    <w:rsid w:val="000352E0"/>
    <w:rsid w:val="00035444"/>
    <w:rsid w:val="000357AD"/>
    <w:rsid w:val="00035DE9"/>
    <w:rsid w:val="00035F76"/>
    <w:rsid w:val="00036004"/>
    <w:rsid w:val="0003650C"/>
    <w:rsid w:val="000369F6"/>
    <w:rsid w:val="00036A5E"/>
    <w:rsid w:val="00036A72"/>
    <w:rsid w:val="00036ADE"/>
    <w:rsid w:val="00036D37"/>
    <w:rsid w:val="0003702B"/>
    <w:rsid w:val="000374E7"/>
    <w:rsid w:val="00037C2D"/>
    <w:rsid w:val="00037CA3"/>
    <w:rsid w:val="000400C3"/>
    <w:rsid w:val="000414DF"/>
    <w:rsid w:val="0004181B"/>
    <w:rsid w:val="0004186B"/>
    <w:rsid w:val="00041893"/>
    <w:rsid w:val="0004202F"/>
    <w:rsid w:val="000420A2"/>
    <w:rsid w:val="000420BC"/>
    <w:rsid w:val="00042671"/>
    <w:rsid w:val="00042C55"/>
    <w:rsid w:val="00042F18"/>
    <w:rsid w:val="000430F7"/>
    <w:rsid w:val="00043339"/>
    <w:rsid w:val="00043CB8"/>
    <w:rsid w:val="00043FFB"/>
    <w:rsid w:val="000440B2"/>
    <w:rsid w:val="00044123"/>
    <w:rsid w:val="000445E7"/>
    <w:rsid w:val="000449F7"/>
    <w:rsid w:val="000450EA"/>
    <w:rsid w:val="000454E9"/>
    <w:rsid w:val="000458EB"/>
    <w:rsid w:val="00045B6B"/>
    <w:rsid w:val="00045D7E"/>
    <w:rsid w:val="00045E3D"/>
    <w:rsid w:val="000460F0"/>
    <w:rsid w:val="000466BA"/>
    <w:rsid w:val="0004675C"/>
    <w:rsid w:val="000469F7"/>
    <w:rsid w:val="00046D34"/>
    <w:rsid w:val="00046FBD"/>
    <w:rsid w:val="000478D1"/>
    <w:rsid w:val="00047B35"/>
    <w:rsid w:val="00047C0F"/>
    <w:rsid w:val="00047F63"/>
    <w:rsid w:val="00050493"/>
    <w:rsid w:val="000505B1"/>
    <w:rsid w:val="000509F1"/>
    <w:rsid w:val="00050F8D"/>
    <w:rsid w:val="0005109B"/>
    <w:rsid w:val="00051240"/>
    <w:rsid w:val="000518B4"/>
    <w:rsid w:val="0005190F"/>
    <w:rsid w:val="00051920"/>
    <w:rsid w:val="00051D83"/>
    <w:rsid w:val="00051F94"/>
    <w:rsid w:val="00052290"/>
    <w:rsid w:val="0005238A"/>
    <w:rsid w:val="00052602"/>
    <w:rsid w:val="000527BC"/>
    <w:rsid w:val="000529B0"/>
    <w:rsid w:val="00052B87"/>
    <w:rsid w:val="0005324B"/>
    <w:rsid w:val="0005329A"/>
    <w:rsid w:val="000532E6"/>
    <w:rsid w:val="000534B0"/>
    <w:rsid w:val="000534CF"/>
    <w:rsid w:val="00053583"/>
    <w:rsid w:val="00053ABA"/>
    <w:rsid w:val="00054239"/>
    <w:rsid w:val="00054385"/>
    <w:rsid w:val="000545BD"/>
    <w:rsid w:val="0005478D"/>
    <w:rsid w:val="00054C45"/>
    <w:rsid w:val="00054CBC"/>
    <w:rsid w:val="00054F20"/>
    <w:rsid w:val="000551F8"/>
    <w:rsid w:val="00055271"/>
    <w:rsid w:val="000557C2"/>
    <w:rsid w:val="00055AD3"/>
    <w:rsid w:val="0005608A"/>
    <w:rsid w:val="00056319"/>
    <w:rsid w:val="00056A31"/>
    <w:rsid w:val="00056A77"/>
    <w:rsid w:val="00057220"/>
    <w:rsid w:val="00057662"/>
    <w:rsid w:val="00057CF1"/>
    <w:rsid w:val="00060218"/>
    <w:rsid w:val="00060450"/>
    <w:rsid w:val="0006056B"/>
    <w:rsid w:val="00060877"/>
    <w:rsid w:val="0006091C"/>
    <w:rsid w:val="0006094E"/>
    <w:rsid w:val="00061190"/>
    <w:rsid w:val="0006135C"/>
    <w:rsid w:val="000613D3"/>
    <w:rsid w:val="00061604"/>
    <w:rsid w:val="000624E8"/>
    <w:rsid w:val="0006282B"/>
    <w:rsid w:val="00063163"/>
    <w:rsid w:val="000634CD"/>
    <w:rsid w:val="00063599"/>
    <w:rsid w:val="00063EE1"/>
    <w:rsid w:val="00064483"/>
    <w:rsid w:val="000646D3"/>
    <w:rsid w:val="000647AF"/>
    <w:rsid w:val="00064874"/>
    <w:rsid w:val="00064BBB"/>
    <w:rsid w:val="00064D64"/>
    <w:rsid w:val="000655F2"/>
    <w:rsid w:val="000656B5"/>
    <w:rsid w:val="00065773"/>
    <w:rsid w:val="000658D0"/>
    <w:rsid w:val="00065CE2"/>
    <w:rsid w:val="00065CEF"/>
    <w:rsid w:val="00065CF0"/>
    <w:rsid w:val="00065F6C"/>
    <w:rsid w:val="000660F5"/>
    <w:rsid w:val="000668BF"/>
    <w:rsid w:val="00066B62"/>
    <w:rsid w:val="00066CFA"/>
    <w:rsid w:val="00066D0F"/>
    <w:rsid w:val="00066DBF"/>
    <w:rsid w:val="00066FA4"/>
    <w:rsid w:val="00067864"/>
    <w:rsid w:val="00067CAA"/>
    <w:rsid w:val="0007032A"/>
    <w:rsid w:val="00070348"/>
    <w:rsid w:val="000705FF"/>
    <w:rsid w:val="000707CB"/>
    <w:rsid w:val="00070D53"/>
    <w:rsid w:val="000712B4"/>
    <w:rsid w:val="00071332"/>
    <w:rsid w:val="00071B1D"/>
    <w:rsid w:val="00071BB0"/>
    <w:rsid w:val="00071DE5"/>
    <w:rsid w:val="000726BE"/>
    <w:rsid w:val="000727C1"/>
    <w:rsid w:val="00072BAD"/>
    <w:rsid w:val="00073994"/>
    <w:rsid w:val="00073DBB"/>
    <w:rsid w:val="00073EED"/>
    <w:rsid w:val="00074229"/>
    <w:rsid w:val="00074514"/>
    <w:rsid w:val="00074974"/>
    <w:rsid w:val="00074BBA"/>
    <w:rsid w:val="00075006"/>
    <w:rsid w:val="00075337"/>
    <w:rsid w:val="00075519"/>
    <w:rsid w:val="00075677"/>
    <w:rsid w:val="000758B0"/>
    <w:rsid w:val="00075955"/>
    <w:rsid w:val="00075E5B"/>
    <w:rsid w:val="00075EC0"/>
    <w:rsid w:val="00076076"/>
    <w:rsid w:val="00076159"/>
    <w:rsid w:val="00076193"/>
    <w:rsid w:val="000763CA"/>
    <w:rsid w:val="0007661D"/>
    <w:rsid w:val="000767D1"/>
    <w:rsid w:val="00077830"/>
    <w:rsid w:val="00077A40"/>
    <w:rsid w:val="00077EFA"/>
    <w:rsid w:val="00080057"/>
    <w:rsid w:val="000804F9"/>
    <w:rsid w:val="00080524"/>
    <w:rsid w:val="000806BC"/>
    <w:rsid w:val="0008074E"/>
    <w:rsid w:val="000807BF"/>
    <w:rsid w:val="00080B4F"/>
    <w:rsid w:val="00080F92"/>
    <w:rsid w:val="000813CC"/>
    <w:rsid w:val="00081661"/>
    <w:rsid w:val="00081CEE"/>
    <w:rsid w:val="00081D94"/>
    <w:rsid w:val="000822BA"/>
    <w:rsid w:val="00082526"/>
    <w:rsid w:val="00082980"/>
    <w:rsid w:val="00083169"/>
    <w:rsid w:val="0008361A"/>
    <w:rsid w:val="000837FB"/>
    <w:rsid w:val="00083ADB"/>
    <w:rsid w:val="00084985"/>
    <w:rsid w:val="00084F90"/>
    <w:rsid w:val="000850BE"/>
    <w:rsid w:val="0008558E"/>
    <w:rsid w:val="000859A7"/>
    <w:rsid w:val="000859CA"/>
    <w:rsid w:val="0008606F"/>
    <w:rsid w:val="000863A2"/>
    <w:rsid w:val="00086487"/>
    <w:rsid w:val="0008653C"/>
    <w:rsid w:val="00086CF5"/>
    <w:rsid w:val="00086E5D"/>
    <w:rsid w:val="00086F6D"/>
    <w:rsid w:val="00087019"/>
    <w:rsid w:val="000870C7"/>
    <w:rsid w:val="00087474"/>
    <w:rsid w:val="000877B0"/>
    <w:rsid w:val="00087B33"/>
    <w:rsid w:val="00087D82"/>
    <w:rsid w:val="00090078"/>
    <w:rsid w:val="000906EA"/>
    <w:rsid w:val="000909A0"/>
    <w:rsid w:val="000909F9"/>
    <w:rsid w:val="00090BFF"/>
    <w:rsid w:val="00090E1B"/>
    <w:rsid w:val="000910C4"/>
    <w:rsid w:val="00091108"/>
    <w:rsid w:val="00091328"/>
    <w:rsid w:val="000913B0"/>
    <w:rsid w:val="000914B2"/>
    <w:rsid w:val="000916EF"/>
    <w:rsid w:val="00091742"/>
    <w:rsid w:val="000919DC"/>
    <w:rsid w:val="00091E9A"/>
    <w:rsid w:val="00092080"/>
    <w:rsid w:val="00092135"/>
    <w:rsid w:val="00092412"/>
    <w:rsid w:val="000927E9"/>
    <w:rsid w:val="00092A53"/>
    <w:rsid w:val="00092FB9"/>
    <w:rsid w:val="00092FF3"/>
    <w:rsid w:val="00093481"/>
    <w:rsid w:val="000938D5"/>
    <w:rsid w:val="00093D00"/>
    <w:rsid w:val="00093F30"/>
    <w:rsid w:val="000942FD"/>
    <w:rsid w:val="00094563"/>
    <w:rsid w:val="00094701"/>
    <w:rsid w:val="00094ADA"/>
    <w:rsid w:val="00094CFE"/>
    <w:rsid w:val="00094EF7"/>
    <w:rsid w:val="00095463"/>
    <w:rsid w:val="0009572C"/>
    <w:rsid w:val="00095A85"/>
    <w:rsid w:val="00095ABD"/>
    <w:rsid w:val="00095D3C"/>
    <w:rsid w:val="00095E2D"/>
    <w:rsid w:val="00095F59"/>
    <w:rsid w:val="00095F5C"/>
    <w:rsid w:val="000960B6"/>
    <w:rsid w:val="00096157"/>
    <w:rsid w:val="000962B9"/>
    <w:rsid w:val="00096540"/>
    <w:rsid w:val="000966B1"/>
    <w:rsid w:val="0009679F"/>
    <w:rsid w:val="000976CF"/>
    <w:rsid w:val="00097834"/>
    <w:rsid w:val="0009791C"/>
    <w:rsid w:val="000A00B8"/>
    <w:rsid w:val="000A0564"/>
    <w:rsid w:val="000A0B6A"/>
    <w:rsid w:val="000A1002"/>
    <w:rsid w:val="000A1086"/>
    <w:rsid w:val="000A12D6"/>
    <w:rsid w:val="000A1728"/>
    <w:rsid w:val="000A1AAE"/>
    <w:rsid w:val="000A1C01"/>
    <w:rsid w:val="000A2011"/>
    <w:rsid w:val="000A261D"/>
    <w:rsid w:val="000A269F"/>
    <w:rsid w:val="000A2C51"/>
    <w:rsid w:val="000A2CC0"/>
    <w:rsid w:val="000A2EEB"/>
    <w:rsid w:val="000A2F29"/>
    <w:rsid w:val="000A30B0"/>
    <w:rsid w:val="000A3439"/>
    <w:rsid w:val="000A35B2"/>
    <w:rsid w:val="000A36B0"/>
    <w:rsid w:val="000A38DF"/>
    <w:rsid w:val="000A3D6B"/>
    <w:rsid w:val="000A3E50"/>
    <w:rsid w:val="000A3F1C"/>
    <w:rsid w:val="000A4260"/>
    <w:rsid w:val="000A4D96"/>
    <w:rsid w:val="000A51C5"/>
    <w:rsid w:val="000A5399"/>
    <w:rsid w:val="000A5515"/>
    <w:rsid w:val="000A56E5"/>
    <w:rsid w:val="000A5883"/>
    <w:rsid w:val="000A5C87"/>
    <w:rsid w:val="000A5E84"/>
    <w:rsid w:val="000A6031"/>
    <w:rsid w:val="000A61C2"/>
    <w:rsid w:val="000A6426"/>
    <w:rsid w:val="000A64B1"/>
    <w:rsid w:val="000A6597"/>
    <w:rsid w:val="000A695A"/>
    <w:rsid w:val="000A6F16"/>
    <w:rsid w:val="000A723E"/>
    <w:rsid w:val="000A7306"/>
    <w:rsid w:val="000A758B"/>
    <w:rsid w:val="000A7A2D"/>
    <w:rsid w:val="000A7A7F"/>
    <w:rsid w:val="000B0127"/>
    <w:rsid w:val="000B08E9"/>
    <w:rsid w:val="000B0F10"/>
    <w:rsid w:val="000B15CE"/>
    <w:rsid w:val="000B17FF"/>
    <w:rsid w:val="000B1B74"/>
    <w:rsid w:val="000B20DC"/>
    <w:rsid w:val="000B233F"/>
    <w:rsid w:val="000B2550"/>
    <w:rsid w:val="000B2C13"/>
    <w:rsid w:val="000B3242"/>
    <w:rsid w:val="000B34E6"/>
    <w:rsid w:val="000B35D4"/>
    <w:rsid w:val="000B37DC"/>
    <w:rsid w:val="000B37F4"/>
    <w:rsid w:val="000B3F0A"/>
    <w:rsid w:val="000B4108"/>
    <w:rsid w:val="000B424C"/>
    <w:rsid w:val="000B4525"/>
    <w:rsid w:val="000B4B25"/>
    <w:rsid w:val="000B4E88"/>
    <w:rsid w:val="000B506B"/>
    <w:rsid w:val="000B5454"/>
    <w:rsid w:val="000B5A0E"/>
    <w:rsid w:val="000B5AAE"/>
    <w:rsid w:val="000B5DCD"/>
    <w:rsid w:val="000B6131"/>
    <w:rsid w:val="000B6255"/>
    <w:rsid w:val="000B6681"/>
    <w:rsid w:val="000B6821"/>
    <w:rsid w:val="000B6E44"/>
    <w:rsid w:val="000B725E"/>
    <w:rsid w:val="000B72D3"/>
    <w:rsid w:val="000B74E4"/>
    <w:rsid w:val="000B7563"/>
    <w:rsid w:val="000B75A8"/>
    <w:rsid w:val="000B75C9"/>
    <w:rsid w:val="000B7EC1"/>
    <w:rsid w:val="000B7EE8"/>
    <w:rsid w:val="000B7F49"/>
    <w:rsid w:val="000C0111"/>
    <w:rsid w:val="000C02F3"/>
    <w:rsid w:val="000C032C"/>
    <w:rsid w:val="000C04C4"/>
    <w:rsid w:val="000C06DF"/>
    <w:rsid w:val="000C08CE"/>
    <w:rsid w:val="000C09A6"/>
    <w:rsid w:val="000C0A7F"/>
    <w:rsid w:val="000C0AEA"/>
    <w:rsid w:val="000C0DE7"/>
    <w:rsid w:val="000C2262"/>
    <w:rsid w:val="000C2455"/>
    <w:rsid w:val="000C2598"/>
    <w:rsid w:val="000C28F1"/>
    <w:rsid w:val="000C28F8"/>
    <w:rsid w:val="000C2982"/>
    <w:rsid w:val="000C2B97"/>
    <w:rsid w:val="000C2D58"/>
    <w:rsid w:val="000C2E22"/>
    <w:rsid w:val="000C2F87"/>
    <w:rsid w:val="000C3749"/>
    <w:rsid w:val="000C3B5A"/>
    <w:rsid w:val="000C40BC"/>
    <w:rsid w:val="000C41E5"/>
    <w:rsid w:val="000C4248"/>
    <w:rsid w:val="000C452E"/>
    <w:rsid w:val="000C4A8D"/>
    <w:rsid w:val="000C5003"/>
    <w:rsid w:val="000C50F3"/>
    <w:rsid w:val="000C5962"/>
    <w:rsid w:val="000C5DBB"/>
    <w:rsid w:val="000C6200"/>
    <w:rsid w:val="000C6276"/>
    <w:rsid w:val="000C6290"/>
    <w:rsid w:val="000C63F6"/>
    <w:rsid w:val="000C6562"/>
    <w:rsid w:val="000C694A"/>
    <w:rsid w:val="000C6C42"/>
    <w:rsid w:val="000C6F73"/>
    <w:rsid w:val="000C6FCD"/>
    <w:rsid w:val="000C7329"/>
    <w:rsid w:val="000C7634"/>
    <w:rsid w:val="000C7CF3"/>
    <w:rsid w:val="000C7F85"/>
    <w:rsid w:val="000D0037"/>
    <w:rsid w:val="000D01CE"/>
    <w:rsid w:val="000D0214"/>
    <w:rsid w:val="000D043B"/>
    <w:rsid w:val="000D0D83"/>
    <w:rsid w:val="000D1038"/>
    <w:rsid w:val="000D110E"/>
    <w:rsid w:val="000D159D"/>
    <w:rsid w:val="000D184F"/>
    <w:rsid w:val="000D1CC0"/>
    <w:rsid w:val="000D1D7D"/>
    <w:rsid w:val="000D2291"/>
    <w:rsid w:val="000D23AD"/>
    <w:rsid w:val="000D24F7"/>
    <w:rsid w:val="000D2CEB"/>
    <w:rsid w:val="000D2CF6"/>
    <w:rsid w:val="000D3383"/>
    <w:rsid w:val="000D3F80"/>
    <w:rsid w:val="000D3FFD"/>
    <w:rsid w:val="000D41ED"/>
    <w:rsid w:val="000D4224"/>
    <w:rsid w:val="000D4372"/>
    <w:rsid w:val="000D44F7"/>
    <w:rsid w:val="000D488A"/>
    <w:rsid w:val="000D4ADE"/>
    <w:rsid w:val="000D4AEE"/>
    <w:rsid w:val="000D4F62"/>
    <w:rsid w:val="000D53A6"/>
    <w:rsid w:val="000D5786"/>
    <w:rsid w:val="000D588F"/>
    <w:rsid w:val="000D5D3E"/>
    <w:rsid w:val="000D5E21"/>
    <w:rsid w:val="000D71B2"/>
    <w:rsid w:val="000D7238"/>
    <w:rsid w:val="000D7720"/>
    <w:rsid w:val="000D77F0"/>
    <w:rsid w:val="000D78CA"/>
    <w:rsid w:val="000D7A6E"/>
    <w:rsid w:val="000D7AED"/>
    <w:rsid w:val="000E001B"/>
    <w:rsid w:val="000E06A4"/>
    <w:rsid w:val="000E0877"/>
    <w:rsid w:val="000E0946"/>
    <w:rsid w:val="000E1094"/>
    <w:rsid w:val="000E13A8"/>
    <w:rsid w:val="000E15F5"/>
    <w:rsid w:val="000E18E0"/>
    <w:rsid w:val="000E1A43"/>
    <w:rsid w:val="000E1A59"/>
    <w:rsid w:val="000E1B9F"/>
    <w:rsid w:val="000E1BD6"/>
    <w:rsid w:val="000E24A2"/>
    <w:rsid w:val="000E2605"/>
    <w:rsid w:val="000E2D06"/>
    <w:rsid w:val="000E2FB6"/>
    <w:rsid w:val="000E36B5"/>
    <w:rsid w:val="000E397D"/>
    <w:rsid w:val="000E3C46"/>
    <w:rsid w:val="000E427B"/>
    <w:rsid w:val="000E44F9"/>
    <w:rsid w:val="000E45FC"/>
    <w:rsid w:val="000E4613"/>
    <w:rsid w:val="000E4A26"/>
    <w:rsid w:val="000E4CD4"/>
    <w:rsid w:val="000E4D30"/>
    <w:rsid w:val="000E50CD"/>
    <w:rsid w:val="000E5221"/>
    <w:rsid w:val="000E54B4"/>
    <w:rsid w:val="000E5660"/>
    <w:rsid w:val="000E597D"/>
    <w:rsid w:val="000E5D41"/>
    <w:rsid w:val="000E5D79"/>
    <w:rsid w:val="000E5FD7"/>
    <w:rsid w:val="000E659B"/>
    <w:rsid w:val="000E6A3F"/>
    <w:rsid w:val="000E6A98"/>
    <w:rsid w:val="000E6CEF"/>
    <w:rsid w:val="000E6F1E"/>
    <w:rsid w:val="000E7477"/>
    <w:rsid w:val="000E7857"/>
    <w:rsid w:val="000E78BF"/>
    <w:rsid w:val="000F0EA8"/>
    <w:rsid w:val="000F1265"/>
    <w:rsid w:val="000F13E1"/>
    <w:rsid w:val="000F17E1"/>
    <w:rsid w:val="000F1809"/>
    <w:rsid w:val="000F18FA"/>
    <w:rsid w:val="000F24BE"/>
    <w:rsid w:val="000F29D5"/>
    <w:rsid w:val="000F2DF3"/>
    <w:rsid w:val="000F2F74"/>
    <w:rsid w:val="000F301E"/>
    <w:rsid w:val="000F31EC"/>
    <w:rsid w:val="000F38B0"/>
    <w:rsid w:val="000F396A"/>
    <w:rsid w:val="000F3B79"/>
    <w:rsid w:val="000F3F1D"/>
    <w:rsid w:val="000F4363"/>
    <w:rsid w:val="000F4405"/>
    <w:rsid w:val="000F44DE"/>
    <w:rsid w:val="000F4532"/>
    <w:rsid w:val="000F46F0"/>
    <w:rsid w:val="000F4C4E"/>
    <w:rsid w:val="000F4C76"/>
    <w:rsid w:val="000F4CDC"/>
    <w:rsid w:val="000F53DA"/>
    <w:rsid w:val="000F5CB8"/>
    <w:rsid w:val="000F5E84"/>
    <w:rsid w:val="000F647F"/>
    <w:rsid w:val="000F674F"/>
    <w:rsid w:val="000F7125"/>
    <w:rsid w:val="000F7469"/>
    <w:rsid w:val="000F748E"/>
    <w:rsid w:val="000F7DD8"/>
    <w:rsid w:val="001003A8"/>
    <w:rsid w:val="0010050C"/>
    <w:rsid w:val="00100535"/>
    <w:rsid w:val="0010066A"/>
    <w:rsid w:val="00100DA2"/>
    <w:rsid w:val="00100F5E"/>
    <w:rsid w:val="00101136"/>
    <w:rsid w:val="0010163D"/>
    <w:rsid w:val="00101992"/>
    <w:rsid w:val="00101C24"/>
    <w:rsid w:val="00101DB3"/>
    <w:rsid w:val="00101EB0"/>
    <w:rsid w:val="00101F24"/>
    <w:rsid w:val="001024EB"/>
    <w:rsid w:val="001027C9"/>
    <w:rsid w:val="00102854"/>
    <w:rsid w:val="00102855"/>
    <w:rsid w:val="0010292E"/>
    <w:rsid w:val="00103394"/>
    <w:rsid w:val="001035D8"/>
    <w:rsid w:val="00103710"/>
    <w:rsid w:val="00103A50"/>
    <w:rsid w:val="00103E6B"/>
    <w:rsid w:val="00103EEE"/>
    <w:rsid w:val="00103F5B"/>
    <w:rsid w:val="00104066"/>
    <w:rsid w:val="00104280"/>
    <w:rsid w:val="00105DAC"/>
    <w:rsid w:val="00105E6E"/>
    <w:rsid w:val="00106558"/>
    <w:rsid w:val="0010688E"/>
    <w:rsid w:val="00106F1E"/>
    <w:rsid w:val="00107437"/>
    <w:rsid w:val="001077DA"/>
    <w:rsid w:val="00107E6D"/>
    <w:rsid w:val="00107FF1"/>
    <w:rsid w:val="00110161"/>
    <w:rsid w:val="00110743"/>
    <w:rsid w:val="00110C25"/>
    <w:rsid w:val="00110EB4"/>
    <w:rsid w:val="00110F0D"/>
    <w:rsid w:val="00110FAB"/>
    <w:rsid w:val="001113CC"/>
    <w:rsid w:val="0011190E"/>
    <w:rsid w:val="00111B41"/>
    <w:rsid w:val="0011247A"/>
    <w:rsid w:val="001129B9"/>
    <w:rsid w:val="00112D0A"/>
    <w:rsid w:val="00112D24"/>
    <w:rsid w:val="00112FC7"/>
    <w:rsid w:val="0011341C"/>
    <w:rsid w:val="0011369B"/>
    <w:rsid w:val="001139BE"/>
    <w:rsid w:val="00113E84"/>
    <w:rsid w:val="0011473B"/>
    <w:rsid w:val="001148B3"/>
    <w:rsid w:val="00114DE1"/>
    <w:rsid w:val="001150FE"/>
    <w:rsid w:val="00115319"/>
    <w:rsid w:val="00115608"/>
    <w:rsid w:val="001157BD"/>
    <w:rsid w:val="0011584C"/>
    <w:rsid w:val="00116189"/>
    <w:rsid w:val="0011650A"/>
    <w:rsid w:val="00116529"/>
    <w:rsid w:val="001167A1"/>
    <w:rsid w:val="001167A4"/>
    <w:rsid w:val="00116A12"/>
    <w:rsid w:val="00116CE1"/>
    <w:rsid w:val="00116FE6"/>
    <w:rsid w:val="001172A1"/>
    <w:rsid w:val="001172E1"/>
    <w:rsid w:val="001177E0"/>
    <w:rsid w:val="00117D10"/>
    <w:rsid w:val="00117EF6"/>
    <w:rsid w:val="00117EFF"/>
    <w:rsid w:val="001207DE"/>
    <w:rsid w:val="00120AAE"/>
    <w:rsid w:val="00120CCB"/>
    <w:rsid w:val="00120FB5"/>
    <w:rsid w:val="001210CE"/>
    <w:rsid w:val="001213A7"/>
    <w:rsid w:val="001219CF"/>
    <w:rsid w:val="001219D2"/>
    <w:rsid w:val="00121D35"/>
    <w:rsid w:val="00121E79"/>
    <w:rsid w:val="00122265"/>
    <w:rsid w:val="00122C75"/>
    <w:rsid w:val="00122F49"/>
    <w:rsid w:val="00123000"/>
    <w:rsid w:val="00123141"/>
    <w:rsid w:val="001233C2"/>
    <w:rsid w:val="00123492"/>
    <w:rsid w:val="00123670"/>
    <w:rsid w:val="001236EF"/>
    <w:rsid w:val="0012374E"/>
    <w:rsid w:val="0012380D"/>
    <w:rsid w:val="00123885"/>
    <w:rsid w:val="00123AC8"/>
    <w:rsid w:val="00123AE8"/>
    <w:rsid w:val="00123D03"/>
    <w:rsid w:val="00123D65"/>
    <w:rsid w:val="00123FD2"/>
    <w:rsid w:val="00124021"/>
    <w:rsid w:val="001240B3"/>
    <w:rsid w:val="00124222"/>
    <w:rsid w:val="0012422A"/>
    <w:rsid w:val="001243A9"/>
    <w:rsid w:val="00124593"/>
    <w:rsid w:val="001245F3"/>
    <w:rsid w:val="00124782"/>
    <w:rsid w:val="00124C97"/>
    <w:rsid w:val="00124D12"/>
    <w:rsid w:val="00124F61"/>
    <w:rsid w:val="00124F79"/>
    <w:rsid w:val="0012554E"/>
    <w:rsid w:val="00125B74"/>
    <w:rsid w:val="00125FBA"/>
    <w:rsid w:val="00126299"/>
    <w:rsid w:val="00126946"/>
    <w:rsid w:val="001269F2"/>
    <w:rsid w:val="00126A7C"/>
    <w:rsid w:val="00126D56"/>
    <w:rsid w:val="00126E2D"/>
    <w:rsid w:val="00127308"/>
    <w:rsid w:val="00127393"/>
    <w:rsid w:val="00127A24"/>
    <w:rsid w:val="00127ACF"/>
    <w:rsid w:val="001300D5"/>
    <w:rsid w:val="001308CD"/>
    <w:rsid w:val="00130A70"/>
    <w:rsid w:val="00130BE9"/>
    <w:rsid w:val="00130CC7"/>
    <w:rsid w:val="00130D8B"/>
    <w:rsid w:val="00130E36"/>
    <w:rsid w:val="001310F4"/>
    <w:rsid w:val="00131331"/>
    <w:rsid w:val="001313D0"/>
    <w:rsid w:val="00131790"/>
    <w:rsid w:val="00131892"/>
    <w:rsid w:val="0013189D"/>
    <w:rsid w:val="0013195D"/>
    <w:rsid w:val="001319D6"/>
    <w:rsid w:val="00131A78"/>
    <w:rsid w:val="00131DD1"/>
    <w:rsid w:val="00132AD9"/>
    <w:rsid w:val="00132BF9"/>
    <w:rsid w:val="00132D25"/>
    <w:rsid w:val="001333CB"/>
    <w:rsid w:val="001333DF"/>
    <w:rsid w:val="00133492"/>
    <w:rsid w:val="001339C8"/>
    <w:rsid w:val="00133E52"/>
    <w:rsid w:val="0013401B"/>
    <w:rsid w:val="001340EB"/>
    <w:rsid w:val="001342BD"/>
    <w:rsid w:val="001348B4"/>
    <w:rsid w:val="001348E1"/>
    <w:rsid w:val="00134CEC"/>
    <w:rsid w:val="0013509B"/>
    <w:rsid w:val="001352FF"/>
    <w:rsid w:val="001354FC"/>
    <w:rsid w:val="0013550F"/>
    <w:rsid w:val="00135992"/>
    <w:rsid w:val="001359AB"/>
    <w:rsid w:val="00135A40"/>
    <w:rsid w:val="00135C66"/>
    <w:rsid w:val="00135E3C"/>
    <w:rsid w:val="00136266"/>
    <w:rsid w:val="0013658B"/>
    <w:rsid w:val="00136848"/>
    <w:rsid w:val="00136A87"/>
    <w:rsid w:val="00136A98"/>
    <w:rsid w:val="001372BE"/>
    <w:rsid w:val="001377CF"/>
    <w:rsid w:val="0013784C"/>
    <w:rsid w:val="00137B66"/>
    <w:rsid w:val="00137BC3"/>
    <w:rsid w:val="00137C1B"/>
    <w:rsid w:val="00137C72"/>
    <w:rsid w:val="00137CD3"/>
    <w:rsid w:val="00137FB4"/>
    <w:rsid w:val="00140873"/>
    <w:rsid w:val="001408B3"/>
    <w:rsid w:val="001408B7"/>
    <w:rsid w:val="00140C37"/>
    <w:rsid w:val="00140CE2"/>
    <w:rsid w:val="00140EF7"/>
    <w:rsid w:val="0014248D"/>
    <w:rsid w:val="00142D8E"/>
    <w:rsid w:val="00142F91"/>
    <w:rsid w:val="0014326F"/>
    <w:rsid w:val="00143486"/>
    <w:rsid w:val="001434A1"/>
    <w:rsid w:val="0014350C"/>
    <w:rsid w:val="0014359C"/>
    <w:rsid w:val="00143606"/>
    <w:rsid w:val="00143C7C"/>
    <w:rsid w:val="001441C1"/>
    <w:rsid w:val="00144C14"/>
    <w:rsid w:val="001454A1"/>
    <w:rsid w:val="001463E7"/>
    <w:rsid w:val="0014697A"/>
    <w:rsid w:val="001476E4"/>
    <w:rsid w:val="00147800"/>
    <w:rsid w:val="0014788A"/>
    <w:rsid w:val="00147E16"/>
    <w:rsid w:val="00147E58"/>
    <w:rsid w:val="001500D2"/>
    <w:rsid w:val="001503D9"/>
    <w:rsid w:val="00150907"/>
    <w:rsid w:val="00151DAA"/>
    <w:rsid w:val="001520D3"/>
    <w:rsid w:val="00152464"/>
    <w:rsid w:val="0015273B"/>
    <w:rsid w:val="00152DAB"/>
    <w:rsid w:val="00152F7B"/>
    <w:rsid w:val="00153137"/>
    <w:rsid w:val="001532BE"/>
    <w:rsid w:val="001533EA"/>
    <w:rsid w:val="001534FB"/>
    <w:rsid w:val="0015366A"/>
    <w:rsid w:val="00153BC1"/>
    <w:rsid w:val="00153BCC"/>
    <w:rsid w:val="00153E18"/>
    <w:rsid w:val="00154021"/>
    <w:rsid w:val="0015457E"/>
    <w:rsid w:val="001546B6"/>
    <w:rsid w:val="0015490D"/>
    <w:rsid w:val="00154ADF"/>
    <w:rsid w:val="00154D38"/>
    <w:rsid w:val="00155003"/>
    <w:rsid w:val="00155370"/>
    <w:rsid w:val="0015591F"/>
    <w:rsid w:val="00156202"/>
    <w:rsid w:val="001563C8"/>
    <w:rsid w:val="00156462"/>
    <w:rsid w:val="0015654B"/>
    <w:rsid w:val="00156A67"/>
    <w:rsid w:val="00156F62"/>
    <w:rsid w:val="001571EB"/>
    <w:rsid w:val="0015723F"/>
    <w:rsid w:val="0015729C"/>
    <w:rsid w:val="0015737D"/>
    <w:rsid w:val="00157435"/>
    <w:rsid w:val="00157794"/>
    <w:rsid w:val="00157EFC"/>
    <w:rsid w:val="00157F65"/>
    <w:rsid w:val="00157FAC"/>
    <w:rsid w:val="00160F20"/>
    <w:rsid w:val="00161241"/>
    <w:rsid w:val="00161958"/>
    <w:rsid w:val="0016195A"/>
    <w:rsid w:val="00161D1C"/>
    <w:rsid w:val="00161E62"/>
    <w:rsid w:val="00162137"/>
    <w:rsid w:val="001621B5"/>
    <w:rsid w:val="00162478"/>
    <w:rsid w:val="001625D7"/>
    <w:rsid w:val="001625EA"/>
    <w:rsid w:val="00162658"/>
    <w:rsid w:val="001626FA"/>
    <w:rsid w:val="0016290B"/>
    <w:rsid w:val="0016293D"/>
    <w:rsid w:val="00162989"/>
    <w:rsid w:val="00162A58"/>
    <w:rsid w:val="0016443A"/>
    <w:rsid w:val="00164522"/>
    <w:rsid w:val="00164A1D"/>
    <w:rsid w:val="00164B73"/>
    <w:rsid w:val="00165129"/>
    <w:rsid w:val="00165688"/>
    <w:rsid w:val="00165770"/>
    <w:rsid w:val="001658B7"/>
    <w:rsid w:val="00166362"/>
    <w:rsid w:val="001663B6"/>
    <w:rsid w:val="001671FE"/>
    <w:rsid w:val="00167648"/>
    <w:rsid w:val="00167E3F"/>
    <w:rsid w:val="00167FE1"/>
    <w:rsid w:val="001701B0"/>
    <w:rsid w:val="0017034D"/>
    <w:rsid w:val="00170362"/>
    <w:rsid w:val="00171AAF"/>
    <w:rsid w:val="00171CEA"/>
    <w:rsid w:val="00171EDA"/>
    <w:rsid w:val="0017212F"/>
    <w:rsid w:val="00172592"/>
    <w:rsid w:val="001726A9"/>
    <w:rsid w:val="00172DD9"/>
    <w:rsid w:val="00173053"/>
    <w:rsid w:val="00173845"/>
    <w:rsid w:val="00173927"/>
    <w:rsid w:val="0017399D"/>
    <w:rsid w:val="00173A31"/>
    <w:rsid w:val="00173B35"/>
    <w:rsid w:val="00173BA5"/>
    <w:rsid w:val="00173CF6"/>
    <w:rsid w:val="00174A33"/>
    <w:rsid w:val="00174BCB"/>
    <w:rsid w:val="00174C58"/>
    <w:rsid w:val="00174E58"/>
    <w:rsid w:val="00175685"/>
    <w:rsid w:val="00175732"/>
    <w:rsid w:val="00175981"/>
    <w:rsid w:val="00175F09"/>
    <w:rsid w:val="00176100"/>
    <w:rsid w:val="00176C4B"/>
    <w:rsid w:val="00176D79"/>
    <w:rsid w:val="00176EB7"/>
    <w:rsid w:val="001770A7"/>
    <w:rsid w:val="00177819"/>
    <w:rsid w:val="0017796E"/>
    <w:rsid w:val="00177A1E"/>
    <w:rsid w:val="00177C34"/>
    <w:rsid w:val="0018007E"/>
    <w:rsid w:val="001802A0"/>
    <w:rsid w:val="0018042D"/>
    <w:rsid w:val="001808DD"/>
    <w:rsid w:val="00180A22"/>
    <w:rsid w:val="00180C77"/>
    <w:rsid w:val="001810C7"/>
    <w:rsid w:val="00181178"/>
    <w:rsid w:val="001817AC"/>
    <w:rsid w:val="00181BD9"/>
    <w:rsid w:val="00181FDB"/>
    <w:rsid w:val="001822C1"/>
    <w:rsid w:val="00182AEE"/>
    <w:rsid w:val="00182C21"/>
    <w:rsid w:val="00183195"/>
    <w:rsid w:val="0018340E"/>
    <w:rsid w:val="00183485"/>
    <w:rsid w:val="001835B2"/>
    <w:rsid w:val="001838A7"/>
    <w:rsid w:val="00183DBA"/>
    <w:rsid w:val="001840C3"/>
    <w:rsid w:val="00184149"/>
    <w:rsid w:val="0018415A"/>
    <w:rsid w:val="00184234"/>
    <w:rsid w:val="001842EC"/>
    <w:rsid w:val="00184498"/>
    <w:rsid w:val="001845BE"/>
    <w:rsid w:val="0018461C"/>
    <w:rsid w:val="001847C3"/>
    <w:rsid w:val="00184C91"/>
    <w:rsid w:val="00184CC9"/>
    <w:rsid w:val="00184CE6"/>
    <w:rsid w:val="00184D59"/>
    <w:rsid w:val="0018527B"/>
    <w:rsid w:val="001853FD"/>
    <w:rsid w:val="001855C2"/>
    <w:rsid w:val="00185940"/>
    <w:rsid w:val="001859F9"/>
    <w:rsid w:val="0018605F"/>
    <w:rsid w:val="001861B2"/>
    <w:rsid w:val="001861F8"/>
    <w:rsid w:val="00186C87"/>
    <w:rsid w:val="00186CF2"/>
    <w:rsid w:val="00186F90"/>
    <w:rsid w:val="00186F94"/>
    <w:rsid w:val="00187440"/>
    <w:rsid w:val="001874AB"/>
    <w:rsid w:val="00187AF6"/>
    <w:rsid w:val="00187B59"/>
    <w:rsid w:val="00187BC7"/>
    <w:rsid w:val="001900A6"/>
    <w:rsid w:val="00190158"/>
    <w:rsid w:val="001907F3"/>
    <w:rsid w:val="00190C02"/>
    <w:rsid w:val="00190D2F"/>
    <w:rsid w:val="00190D92"/>
    <w:rsid w:val="001911C4"/>
    <w:rsid w:val="0019125B"/>
    <w:rsid w:val="001916B4"/>
    <w:rsid w:val="0019181F"/>
    <w:rsid w:val="001918CF"/>
    <w:rsid w:val="00191C29"/>
    <w:rsid w:val="00191C67"/>
    <w:rsid w:val="00191C7A"/>
    <w:rsid w:val="00192382"/>
    <w:rsid w:val="001925BA"/>
    <w:rsid w:val="00193E0D"/>
    <w:rsid w:val="0019408A"/>
    <w:rsid w:val="001943EC"/>
    <w:rsid w:val="00194629"/>
    <w:rsid w:val="0019492D"/>
    <w:rsid w:val="00194BE5"/>
    <w:rsid w:val="00194D57"/>
    <w:rsid w:val="00195657"/>
    <w:rsid w:val="00195A58"/>
    <w:rsid w:val="00195DBA"/>
    <w:rsid w:val="00195E32"/>
    <w:rsid w:val="0019681D"/>
    <w:rsid w:val="00196935"/>
    <w:rsid w:val="001969D9"/>
    <w:rsid w:val="001969F5"/>
    <w:rsid w:val="00196B5D"/>
    <w:rsid w:val="00196E6C"/>
    <w:rsid w:val="00196E80"/>
    <w:rsid w:val="0019709A"/>
    <w:rsid w:val="001974EA"/>
    <w:rsid w:val="00197C7D"/>
    <w:rsid w:val="00197CF5"/>
    <w:rsid w:val="001A0586"/>
    <w:rsid w:val="001A0740"/>
    <w:rsid w:val="001A0A4F"/>
    <w:rsid w:val="001A0D9C"/>
    <w:rsid w:val="001A0EE1"/>
    <w:rsid w:val="001A1333"/>
    <w:rsid w:val="001A155B"/>
    <w:rsid w:val="001A16E1"/>
    <w:rsid w:val="001A1868"/>
    <w:rsid w:val="001A1BF9"/>
    <w:rsid w:val="001A1CC0"/>
    <w:rsid w:val="001A1D17"/>
    <w:rsid w:val="001A1D9F"/>
    <w:rsid w:val="001A1DC1"/>
    <w:rsid w:val="001A20B9"/>
    <w:rsid w:val="001A2337"/>
    <w:rsid w:val="001A2743"/>
    <w:rsid w:val="001A2D1E"/>
    <w:rsid w:val="001A2DD9"/>
    <w:rsid w:val="001A2F49"/>
    <w:rsid w:val="001A306C"/>
    <w:rsid w:val="001A3B9F"/>
    <w:rsid w:val="001A46EA"/>
    <w:rsid w:val="001A4876"/>
    <w:rsid w:val="001A48E8"/>
    <w:rsid w:val="001A5135"/>
    <w:rsid w:val="001A5324"/>
    <w:rsid w:val="001A5402"/>
    <w:rsid w:val="001A5492"/>
    <w:rsid w:val="001A5717"/>
    <w:rsid w:val="001A57FC"/>
    <w:rsid w:val="001A5ECA"/>
    <w:rsid w:val="001A6235"/>
    <w:rsid w:val="001A637F"/>
    <w:rsid w:val="001A64A7"/>
    <w:rsid w:val="001A6504"/>
    <w:rsid w:val="001A6539"/>
    <w:rsid w:val="001A6974"/>
    <w:rsid w:val="001A6CF1"/>
    <w:rsid w:val="001A7090"/>
    <w:rsid w:val="001A7212"/>
    <w:rsid w:val="001A7950"/>
    <w:rsid w:val="001A7993"/>
    <w:rsid w:val="001A7A7C"/>
    <w:rsid w:val="001A7B49"/>
    <w:rsid w:val="001B07D0"/>
    <w:rsid w:val="001B0CCD"/>
    <w:rsid w:val="001B1A13"/>
    <w:rsid w:val="001B1C8D"/>
    <w:rsid w:val="001B1F7A"/>
    <w:rsid w:val="001B29B8"/>
    <w:rsid w:val="001B2CA9"/>
    <w:rsid w:val="001B2E78"/>
    <w:rsid w:val="001B3795"/>
    <w:rsid w:val="001B3EAB"/>
    <w:rsid w:val="001B3F17"/>
    <w:rsid w:val="001B3FE0"/>
    <w:rsid w:val="001B445C"/>
    <w:rsid w:val="001B45FE"/>
    <w:rsid w:val="001B50F3"/>
    <w:rsid w:val="001B5696"/>
    <w:rsid w:val="001B5DD9"/>
    <w:rsid w:val="001B5EB6"/>
    <w:rsid w:val="001B64A2"/>
    <w:rsid w:val="001B6F6F"/>
    <w:rsid w:val="001B7240"/>
    <w:rsid w:val="001B7254"/>
    <w:rsid w:val="001B75E1"/>
    <w:rsid w:val="001B7A11"/>
    <w:rsid w:val="001B7B09"/>
    <w:rsid w:val="001B7B75"/>
    <w:rsid w:val="001B7CEA"/>
    <w:rsid w:val="001B7E8F"/>
    <w:rsid w:val="001C00AB"/>
    <w:rsid w:val="001C00D5"/>
    <w:rsid w:val="001C028E"/>
    <w:rsid w:val="001C065A"/>
    <w:rsid w:val="001C07E5"/>
    <w:rsid w:val="001C0BE8"/>
    <w:rsid w:val="001C0D8C"/>
    <w:rsid w:val="001C0D90"/>
    <w:rsid w:val="001C0E7A"/>
    <w:rsid w:val="001C10F4"/>
    <w:rsid w:val="001C1139"/>
    <w:rsid w:val="001C11B9"/>
    <w:rsid w:val="001C152D"/>
    <w:rsid w:val="001C1A2E"/>
    <w:rsid w:val="001C1DF1"/>
    <w:rsid w:val="001C205C"/>
    <w:rsid w:val="001C2A0A"/>
    <w:rsid w:val="001C2AD4"/>
    <w:rsid w:val="001C3262"/>
    <w:rsid w:val="001C37F1"/>
    <w:rsid w:val="001C3982"/>
    <w:rsid w:val="001C3A2D"/>
    <w:rsid w:val="001C3A9F"/>
    <w:rsid w:val="001C3CD4"/>
    <w:rsid w:val="001C3EB6"/>
    <w:rsid w:val="001C428D"/>
    <w:rsid w:val="001C466D"/>
    <w:rsid w:val="001C47AB"/>
    <w:rsid w:val="001C49E2"/>
    <w:rsid w:val="001C4ADB"/>
    <w:rsid w:val="001C4B4F"/>
    <w:rsid w:val="001C4EE0"/>
    <w:rsid w:val="001C4EFB"/>
    <w:rsid w:val="001C513E"/>
    <w:rsid w:val="001C529C"/>
    <w:rsid w:val="001C5500"/>
    <w:rsid w:val="001C5743"/>
    <w:rsid w:val="001C588F"/>
    <w:rsid w:val="001C5DA6"/>
    <w:rsid w:val="001C62D3"/>
    <w:rsid w:val="001C6671"/>
    <w:rsid w:val="001C66E8"/>
    <w:rsid w:val="001C6F25"/>
    <w:rsid w:val="001C71DF"/>
    <w:rsid w:val="001C7D4A"/>
    <w:rsid w:val="001C7DCD"/>
    <w:rsid w:val="001C7E46"/>
    <w:rsid w:val="001C7FE1"/>
    <w:rsid w:val="001C7FF8"/>
    <w:rsid w:val="001D001D"/>
    <w:rsid w:val="001D014E"/>
    <w:rsid w:val="001D032B"/>
    <w:rsid w:val="001D0644"/>
    <w:rsid w:val="001D0758"/>
    <w:rsid w:val="001D0BC9"/>
    <w:rsid w:val="001D1038"/>
    <w:rsid w:val="001D1203"/>
    <w:rsid w:val="001D177F"/>
    <w:rsid w:val="001D1790"/>
    <w:rsid w:val="001D17EE"/>
    <w:rsid w:val="001D1813"/>
    <w:rsid w:val="001D1A8F"/>
    <w:rsid w:val="001D1B75"/>
    <w:rsid w:val="001D1C0E"/>
    <w:rsid w:val="001D1D72"/>
    <w:rsid w:val="001D24D4"/>
    <w:rsid w:val="001D2B0A"/>
    <w:rsid w:val="001D2C90"/>
    <w:rsid w:val="001D2E78"/>
    <w:rsid w:val="001D2E9F"/>
    <w:rsid w:val="001D3070"/>
    <w:rsid w:val="001D32EE"/>
    <w:rsid w:val="001D335E"/>
    <w:rsid w:val="001D34C8"/>
    <w:rsid w:val="001D4011"/>
    <w:rsid w:val="001D430E"/>
    <w:rsid w:val="001D4515"/>
    <w:rsid w:val="001D467E"/>
    <w:rsid w:val="001D488D"/>
    <w:rsid w:val="001D4C2D"/>
    <w:rsid w:val="001D4D51"/>
    <w:rsid w:val="001D4E64"/>
    <w:rsid w:val="001D509A"/>
    <w:rsid w:val="001D517C"/>
    <w:rsid w:val="001D578F"/>
    <w:rsid w:val="001D57E6"/>
    <w:rsid w:val="001D59D1"/>
    <w:rsid w:val="001D5AB8"/>
    <w:rsid w:val="001D5B17"/>
    <w:rsid w:val="001D6147"/>
    <w:rsid w:val="001D676F"/>
    <w:rsid w:val="001D68D2"/>
    <w:rsid w:val="001D690D"/>
    <w:rsid w:val="001D6BD5"/>
    <w:rsid w:val="001D6D86"/>
    <w:rsid w:val="001D72C8"/>
    <w:rsid w:val="001D764A"/>
    <w:rsid w:val="001D76D6"/>
    <w:rsid w:val="001D7777"/>
    <w:rsid w:val="001D77A4"/>
    <w:rsid w:val="001D7FE5"/>
    <w:rsid w:val="001E03FA"/>
    <w:rsid w:val="001E0A3B"/>
    <w:rsid w:val="001E0EF3"/>
    <w:rsid w:val="001E1089"/>
    <w:rsid w:val="001E1974"/>
    <w:rsid w:val="001E19F2"/>
    <w:rsid w:val="001E1DB4"/>
    <w:rsid w:val="001E1F56"/>
    <w:rsid w:val="001E20A6"/>
    <w:rsid w:val="001E229C"/>
    <w:rsid w:val="001E264A"/>
    <w:rsid w:val="001E26A9"/>
    <w:rsid w:val="001E26F0"/>
    <w:rsid w:val="001E2C34"/>
    <w:rsid w:val="001E3210"/>
    <w:rsid w:val="001E3B55"/>
    <w:rsid w:val="001E409E"/>
    <w:rsid w:val="001E4317"/>
    <w:rsid w:val="001E4446"/>
    <w:rsid w:val="001E4772"/>
    <w:rsid w:val="001E4B5D"/>
    <w:rsid w:val="001E5250"/>
    <w:rsid w:val="001E656C"/>
    <w:rsid w:val="001E68FC"/>
    <w:rsid w:val="001E698F"/>
    <w:rsid w:val="001E6B73"/>
    <w:rsid w:val="001E7532"/>
    <w:rsid w:val="001E7F42"/>
    <w:rsid w:val="001E7FF0"/>
    <w:rsid w:val="001F0216"/>
    <w:rsid w:val="001F02D8"/>
    <w:rsid w:val="001F03B9"/>
    <w:rsid w:val="001F05E7"/>
    <w:rsid w:val="001F15D6"/>
    <w:rsid w:val="001F1CC5"/>
    <w:rsid w:val="001F201C"/>
    <w:rsid w:val="001F2185"/>
    <w:rsid w:val="001F243A"/>
    <w:rsid w:val="001F251A"/>
    <w:rsid w:val="001F2C6B"/>
    <w:rsid w:val="001F2D91"/>
    <w:rsid w:val="001F30AE"/>
    <w:rsid w:val="001F30BB"/>
    <w:rsid w:val="001F34B1"/>
    <w:rsid w:val="001F3B9C"/>
    <w:rsid w:val="001F3CC6"/>
    <w:rsid w:val="001F3EE7"/>
    <w:rsid w:val="001F461E"/>
    <w:rsid w:val="001F46EF"/>
    <w:rsid w:val="001F4D56"/>
    <w:rsid w:val="001F4E8F"/>
    <w:rsid w:val="001F5044"/>
    <w:rsid w:val="001F5282"/>
    <w:rsid w:val="001F53CB"/>
    <w:rsid w:val="001F551B"/>
    <w:rsid w:val="001F5761"/>
    <w:rsid w:val="001F5AAC"/>
    <w:rsid w:val="001F5CBB"/>
    <w:rsid w:val="001F5FD8"/>
    <w:rsid w:val="001F654D"/>
    <w:rsid w:val="001F67EB"/>
    <w:rsid w:val="001F69A7"/>
    <w:rsid w:val="001F6B4C"/>
    <w:rsid w:val="001F6D9B"/>
    <w:rsid w:val="001F6FE2"/>
    <w:rsid w:val="001F71C6"/>
    <w:rsid w:val="001F7208"/>
    <w:rsid w:val="001F74B8"/>
    <w:rsid w:val="001F75BC"/>
    <w:rsid w:val="001F75E7"/>
    <w:rsid w:val="00200514"/>
    <w:rsid w:val="0020088C"/>
    <w:rsid w:val="0020101C"/>
    <w:rsid w:val="002018D6"/>
    <w:rsid w:val="00201C9E"/>
    <w:rsid w:val="00201EB5"/>
    <w:rsid w:val="002029FB"/>
    <w:rsid w:val="00202C2B"/>
    <w:rsid w:val="00202C75"/>
    <w:rsid w:val="0020305A"/>
    <w:rsid w:val="00203114"/>
    <w:rsid w:val="002034FC"/>
    <w:rsid w:val="00203C3C"/>
    <w:rsid w:val="00204391"/>
    <w:rsid w:val="00204612"/>
    <w:rsid w:val="00204936"/>
    <w:rsid w:val="00204E4F"/>
    <w:rsid w:val="002051DC"/>
    <w:rsid w:val="002054B2"/>
    <w:rsid w:val="00205601"/>
    <w:rsid w:val="00205EE8"/>
    <w:rsid w:val="0020611E"/>
    <w:rsid w:val="00206B39"/>
    <w:rsid w:val="00206CE2"/>
    <w:rsid w:val="00206E60"/>
    <w:rsid w:val="002076B2"/>
    <w:rsid w:val="0020787D"/>
    <w:rsid w:val="00207CCA"/>
    <w:rsid w:val="00207EC4"/>
    <w:rsid w:val="00207EDB"/>
    <w:rsid w:val="00210001"/>
    <w:rsid w:val="002100CC"/>
    <w:rsid w:val="002105B9"/>
    <w:rsid w:val="00210DD9"/>
    <w:rsid w:val="00210F7C"/>
    <w:rsid w:val="00211934"/>
    <w:rsid w:val="00211975"/>
    <w:rsid w:val="00211D62"/>
    <w:rsid w:val="00212752"/>
    <w:rsid w:val="00212B11"/>
    <w:rsid w:val="00212B71"/>
    <w:rsid w:val="00212EBF"/>
    <w:rsid w:val="00212EF2"/>
    <w:rsid w:val="002131E0"/>
    <w:rsid w:val="002133AA"/>
    <w:rsid w:val="0021352B"/>
    <w:rsid w:val="00213593"/>
    <w:rsid w:val="00213E7F"/>
    <w:rsid w:val="00213E89"/>
    <w:rsid w:val="00213F5F"/>
    <w:rsid w:val="002142E1"/>
    <w:rsid w:val="00214582"/>
    <w:rsid w:val="0021466E"/>
    <w:rsid w:val="00214C1B"/>
    <w:rsid w:val="00214D51"/>
    <w:rsid w:val="00214D53"/>
    <w:rsid w:val="00215E31"/>
    <w:rsid w:val="00216156"/>
    <w:rsid w:val="0021627C"/>
    <w:rsid w:val="00216458"/>
    <w:rsid w:val="00216923"/>
    <w:rsid w:val="00216A33"/>
    <w:rsid w:val="002170EA"/>
    <w:rsid w:val="00217462"/>
    <w:rsid w:val="00217800"/>
    <w:rsid w:val="002178D7"/>
    <w:rsid w:val="00217ABE"/>
    <w:rsid w:val="00220287"/>
    <w:rsid w:val="002204CC"/>
    <w:rsid w:val="002207F3"/>
    <w:rsid w:val="00220E48"/>
    <w:rsid w:val="002212EF"/>
    <w:rsid w:val="0022137D"/>
    <w:rsid w:val="002213CA"/>
    <w:rsid w:val="002215DD"/>
    <w:rsid w:val="00221820"/>
    <w:rsid w:val="002218D3"/>
    <w:rsid w:val="00221F87"/>
    <w:rsid w:val="002224B4"/>
    <w:rsid w:val="002224CF"/>
    <w:rsid w:val="002225DA"/>
    <w:rsid w:val="002227D6"/>
    <w:rsid w:val="0022289C"/>
    <w:rsid w:val="00222982"/>
    <w:rsid w:val="002231A4"/>
    <w:rsid w:val="002234B6"/>
    <w:rsid w:val="00223882"/>
    <w:rsid w:val="0022432C"/>
    <w:rsid w:val="00224445"/>
    <w:rsid w:val="00224578"/>
    <w:rsid w:val="0022477F"/>
    <w:rsid w:val="00224797"/>
    <w:rsid w:val="0022483A"/>
    <w:rsid w:val="002248DB"/>
    <w:rsid w:val="00224918"/>
    <w:rsid w:val="00225037"/>
    <w:rsid w:val="002250D7"/>
    <w:rsid w:val="002252E8"/>
    <w:rsid w:val="00225AA9"/>
    <w:rsid w:val="00225AE0"/>
    <w:rsid w:val="00225D69"/>
    <w:rsid w:val="00225FF7"/>
    <w:rsid w:val="00226115"/>
    <w:rsid w:val="002261C0"/>
    <w:rsid w:val="002265B7"/>
    <w:rsid w:val="0022666F"/>
    <w:rsid w:val="00226A2E"/>
    <w:rsid w:val="00226CE4"/>
    <w:rsid w:val="00226D92"/>
    <w:rsid w:val="00227354"/>
    <w:rsid w:val="0022760C"/>
    <w:rsid w:val="00227764"/>
    <w:rsid w:val="002278C7"/>
    <w:rsid w:val="00227A09"/>
    <w:rsid w:val="00227C6F"/>
    <w:rsid w:val="002303D5"/>
    <w:rsid w:val="002307EF"/>
    <w:rsid w:val="002309EA"/>
    <w:rsid w:val="00230A21"/>
    <w:rsid w:val="00230A57"/>
    <w:rsid w:val="00230ADB"/>
    <w:rsid w:val="0023128C"/>
    <w:rsid w:val="00231C1E"/>
    <w:rsid w:val="002320D9"/>
    <w:rsid w:val="00232292"/>
    <w:rsid w:val="00232334"/>
    <w:rsid w:val="002326EF"/>
    <w:rsid w:val="00232817"/>
    <w:rsid w:val="0023310B"/>
    <w:rsid w:val="0023370B"/>
    <w:rsid w:val="0023393C"/>
    <w:rsid w:val="00233BE8"/>
    <w:rsid w:val="00234107"/>
    <w:rsid w:val="00234500"/>
    <w:rsid w:val="00234A96"/>
    <w:rsid w:val="00234E57"/>
    <w:rsid w:val="0023533C"/>
    <w:rsid w:val="00235538"/>
    <w:rsid w:val="00235AF0"/>
    <w:rsid w:val="00235B44"/>
    <w:rsid w:val="00236470"/>
    <w:rsid w:val="0023670C"/>
    <w:rsid w:val="002367A0"/>
    <w:rsid w:val="00236D69"/>
    <w:rsid w:val="00236E0D"/>
    <w:rsid w:val="00236E85"/>
    <w:rsid w:val="00236EE8"/>
    <w:rsid w:val="00236F55"/>
    <w:rsid w:val="00236F9A"/>
    <w:rsid w:val="002374FF"/>
    <w:rsid w:val="0023760D"/>
    <w:rsid w:val="002379BB"/>
    <w:rsid w:val="00237A31"/>
    <w:rsid w:val="00237FE9"/>
    <w:rsid w:val="0024020F"/>
    <w:rsid w:val="00240678"/>
    <w:rsid w:val="0024067D"/>
    <w:rsid w:val="00240B29"/>
    <w:rsid w:val="00240BD9"/>
    <w:rsid w:val="00240D6E"/>
    <w:rsid w:val="00240F6C"/>
    <w:rsid w:val="002410B9"/>
    <w:rsid w:val="0024128C"/>
    <w:rsid w:val="0024159B"/>
    <w:rsid w:val="00242279"/>
    <w:rsid w:val="002427D0"/>
    <w:rsid w:val="002429B8"/>
    <w:rsid w:val="00242CEB"/>
    <w:rsid w:val="00242CFF"/>
    <w:rsid w:val="0024318D"/>
    <w:rsid w:val="002431F9"/>
    <w:rsid w:val="00243445"/>
    <w:rsid w:val="00243646"/>
    <w:rsid w:val="00243693"/>
    <w:rsid w:val="002436AB"/>
    <w:rsid w:val="002438F3"/>
    <w:rsid w:val="00243E86"/>
    <w:rsid w:val="002440A3"/>
    <w:rsid w:val="002441E0"/>
    <w:rsid w:val="00244755"/>
    <w:rsid w:val="0024487F"/>
    <w:rsid w:val="00244C7A"/>
    <w:rsid w:val="00245A1A"/>
    <w:rsid w:val="00245A63"/>
    <w:rsid w:val="00245BE1"/>
    <w:rsid w:val="00245CF7"/>
    <w:rsid w:val="00245F27"/>
    <w:rsid w:val="00246061"/>
    <w:rsid w:val="00246360"/>
    <w:rsid w:val="00246371"/>
    <w:rsid w:val="00246873"/>
    <w:rsid w:val="002468B3"/>
    <w:rsid w:val="00246949"/>
    <w:rsid w:val="00246D24"/>
    <w:rsid w:val="00246EC7"/>
    <w:rsid w:val="002471D5"/>
    <w:rsid w:val="00247856"/>
    <w:rsid w:val="00247FA2"/>
    <w:rsid w:val="0025006E"/>
    <w:rsid w:val="0025017F"/>
    <w:rsid w:val="002502F0"/>
    <w:rsid w:val="0025084A"/>
    <w:rsid w:val="00250E96"/>
    <w:rsid w:val="00250F5E"/>
    <w:rsid w:val="002510E1"/>
    <w:rsid w:val="0025137E"/>
    <w:rsid w:val="002519B5"/>
    <w:rsid w:val="00251D12"/>
    <w:rsid w:val="002522EA"/>
    <w:rsid w:val="0025281E"/>
    <w:rsid w:val="00252AC7"/>
    <w:rsid w:val="00252C18"/>
    <w:rsid w:val="00252D93"/>
    <w:rsid w:val="00252F82"/>
    <w:rsid w:val="002531CB"/>
    <w:rsid w:val="00253875"/>
    <w:rsid w:val="002538EB"/>
    <w:rsid w:val="00253905"/>
    <w:rsid w:val="00253B5D"/>
    <w:rsid w:val="00253F26"/>
    <w:rsid w:val="0025401D"/>
    <w:rsid w:val="002540CB"/>
    <w:rsid w:val="0025427B"/>
    <w:rsid w:val="0025445B"/>
    <w:rsid w:val="002544B0"/>
    <w:rsid w:val="002544EF"/>
    <w:rsid w:val="002551A0"/>
    <w:rsid w:val="002551FF"/>
    <w:rsid w:val="002553E2"/>
    <w:rsid w:val="002554BC"/>
    <w:rsid w:val="0025590E"/>
    <w:rsid w:val="00255A61"/>
    <w:rsid w:val="00255BC2"/>
    <w:rsid w:val="0025601C"/>
    <w:rsid w:val="00256366"/>
    <w:rsid w:val="0025655B"/>
    <w:rsid w:val="0025683B"/>
    <w:rsid w:val="00256C67"/>
    <w:rsid w:val="002574A4"/>
    <w:rsid w:val="00257517"/>
    <w:rsid w:val="00257607"/>
    <w:rsid w:val="00260030"/>
    <w:rsid w:val="00260181"/>
    <w:rsid w:val="00261374"/>
    <w:rsid w:val="00261C31"/>
    <w:rsid w:val="0026236D"/>
    <w:rsid w:val="00262858"/>
    <w:rsid w:val="00262A05"/>
    <w:rsid w:val="00262DE5"/>
    <w:rsid w:val="00263091"/>
    <w:rsid w:val="002633A3"/>
    <w:rsid w:val="00263C50"/>
    <w:rsid w:val="00264382"/>
    <w:rsid w:val="00264551"/>
    <w:rsid w:val="00264ADD"/>
    <w:rsid w:val="00264AFA"/>
    <w:rsid w:val="00264D98"/>
    <w:rsid w:val="00264F8E"/>
    <w:rsid w:val="00265347"/>
    <w:rsid w:val="00265808"/>
    <w:rsid w:val="00265920"/>
    <w:rsid w:val="00265D0E"/>
    <w:rsid w:val="00265EC7"/>
    <w:rsid w:val="002665E5"/>
    <w:rsid w:val="002667B5"/>
    <w:rsid w:val="00266B8C"/>
    <w:rsid w:val="00266C92"/>
    <w:rsid w:val="00266D55"/>
    <w:rsid w:val="00267054"/>
    <w:rsid w:val="002673EC"/>
    <w:rsid w:val="00267685"/>
    <w:rsid w:val="002676D6"/>
    <w:rsid w:val="00267933"/>
    <w:rsid w:val="00267E16"/>
    <w:rsid w:val="00267ED8"/>
    <w:rsid w:val="002702EE"/>
    <w:rsid w:val="002703B1"/>
    <w:rsid w:val="002709C8"/>
    <w:rsid w:val="00270D64"/>
    <w:rsid w:val="00270DA4"/>
    <w:rsid w:val="00270F62"/>
    <w:rsid w:val="0027186E"/>
    <w:rsid w:val="00271A9C"/>
    <w:rsid w:val="00272355"/>
    <w:rsid w:val="00272389"/>
    <w:rsid w:val="0027257B"/>
    <w:rsid w:val="00272668"/>
    <w:rsid w:val="00272FCB"/>
    <w:rsid w:val="00273417"/>
    <w:rsid w:val="0027352D"/>
    <w:rsid w:val="00273827"/>
    <w:rsid w:val="00273C2B"/>
    <w:rsid w:val="00273D57"/>
    <w:rsid w:val="00273F3A"/>
    <w:rsid w:val="0027450A"/>
    <w:rsid w:val="0027487B"/>
    <w:rsid w:val="00274944"/>
    <w:rsid w:val="00274E22"/>
    <w:rsid w:val="00275174"/>
    <w:rsid w:val="002751E2"/>
    <w:rsid w:val="00275250"/>
    <w:rsid w:val="002754DF"/>
    <w:rsid w:val="00275538"/>
    <w:rsid w:val="00275804"/>
    <w:rsid w:val="002759E7"/>
    <w:rsid w:val="00275BB2"/>
    <w:rsid w:val="00275FD7"/>
    <w:rsid w:val="00275FFD"/>
    <w:rsid w:val="002766A0"/>
    <w:rsid w:val="00276AB0"/>
    <w:rsid w:val="00276C08"/>
    <w:rsid w:val="00276EE3"/>
    <w:rsid w:val="00277423"/>
    <w:rsid w:val="0027749D"/>
    <w:rsid w:val="00277D01"/>
    <w:rsid w:val="00277E30"/>
    <w:rsid w:val="00277FC0"/>
    <w:rsid w:val="002805B3"/>
    <w:rsid w:val="00280FE7"/>
    <w:rsid w:val="002816C7"/>
    <w:rsid w:val="00281728"/>
    <w:rsid w:val="00281B0C"/>
    <w:rsid w:val="00281CDE"/>
    <w:rsid w:val="0028269B"/>
    <w:rsid w:val="00282798"/>
    <w:rsid w:val="00282828"/>
    <w:rsid w:val="00282B19"/>
    <w:rsid w:val="00282BEE"/>
    <w:rsid w:val="00282C0B"/>
    <w:rsid w:val="002847DD"/>
    <w:rsid w:val="00284AC9"/>
    <w:rsid w:val="00284C54"/>
    <w:rsid w:val="0028616B"/>
    <w:rsid w:val="002862F7"/>
    <w:rsid w:val="002863F7"/>
    <w:rsid w:val="002867B0"/>
    <w:rsid w:val="002868FA"/>
    <w:rsid w:val="002869DD"/>
    <w:rsid w:val="002869FF"/>
    <w:rsid w:val="00286DA2"/>
    <w:rsid w:val="002875C1"/>
    <w:rsid w:val="00287994"/>
    <w:rsid w:val="00287D31"/>
    <w:rsid w:val="00290016"/>
    <w:rsid w:val="0029092A"/>
    <w:rsid w:val="00290D7F"/>
    <w:rsid w:val="002912D3"/>
    <w:rsid w:val="002914DD"/>
    <w:rsid w:val="002918A1"/>
    <w:rsid w:val="00291978"/>
    <w:rsid w:val="00291994"/>
    <w:rsid w:val="0029238E"/>
    <w:rsid w:val="002924FD"/>
    <w:rsid w:val="00292C5F"/>
    <w:rsid w:val="00292CE1"/>
    <w:rsid w:val="0029331A"/>
    <w:rsid w:val="00293410"/>
    <w:rsid w:val="00293434"/>
    <w:rsid w:val="002934B7"/>
    <w:rsid w:val="0029352A"/>
    <w:rsid w:val="002935DD"/>
    <w:rsid w:val="00293E8C"/>
    <w:rsid w:val="0029433D"/>
    <w:rsid w:val="00294B5B"/>
    <w:rsid w:val="00294C08"/>
    <w:rsid w:val="002956FF"/>
    <w:rsid w:val="00295E15"/>
    <w:rsid w:val="00296012"/>
    <w:rsid w:val="00296BB7"/>
    <w:rsid w:val="00296C64"/>
    <w:rsid w:val="00296C69"/>
    <w:rsid w:val="00296CAD"/>
    <w:rsid w:val="002976AB"/>
    <w:rsid w:val="002976EF"/>
    <w:rsid w:val="002977E3"/>
    <w:rsid w:val="00297B2A"/>
    <w:rsid w:val="00297E88"/>
    <w:rsid w:val="002A01FC"/>
    <w:rsid w:val="002A0286"/>
    <w:rsid w:val="002A02DE"/>
    <w:rsid w:val="002A07BD"/>
    <w:rsid w:val="002A07DE"/>
    <w:rsid w:val="002A08E3"/>
    <w:rsid w:val="002A183A"/>
    <w:rsid w:val="002A1A70"/>
    <w:rsid w:val="002A1A76"/>
    <w:rsid w:val="002A26A7"/>
    <w:rsid w:val="002A2DDF"/>
    <w:rsid w:val="002A2EAF"/>
    <w:rsid w:val="002A3374"/>
    <w:rsid w:val="002A3676"/>
    <w:rsid w:val="002A3763"/>
    <w:rsid w:val="002A38AF"/>
    <w:rsid w:val="002A395F"/>
    <w:rsid w:val="002A3B24"/>
    <w:rsid w:val="002A3B88"/>
    <w:rsid w:val="002A3DDA"/>
    <w:rsid w:val="002A47AD"/>
    <w:rsid w:val="002A4B6E"/>
    <w:rsid w:val="002A534F"/>
    <w:rsid w:val="002A5355"/>
    <w:rsid w:val="002A5638"/>
    <w:rsid w:val="002A5D22"/>
    <w:rsid w:val="002A5DF8"/>
    <w:rsid w:val="002A679C"/>
    <w:rsid w:val="002A6825"/>
    <w:rsid w:val="002A6E60"/>
    <w:rsid w:val="002A6E99"/>
    <w:rsid w:val="002A7389"/>
    <w:rsid w:val="002A76CE"/>
    <w:rsid w:val="002A7AA9"/>
    <w:rsid w:val="002A7D24"/>
    <w:rsid w:val="002A7F87"/>
    <w:rsid w:val="002B03BE"/>
    <w:rsid w:val="002B04EB"/>
    <w:rsid w:val="002B0634"/>
    <w:rsid w:val="002B0896"/>
    <w:rsid w:val="002B0CE6"/>
    <w:rsid w:val="002B0E67"/>
    <w:rsid w:val="002B0EB4"/>
    <w:rsid w:val="002B1147"/>
    <w:rsid w:val="002B12A2"/>
    <w:rsid w:val="002B1588"/>
    <w:rsid w:val="002B1BD8"/>
    <w:rsid w:val="002B1D82"/>
    <w:rsid w:val="002B252C"/>
    <w:rsid w:val="002B312A"/>
    <w:rsid w:val="002B32E7"/>
    <w:rsid w:val="002B34E8"/>
    <w:rsid w:val="002B36AE"/>
    <w:rsid w:val="002B3B68"/>
    <w:rsid w:val="002B3D0B"/>
    <w:rsid w:val="002B3E2B"/>
    <w:rsid w:val="002B3E54"/>
    <w:rsid w:val="002B4089"/>
    <w:rsid w:val="002B41DF"/>
    <w:rsid w:val="002B4708"/>
    <w:rsid w:val="002B483E"/>
    <w:rsid w:val="002B4865"/>
    <w:rsid w:val="002B48D8"/>
    <w:rsid w:val="002B4B0B"/>
    <w:rsid w:val="002B4B1B"/>
    <w:rsid w:val="002B4B4D"/>
    <w:rsid w:val="002B4FC6"/>
    <w:rsid w:val="002B52BE"/>
    <w:rsid w:val="002B538C"/>
    <w:rsid w:val="002B582E"/>
    <w:rsid w:val="002B5BA1"/>
    <w:rsid w:val="002B5D10"/>
    <w:rsid w:val="002B6099"/>
    <w:rsid w:val="002B60DD"/>
    <w:rsid w:val="002B6180"/>
    <w:rsid w:val="002B624E"/>
    <w:rsid w:val="002B6403"/>
    <w:rsid w:val="002B6578"/>
    <w:rsid w:val="002B677C"/>
    <w:rsid w:val="002B6859"/>
    <w:rsid w:val="002B6901"/>
    <w:rsid w:val="002B6922"/>
    <w:rsid w:val="002B6F26"/>
    <w:rsid w:val="002B76B4"/>
    <w:rsid w:val="002B7B0F"/>
    <w:rsid w:val="002B7C7E"/>
    <w:rsid w:val="002C02DF"/>
    <w:rsid w:val="002C03DA"/>
    <w:rsid w:val="002C0684"/>
    <w:rsid w:val="002C0818"/>
    <w:rsid w:val="002C092F"/>
    <w:rsid w:val="002C0C15"/>
    <w:rsid w:val="002C0F7F"/>
    <w:rsid w:val="002C189C"/>
    <w:rsid w:val="002C18E5"/>
    <w:rsid w:val="002C1916"/>
    <w:rsid w:val="002C193D"/>
    <w:rsid w:val="002C1CAD"/>
    <w:rsid w:val="002C1CC9"/>
    <w:rsid w:val="002C249E"/>
    <w:rsid w:val="002C27C3"/>
    <w:rsid w:val="002C27CC"/>
    <w:rsid w:val="002C292E"/>
    <w:rsid w:val="002C2BD4"/>
    <w:rsid w:val="002C3044"/>
    <w:rsid w:val="002C3142"/>
    <w:rsid w:val="002C3A29"/>
    <w:rsid w:val="002C4C01"/>
    <w:rsid w:val="002C4C40"/>
    <w:rsid w:val="002C4DF1"/>
    <w:rsid w:val="002C4F84"/>
    <w:rsid w:val="002C54BF"/>
    <w:rsid w:val="002C55FE"/>
    <w:rsid w:val="002C5938"/>
    <w:rsid w:val="002C5C54"/>
    <w:rsid w:val="002C5F77"/>
    <w:rsid w:val="002C62BA"/>
    <w:rsid w:val="002C6361"/>
    <w:rsid w:val="002C64DD"/>
    <w:rsid w:val="002C7262"/>
    <w:rsid w:val="002C785D"/>
    <w:rsid w:val="002C7C33"/>
    <w:rsid w:val="002D017F"/>
    <w:rsid w:val="002D02A2"/>
    <w:rsid w:val="002D0596"/>
    <w:rsid w:val="002D0743"/>
    <w:rsid w:val="002D0752"/>
    <w:rsid w:val="002D144B"/>
    <w:rsid w:val="002D2380"/>
    <w:rsid w:val="002D2834"/>
    <w:rsid w:val="002D4050"/>
    <w:rsid w:val="002D4239"/>
    <w:rsid w:val="002D4563"/>
    <w:rsid w:val="002D45DE"/>
    <w:rsid w:val="002D462F"/>
    <w:rsid w:val="002D4768"/>
    <w:rsid w:val="002D4B90"/>
    <w:rsid w:val="002D508F"/>
    <w:rsid w:val="002D544A"/>
    <w:rsid w:val="002D5B05"/>
    <w:rsid w:val="002D5EC0"/>
    <w:rsid w:val="002D5F9C"/>
    <w:rsid w:val="002D60A4"/>
    <w:rsid w:val="002D6866"/>
    <w:rsid w:val="002D6BA3"/>
    <w:rsid w:val="002D6F3D"/>
    <w:rsid w:val="002D7048"/>
    <w:rsid w:val="002D709D"/>
    <w:rsid w:val="002D7378"/>
    <w:rsid w:val="002D7679"/>
    <w:rsid w:val="002D774F"/>
    <w:rsid w:val="002D792B"/>
    <w:rsid w:val="002D797A"/>
    <w:rsid w:val="002D79C8"/>
    <w:rsid w:val="002D7FB0"/>
    <w:rsid w:val="002E07A9"/>
    <w:rsid w:val="002E0A9C"/>
    <w:rsid w:val="002E0D3E"/>
    <w:rsid w:val="002E0EFE"/>
    <w:rsid w:val="002E113D"/>
    <w:rsid w:val="002E1195"/>
    <w:rsid w:val="002E17B7"/>
    <w:rsid w:val="002E17BD"/>
    <w:rsid w:val="002E1872"/>
    <w:rsid w:val="002E1A77"/>
    <w:rsid w:val="002E1BE5"/>
    <w:rsid w:val="002E2131"/>
    <w:rsid w:val="002E21F0"/>
    <w:rsid w:val="002E2298"/>
    <w:rsid w:val="002E2383"/>
    <w:rsid w:val="002E2572"/>
    <w:rsid w:val="002E2C52"/>
    <w:rsid w:val="002E3140"/>
    <w:rsid w:val="002E32DE"/>
    <w:rsid w:val="002E3457"/>
    <w:rsid w:val="002E3BC4"/>
    <w:rsid w:val="002E3C37"/>
    <w:rsid w:val="002E3C7B"/>
    <w:rsid w:val="002E3C90"/>
    <w:rsid w:val="002E3F56"/>
    <w:rsid w:val="002E46CC"/>
    <w:rsid w:val="002E49F6"/>
    <w:rsid w:val="002E4B42"/>
    <w:rsid w:val="002E508B"/>
    <w:rsid w:val="002E526C"/>
    <w:rsid w:val="002E5351"/>
    <w:rsid w:val="002E67AA"/>
    <w:rsid w:val="002E6980"/>
    <w:rsid w:val="002E6D45"/>
    <w:rsid w:val="002E7078"/>
    <w:rsid w:val="002E7204"/>
    <w:rsid w:val="002E7463"/>
    <w:rsid w:val="002E7887"/>
    <w:rsid w:val="002E7B68"/>
    <w:rsid w:val="002E7CB8"/>
    <w:rsid w:val="002F03D7"/>
    <w:rsid w:val="002F04DC"/>
    <w:rsid w:val="002F0A16"/>
    <w:rsid w:val="002F1210"/>
    <w:rsid w:val="002F18E2"/>
    <w:rsid w:val="002F1AAD"/>
    <w:rsid w:val="002F217A"/>
    <w:rsid w:val="002F220B"/>
    <w:rsid w:val="002F22C7"/>
    <w:rsid w:val="002F26F2"/>
    <w:rsid w:val="002F289A"/>
    <w:rsid w:val="002F2A00"/>
    <w:rsid w:val="002F2A2B"/>
    <w:rsid w:val="002F2C8D"/>
    <w:rsid w:val="002F2D19"/>
    <w:rsid w:val="002F2E00"/>
    <w:rsid w:val="002F31BC"/>
    <w:rsid w:val="002F3252"/>
    <w:rsid w:val="002F359C"/>
    <w:rsid w:val="002F3AFE"/>
    <w:rsid w:val="002F3D9C"/>
    <w:rsid w:val="002F3DD1"/>
    <w:rsid w:val="002F40A8"/>
    <w:rsid w:val="002F4838"/>
    <w:rsid w:val="002F4EA7"/>
    <w:rsid w:val="002F50C7"/>
    <w:rsid w:val="002F54BB"/>
    <w:rsid w:val="002F5C66"/>
    <w:rsid w:val="002F5C69"/>
    <w:rsid w:val="002F5E8C"/>
    <w:rsid w:val="002F5F6A"/>
    <w:rsid w:val="002F6135"/>
    <w:rsid w:val="002F65DB"/>
    <w:rsid w:val="002F6F94"/>
    <w:rsid w:val="002F7111"/>
    <w:rsid w:val="002F7334"/>
    <w:rsid w:val="002F76CA"/>
    <w:rsid w:val="002F7D9A"/>
    <w:rsid w:val="0030040F"/>
    <w:rsid w:val="003004B7"/>
    <w:rsid w:val="0030051C"/>
    <w:rsid w:val="00300667"/>
    <w:rsid w:val="00300859"/>
    <w:rsid w:val="00300AD7"/>
    <w:rsid w:val="003012D6"/>
    <w:rsid w:val="00301338"/>
    <w:rsid w:val="0030145F"/>
    <w:rsid w:val="00301947"/>
    <w:rsid w:val="00302523"/>
    <w:rsid w:val="00302552"/>
    <w:rsid w:val="0030287D"/>
    <w:rsid w:val="00302A36"/>
    <w:rsid w:val="00302BD4"/>
    <w:rsid w:val="003033E4"/>
    <w:rsid w:val="00304816"/>
    <w:rsid w:val="00304831"/>
    <w:rsid w:val="003048E7"/>
    <w:rsid w:val="00304924"/>
    <w:rsid w:val="00304BA0"/>
    <w:rsid w:val="00304D56"/>
    <w:rsid w:val="00305199"/>
    <w:rsid w:val="00305232"/>
    <w:rsid w:val="00305434"/>
    <w:rsid w:val="003055D0"/>
    <w:rsid w:val="00305679"/>
    <w:rsid w:val="00306022"/>
    <w:rsid w:val="00306799"/>
    <w:rsid w:val="00306A46"/>
    <w:rsid w:val="00306AFD"/>
    <w:rsid w:val="00307122"/>
    <w:rsid w:val="00307261"/>
    <w:rsid w:val="003076A2"/>
    <w:rsid w:val="00307760"/>
    <w:rsid w:val="00307883"/>
    <w:rsid w:val="00307A32"/>
    <w:rsid w:val="00307A39"/>
    <w:rsid w:val="00307C33"/>
    <w:rsid w:val="0031010E"/>
    <w:rsid w:val="003106B4"/>
    <w:rsid w:val="00310805"/>
    <w:rsid w:val="00310833"/>
    <w:rsid w:val="00310A19"/>
    <w:rsid w:val="00310FE0"/>
    <w:rsid w:val="00311334"/>
    <w:rsid w:val="003116CD"/>
    <w:rsid w:val="00311786"/>
    <w:rsid w:val="0031205A"/>
    <w:rsid w:val="0031256F"/>
    <w:rsid w:val="003126CE"/>
    <w:rsid w:val="00312972"/>
    <w:rsid w:val="00312E54"/>
    <w:rsid w:val="00313073"/>
    <w:rsid w:val="00313220"/>
    <w:rsid w:val="00313F1D"/>
    <w:rsid w:val="003141E0"/>
    <w:rsid w:val="00314290"/>
    <w:rsid w:val="003144BA"/>
    <w:rsid w:val="003146A1"/>
    <w:rsid w:val="00314718"/>
    <w:rsid w:val="0031476A"/>
    <w:rsid w:val="00314B0A"/>
    <w:rsid w:val="00314E70"/>
    <w:rsid w:val="0031544E"/>
    <w:rsid w:val="003155D5"/>
    <w:rsid w:val="0031578F"/>
    <w:rsid w:val="00315B4C"/>
    <w:rsid w:val="00316096"/>
    <w:rsid w:val="00316250"/>
    <w:rsid w:val="003162E5"/>
    <w:rsid w:val="003164CA"/>
    <w:rsid w:val="00316A4B"/>
    <w:rsid w:val="00316C5F"/>
    <w:rsid w:val="00316E3C"/>
    <w:rsid w:val="00316E4F"/>
    <w:rsid w:val="00317542"/>
    <w:rsid w:val="0031787D"/>
    <w:rsid w:val="00317DB6"/>
    <w:rsid w:val="00320138"/>
    <w:rsid w:val="003201E0"/>
    <w:rsid w:val="0032021E"/>
    <w:rsid w:val="00320917"/>
    <w:rsid w:val="00320A13"/>
    <w:rsid w:val="00320AA8"/>
    <w:rsid w:val="00320B93"/>
    <w:rsid w:val="00321238"/>
    <w:rsid w:val="0032137B"/>
    <w:rsid w:val="003214DF"/>
    <w:rsid w:val="00321567"/>
    <w:rsid w:val="0032188A"/>
    <w:rsid w:val="00321A8B"/>
    <w:rsid w:val="00321D3D"/>
    <w:rsid w:val="00322D77"/>
    <w:rsid w:val="00322E81"/>
    <w:rsid w:val="00323211"/>
    <w:rsid w:val="00323335"/>
    <w:rsid w:val="00323356"/>
    <w:rsid w:val="003233C2"/>
    <w:rsid w:val="00323741"/>
    <w:rsid w:val="00323822"/>
    <w:rsid w:val="00323851"/>
    <w:rsid w:val="00323E78"/>
    <w:rsid w:val="0032411E"/>
    <w:rsid w:val="00324298"/>
    <w:rsid w:val="00324937"/>
    <w:rsid w:val="00324EB4"/>
    <w:rsid w:val="003252A1"/>
    <w:rsid w:val="00325389"/>
    <w:rsid w:val="003253D6"/>
    <w:rsid w:val="0032553C"/>
    <w:rsid w:val="003256C9"/>
    <w:rsid w:val="00325C44"/>
    <w:rsid w:val="00325D4F"/>
    <w:rsid w:val="00325DF3"/>
    <w:rsid w:val="00325E50"/>
    <w:rsid w:val="00325FB7"/>
    <w:rsid w:val="003260C5"/>
    <w:rsid w:val="0032642B"/>
    <w:rsid w:val="003270C1"/>
    <w:rsid w:val="0032720B"/>
    <w:rsid w:val="003277F7"/>
    <w:rsid w:val="0032792F"/>
    <w:rsid w:val="0032798A"/>
    <w:rsid w:val="00327A45"/>
    <w:rsid w:val="00327B65"/>
    <w:rsid w:val="00327F49"/>
    <w:rsid w:val="00330293"/>
    <w:rsid w:val="00330B3E"/>
    <w:rsid w:val="00330FF7"/>
    <w:rsid w:val="003311AE"/>
    <w:rsid w:val="00331693"/>
    <w:rsid w:val="003319FA"/>
    <w:rsid w:val="00332270"/>
    <w:rsid w:val="003324F9"/>
    <w:rsid w:val="00332A76"/>
    <w:rsid w:val="0033307A"/>
    <w:rsid w:val="003332B6"/>
    <w:rsid w:val="003333A9"/>
    <w:rsid w:val="00333AD7"/>
    <w:rsid w:val="003341C0"/>
    <w:rsid w:val="00334300"/>
    <w:rsid w:val="00334383"/>
    <w:rsid w:val="00334512"/>
    <w:rsid w:val="00334737"/>
    <w:rsid w:val="00334749"/>
    <w:rsid w:val="00334899"/>
    <w:rsid w:val="00335580"/>
    <w:rsid w:val="00335F51"/>
    <w:rsid w:val="00336130"/>
    <w:rsid w:val="00336631"/>
    <w:rsid w:val="0033684D"/>
    <w:rsid w:val="00336E19"/>
    <w:rsid w:val="00336E35"/>
    <w:rsid w:val="00336FB0"/>
    <w:rsid w:val="00337158"/>
    <w:rsid w:val="003372A0"/>
    <w:rsid w:val="003373FF"/>
    <w:rsid w:val="0033741D"/>
    <w:rsid w:val="00337A79"/>
    <w:rsid w:val="00337E95"/>
    <w:rsid w:val="0034005A"/>
    <w:rsid w:val="0034026C"/>
    <w:rsid w:val="00340EEE"/>
    <w:rsid w:val="00340FAF"/>
    <w:rsid w:val="0034143E"/>
    <w:rsid w:val="003415F2"/>
    <w:rsid w:val="00341A68"/>
    <w:rsid w:val="00341A92"/>
    <w:rsid w:val="00341E5E"/>
    <w:rsid w:val="00342909"/>
    <w:rsid w:val="0034290D"/>
    <w:rsid w:val="00342B84"/>
    <w:rsid w:val="00342DB5"/>
    <w:rsid w:val="00343629"/>
    <w:rsid w:val="00343CFD"/>
    <w:rsid w:val="003443F3"/>
    <w:rsid w:val="003445BC"/>
    <w:rsid w:val="00344650"/>
    <w:rsid w:val="0034483B"/>
    <w:rsid w:val="00344C5B"/>
    <w:rsid w:val="00345145"/>
    <w:rsid w:val="003452CA"/>
    <w:rsid w:val="003452E4"/>
    <w:rsid w:val="003453E7"/>
    <w:rsid w:val="00345A57"/>
    <w:rsid w:val="00345D00"/>
    <w:rsid w:val="00345D7F"/>
    <w:rsid w:val="003460F4"/>
    <w:rsid w:val="003463A3"/>
    <w:rsid w:val="00346625"/>
    <w:rsid w:val="003469EE"/>
    <w:rsid w:val="00346FAD"/>
    <w:rsid w:val="003475E9"/>
    <w:rsid w:val="003478FB"/>
    <w:rsid w:val="00347909"/>
    <w:rsid w:val="003479B2"/>
    <w:rsid w:val="003479CE"/>
    <w:rsid w:val="003479DB"/>
    <w:rsid w:val="00347AF7"/>
    <w:rsid w:val="00347EA7"/>
    <w:rsid w:val="00350795"/>
    <w:rsid w:val="00350857"/>
    <w:rsid w:val="00351708"/>
    <w:rsid w:val="00351828"/>
    <w:rsid w:val="00351838"/>
    <w:rsid w:val="003521DB"/>
    <w:rsid w:val="00352322"/>
    <w:rsid w:val="00352DC7"/>
    <w:rsid w:val="00352FDD"/>
    <w:rsid w:val="003532D9"/>
    <w:rsid w:val="003535C9"/>
    <w:rsid w:val="003537C8"/>
    <w:rsid w:val="00353DC9"/>
    <w:rsid w:val="00353FE6"/>
    <w:rsid w:val="003540FC"/>
    <w:rsid w:val="003542A4"/>
    <w:rsid w:val="00354776"/>
    <w:rsid w:val="003549FF"/>
    <w:rsid w:val="00354D94"/>
    <w:rsid w:val="00354F68"/>
    <w:rsid w:val="00354F83"/>
    <w:rsid w:val="0035516E"/>
    <w:rsid w:val="00355713"/>
    <w:rsid w:val="003559EE"/>
    <w:rsid w:val="00355B56"/>
    <w:rsid w:val="003560EC"/>
    <w:rsid w:val="003562D6"/>
    <w:rsid w:val="0035659D"/>
    <w:rsid w:val="00356828"/>
    <w:rsid w:val="0035682C"/>
    <w:rsid w:val="0035698F"/>
    <w:rsid w:val="00356E17"/>
    <w:rsid w:val="00356EF4"/>
    <w:rsid w:val="00356F8D"/>
    <w:rsid w:val="003572BC"/>
    <w:rsid w:val="003574C0"/>
    <w:rsid w:val="00357776"/>
    <w:rsid w:val="00357A81"/>
    <w:rsid w:val="00357D7D"/>
    <w:rsid w:val="00357E48"/>
    <w:rsid w:val="00360289"/>
    <w:rsid w:val="003606DD"/>
    <w:rsid w:val="003607B0"/>
    <w:rsid w:val="00360D23"/>
    <w:rsid w:val="0036122D"/>
    <w:rsid w:val="003612E3"/>
    <w:rsid w:val="00361D51"/>
    <w:rsid w:val="00361D69"/>
    <w:rsid w:val="00361FA7"/>
    <w:rsid w:val="00361FB7"/>
    <w:rsid w:val="0036278B"/>
    <w:rsid w:val="00362BBA"/>
    <w:rsid w:val="00363257"/>
    <w:rsid w:val="003632BE"/>
    <w:rsid w:val="003633FF"/>
    <w:rsid w:val="00363EAA"/>
    <w:rsid w:val="00364355"/>
    <w:rsid w:val="00364865"/>
    <w:rsid w:val="00364A8C"/>
    <w:rsid w:val="00364AE5"/>
    <w:rsid w:val="00364B83"/>
    <w:rsid w:val="00365170"/>
    <w:rsid w:val="00365A21"/>
    <w:rsid w:val="00365A90"/>
    <w:rsid w:val="00366200"/>
    <w:rsid w:val="003662A7"/>
    <w:rsid w:val="003664E8"/>
    <w:rsid w:val="003664F2"/>
    <w:rsid w:val="00366629"/>
    <w:rsid w:val="00366881"/>
    <w:rsid w:val="003670EB"/>
    <w:rsid w:val="003671A4"/>
    <w:rsid w:val="00367496"/>
    <w:rsid w:val="0036769C"/>
    <w:rsid w:val="003676D6"/>
    <w:rsid w:val="00367843"/>
    <w:rsid w:val="003678AE"/>
    <w:rsid w:val="00367B56"/>
    <w:rsid w:val="00367DA1"/>
    <w:rsid w:val="00370478"/>
    <w:rsid w:val="003704C3"/>
    <w:rsid w:val="003708C5"/>
    <w:rsid w:val="003709BB"/>
    <w:rsid w:val="00371155"/>
    <w:rsid w:val="003711F5"/>
    <w:rsid w:val="003717EA"/>
    <w:rsid w:val="0037183B"/>
    <w:rsid w:val="00371AA2"/>
    <w:rsid w:val="00371C0E"/>
    <w:rsid w:val="00371FDC"/>
    <w:rsid w:val="0037343F"/>
    <w:rsid w:val="00373A5C"/>
    <w:rsid w:val="003744E8"/>
    <w:rsid w:val="00374A81"/>
    <w:rsid w:val="00374C4F"/>
    <w:rsid w:val="003751E9"/>
    <w:rsid w:val="003751FB"/>
    <w:rsid w:val="00375305"/>
    <w:rsid w:val="00375307"/>
    <w:rsid w:val="00375400"/>
    <w:rsid w:val="00375444"/>
    <w:rsid w:val="00375456"/>
    <w:rsid w:val="00375483"/>
    <w:rsid w:val="003754D3"/>
    <w:rsid w:val="0037574F"/>
    <w:rsid w:val="00375752"/>
    <w:rsid w:val="00375A0C"/>
    <w:rsid w:val="0037609F"/>
    <w:rsid w:val="00376242"/>
    <w:rsid w:val="00376423"/>
    <w:rsid w:val="00376A8A"/>
    <w:rsid w:val="00376B96"/>
    <w:rsid w:val="00376C31"/>
    <w:rsid w:val="00376C3E"/>
    <w:rsid w:val="00376C5F"/>
    <w:rsid w:val="00376EB8"/>
    <w:rsid w:val="00377328"/>
    <w:rsid w:val="003773E3"/>
    <w:rsid w:val="0037778C"/>
    <w:rsid w:val="00377E8A"/>
    <w:rsid w:val="00377FDA"/>
    <w:rsid w:val="00380117"/>
    <w:rsid w:val="0038040F"/>
    <w:rsid w:val="00380705"/>
    <w:rsid w:val="0038097C"/>
    <w:rsid w:val="00380B74"/>
    <w:rsid w:val="00380C14"/>
    <w:rsid w:val="00381167"/>
    <w:rsid w:val="003816EB"/>
    <w:rsid w:val="003819B0"/>
    <w:rsid w:val="00381EAF"/>
    <w:rsid w:val="003820E3"/>
    <w:rsid w:val="00382CA9"/>
    <w:rsid w:val="00382CCE"/>
    <w:rsid w:val="00383036"/>
    <w:rsid w:val="00383084"/>
    <w:rsid w:val="0038311B"/>
    <w:rsid w:val="00383358"/>
    <w:rsid w:val="00383909"/>
    <w:rsid w:val="003840A1"/>
    <w:rsid w:val="00384298"/>
    <w:rsid w:val="0038440A"/>
    <w:rsid w:val="003847B3"/>
    <w:rsid w:val="00384989"/>
    <w:rsid w:val="00384D75"/>
    <w:rsid w:val="00384DC0"/>
    <w:rsid w:val="0038536A"/>
    <w:rsid w:val="0038536D"/>
    <w:rsid w:val="00385BC1"/>
    <w:rsid w:val="00385C07"/>
    <w:rsid w:val="00385CFD"/>
    <w:rsid w:val="00385E6A"/>
    <w:rsid w:val="003861FD"/>
    <w:rsid w:val="00386608"/>
    <w:rsid w:val="003873D5"/>
    <w:rsid w:val="00387662"/>
    <w:rsid w:val="00387CD6"/>
    <w:rsid w:val="00387CD7"/>
    <w:rsid w:val="00387DC0"/>
    <w:rsid w:val="00387E88"/>
    <w:rsid w:val="00387F2A"/>
    <w:rsid w:val="0039117B"/>
    <w:rsid w:val="0039155A"/>
    <w:rsid w:val="0039171F"/>
    <w:rsid w:val="00391A21"/>
    <w:rsid w:val="00391B39"/>
    <w:rsid w:val="00391C4C"/>
    <w:rsid w:val="00391C5E"/>
    <w:rsid w:val="0039259E"/>
    <w:rsid w:val="00392732"/>
    <w:rsid w:val="00392C54"/>
    <w:rsid w:val="00392DD8"/>
    <w:rsid w:val="00392E6F"/>
    <w:rsid w:val="003930DF"/>
    <w:rsid w:val="00393420"/>
    <w:rsid w:val="003934F1"/>
    <w:rsid w:val="00393529"/>
    <w:rsid w:val="00393DF4"/>
    <w:rsid w:val="00393F8F"/>
    <w:rsid w:val="00394381"/>
    <w:rsid w:val="00394A9E"/>
    <w:rsid w:val="00394EA4"/>
    <w:rsid w:val="00394F1C"/>
    <w:rsid w:val="00394F5C"/>
    <w:rsid w:val="00395321"/>
    <w:rsid w:val="0039541A"/>
    <w:rsid w:val="00395460"/>
    <w:rsid w:val="00395699"/>
    <w:rsid w:val="003956EB"/>
    <w:rsid w:val="003957E3"/>
    <w:rsid w:val="00395BB5"/>
    <w:rsid w:val="00396481"/>
    <w:rsid w:val="00396596"/>
    <w:rsid w:val="00396613"/>
    <w:rsid w:val="003969F1"/>
    <w:rsid w:val="00396E65"/>
    <w:rsid w:val="00397046"/>
    <w:rsid w:val="0039712A"/>
    <w:rsid w:val="003978F6"/>
    <w:rsid w:val="003A0450"/>
    <w:rsid w:val="003A168A"/>
    <w:rsid w:val="003A181D"/>
    <w:rsid w:val="003A1A04"/>
    <w:rsid w:val="003A1FE1"/>
    <w:rsid w:val="003A218A"/>
    <w:rsid w:val="003A2848"/>
    <w:rsid w:val="003A285D"/>
    <w:rsid w:val="003A2E5E"/>
    <w:rsid w:val="003A30DF"/>
    <w:rsid w:val="003A3A77"/>
    <w:rsid w:val="003A3AAB"/>
    <w:rsid w:val="003A3C7D"/>
    <w:rsid w:val="003A4148"/>
    <w:rsid w:val="003A43F3"/>
    <w:rsid w:val="003A448D"/>
    <w:rsid w:val="003A470C"/>
    <w:rsid w:val="003A4F42"/>
    <w:rsid w:val="003A4FD2"/>
    <w:rsid w:val="003A5311"/>
    <w:rsid w:val="003A59F8"/>
    <w:rsid w:val="003A5ED5"/>
    <w:rsid w:val="003A6536"/>
    <w:rsid w:val="003A663B"/>
    <w:rsid w:val="003A6683"/>
    <w:rsid w:val="003A684B"/>
    <w:rsid w:val="003A6D76"/>
    <w:rsid w:val="003A6F4E"/>
    <w:rsid w:val="003A72D4"/>
    <w:rsid w:val="003A7335"/>
    <w:rsid w:val="003A76EB"/>
    <w:rsid w:val="003A7E59"/>
    <w:rsid w:val="003B041B"/>
    <w:rsid w:val="003B0584"/>
    <w:rsid w:val="003B0C09"/>
    <w:rsid w:val="003B0CA6"/>
    <w:rsid w:val="003B0D5B"/>
    <w:rsid w:val="003B0EEB"/>
    <w:rsid w:val="003B1525"/>
    <w:rsid w:val="003B15BB"/>
    <w:rsid w:val="003B1891"/>
    <w:rsid w:val="003B1A8D"/>
    <w:rsid w:val="003B1CFB"/>
    <w:rsid w:val="003B2918"/>
    <w:rsid w:val="003B2C3C"/>
    <w:rsid w:val="003B2D1D"/>
    <w:rsid w:val="003B30BE"/>
    <w:rsid w:val="003B32C0"/>
    <w:rsid w:val="003B33CC"/>
    <w:rsid w:val="003B33E7"/>
    <w:rsid w:val="003B33EC"/>
    <w:rsid w:val="003B3ACA"/>
    <w:rsid w:val="003B3C5E"/>
    <w:rsid w:val="003B47A0"/>
    <w:rsid w:val="003B49DE"/>
    <w:rsid w:val="003B4B09"/>
    <w:rsid w:val="003B4B12"/>
    <w:rsid w:val="003B4C9F"/>
    <w:rsid w:val="003B4D2E"/>
    <w:rsid w:val="003B5204"/>
    <w:rsid w:val="003B567B"/>
    <w:rsid w:val="003B606F"/>
    <w:rsid w:val="003B6257"/>
    <w:rsid w:val="003B686E"/>
    <w:rsid w:val="003B6B2A"/>
    <w:rsid w:val="003B6BF6"/>
    <w:rsid w:val="003B6F8A"/>
    <w:rsid w:val="003B70FE"/>
    <w:rsid w:val="003B71F8"/>
    <w:rsid w:val="003B72F7"/>
    <w:rsid w:val="003B7318"/>
    <w:rsid w:val="003B7A7A"/>
    <w:rsid w:val="003B7C3E"/>
    <w:rsid w:val="003C0897"/>
    <w:rsid w:val="003C0994"/>
    <w:rsid w:val="003C0C93"/>
    <w:rsid w:val="003C0D55"/>
    <w:rsid w:val="003C0D9F"/>
    <w:rsid w:val="003C0E24"/>
    <w:rsid w:val="003C1258"/>
    <w:rsid w:val="003C131C"/>
    <w:rsid w:val="003C1B78"/>
    <w:rsid w:val="003C1C05"/>
    <w:rsid w:val="003C213F"/>
    <w:rsid w:val="003C263C"/>
    <w:rsid w:val="003C29FE"/>
    <w:rsid w:val="003C2BCD"/>
    <w:rsid w:val="003C2C96"/>
    <w:rsid w:val="003C2D6A"/>
    <w:rsid w:val="003C2EA8"/>
    <w:rsid w:val="003C315F"/>
    <w:rsid w:val="003C3264"/>
    <w:rsid w:val="003C388E"/>
    <w:rsid w:val="003C3EB8"/>
    <w:rsid w:val="003C3EDA"/>
    <w:rsid w:val="003C4629"/>
    <w:rsid w:val="003C4AF5"/>
    <w:rsid w:val="003C53F3"/>
    <w:rsid w:val="003C59BA"/>
    <w:rsid w:val="003C5E82"/>
    <w:rsid w:val="003C6024"/>
    <w:rsid w:val="003C6082"/>
    <w:rsid w:val="003C632D"/>
    <w:rsid w:val="003C67CF"/>
    <w:rsid w:val="003C69B5"/>
    <w:rsid w:val="003C69D7"/>
    <w:rsid w:val="003C69E1"/>
    <w:rsid w:val="003C6B9E"/>
    <w:rsid w:val="003C6ED4"/>
    <w:rsid w:val="003C7258"/>
    <w:rsid w:val="003C72B1"/>
    <w:rsid w:val="003C7617"/>
    <w:rsid w:val="003C778B"/>
    <w:rsid w:val="003C7993"/>
    <w:rsid w:val="003C7C21"/>
    <w:rsid w:val="003C7CA5"/>
    <w:rsid w:val="003D0141"/>
    <w:rsid w:val="003D0205"/>
    <w:rsid w:val="003D0262"/>
    <w:rsid w:val="003D0352"/>
    <w:rsid w:val="003D05E8"/>
    <w:rsid w:val="003D06A4"/>
    <w:rsid w:val="003D06F1"/>
    <w:rsid w:val="003D0987"/>
    <w:rsid w:val="003D0AA4"/>
    <w:rsid w:val="003D0D29"/>
    <w:rsid w:val="003D0EB3"/>
    <w:rsid w:val="003D127B"/>
    <w:rsid w:val="003D15DB"/>
    <w:rsid w:val="003D191B"/>
    <w:rsid w:val="003D1D3D"/>
    <w:rsid w:val="003D1E9C"/>
    <w:rsid w:val="003D2735"/>
    <w:rsid w:val="003D278B"/>
    <w:rsid w:val="003D27C6"/>
    <w:rsid w:val="003D2855"/>
    <w:rsid w:val="003D2871"/>
    <w:rsid w:val="003D2A28"/>
    <w:rsid w:val="003D31F2"/>
    <w:rsid w:val="003D33D7"/>
    <w:rsid w:val="003D3673"/>
    <w:rsid w:val="003D3C66"/>
    <w:rsid w:val="003D3E27"/>
    <w:rsid w:val="003D3EE7"/>
    <w:rsid w:val="003D40B3"/>
    <w:rsid w:val="003D44CF"/>
    <w:rsid w:val="003D45FD"/>
    <w:rsid w:val="003D46C5"/>
    <w:rsid w:val="003D4780"/>
    <w:rsid w:val="003D48C9"/>
    <w:rsid w:val="003D4C1A"/>
    <w:rsid w:val="003D4F2C"/>
    <w:rsid w:val="003D509E"/>
    <w:rsid w:val="003D5295"/>
    <w:rsid w:val="003D56F0"/>
    <w:rsid w:val="003D591C"/>
    <w:rsid w:val="003D5F99"/>
    <w:rsid w:val="003D634A"/>
    <w:rsid w:val="003D6B17"/>
    <w:rsid w:val="003D6C77"/>
    <w:rsid w:val="003D6E40"/>
    <w:rsid w:val="003D70FA"/>
    <w:rsid w:val="003D7307"/>
    <w:rsid w:val="003D73D2"/>
    <w:rsid w:val="003E01D1"/>
    <w:rsid w:val="003E0760"/>
    <w:rsid w:val="003E07AF"/>
    <w:rsid w:val="003E080E"/>
    <w:rsid w:val="003E0B92"/>
    <w:rsid w:val="003E0CAC"/>
    <w:rsid w:val="003E0E07"/>
    <w:rsid w:val="003E1172"/>
    <w:rsid w:val="003E1429"/>
    <w:rsid w:val="003E1EF6"/>
    <w:rsid w:val="003E2245"/>
    <w:rsid w:val="003E251D"/>
    <w:rsid w:val="003E26D8"/>
    <w:rsid w:val="003E2930"/>
    <w:rsid w:val="003E372E"/>
    <w:rsid w:val="003E3886"/>
    <w:rsid w:val="003E43C1"/>
    <w:rsid w:val="003E4670"/>
    <w:rsid w:val="003E55DB"/>
    <w:rsid w:val="003E56DA"/>
    <w:rsid w:val="003E5900"/>
    <w:rsid w:val="003E5ABD"/>
    <w:rsid w:val="003E5B9E"/>
    <w:rsid w:val="003E5C5A"/>
    <w:rsid w:val="003E62C9"/>
    <w:rsid w:val="003E6485"/>
    <w:rsid w:val="003E66CB"/>
    <w:rsid w:val="003E6B83"/>
    <w:rsid w:val="003E6F61"/>
    <w:rsid w:val="003E7282"/>
    <w:rsid w:val="003E72C3"/>
    <w:rsid w:val="003E732A"/>
    <w:rsid w:val="003E7369"/>
    <w:rsid w:val="003E7676"/>
    <w:rsid w:val="003E77C1"/>
    <w:rsid w:val="003E7814"/>
    <w:rsid w:val="003E7869"/>
    <w:rsid w:val="003E7BFB"/>
    <w:rsid w:val="003E7DE4"/>
    <w:rsid w:val="003E7E29"/>
    <w:rsid w:val="003E7F38"/>
    <w:rsid w:val="003F0022"/>
    <w:rsid w:val="003F0067"/>
    <w:rsid w:val="003F04AC"/>
    <w:rsid w:val="003F0554"/>
    <w:rsid w:val="003F0E1B"/>
    <w:rsid w:val="003F0E31"/>
    <w:rsid w:val="003F1AE4"/>
    <w:rsid w:val="003F2698"/>
    <w:rsid w:val="003F2836"/>
    <w:rsid w:val="003F2D2F"/>
    <w:rsid w:val="003F3731"/>
    <w:rsid w:val="003F3B12"/>
    <w:rsid w:val="003F3EA2"/>
    <w:rsid w:val="003F41B0"/>
    <w:rsid w:val="003F43F4"/>
    <w:rsid w:val="003F47B6"/>
    <w:rsid w:val="003F4DBA"/>
    <w:rsid w:val="003F5063"/>
    <w:rsid w:val="003F50CC"/>
    <w:rsid w:val="003F5169"/>
    <w:rsid w:val="003F567A"/>
    <w:rsid w:val="003F575D"/>
    <w:rsid w:val="003F6BF6"/>
    <w:rsid w:val="003F6E3E"/>
    <w:rsid w:val="003F70F7"/>
    <w:rsid w:val="003F7126"/>
    <w:rsid w:val="003F7626"/>
    <w:rsid w:val="003F7D41"/>
    <w:rsid w:val="003F7F6B"/>
    <w:rsid w:val="00400239"/>
    <w:rsid w:val="0040043E"/>
    <w:rsid w:val="004007E4"/>
    <w:rsid w:val="0040095E"/>
    <w:rsid w:val="0040101B"/>
    <w:rsid w:val="00401BBF"/>
    <w:rsid w:val="00401C53"/>
    <w:rsid w:val="00401F15"/>
    <w:rsid w:val="0040220C"/>
    <w:rsid w:val="00402597"/>
    <w:rsid w:val="00402847"/>
    <w:rsid w:val="004028C3"/>
    <w:rsid w:val="00402FEA"/>
    <w:rsid w:val="00403578"/>
    <w:rsid w:val="00403C07"/>
    <w:rsid w:val="00403E5A"/>
    <w:rsid w:val="00403F57"/>
    <w:rsid w:val="004040A4"/>
    <w:rsid w:val="0040440E"/>
    <w:rsid w:val="00404E01"/>
    <w:rsid w:val="004050FC"/>
    <w:rsid w:val="00405157"/>
    <w:rsid w:val="004055D2"/>
    <w:rsid w:val="00405754"/>
    <w:rsid w:val="004058E0"/>
    <w:rsid w:val="00405A17"/>
    <w:rsid w:val="004063D8"/>
    <w:rsid w:val="0040677E"/>
    <w:rsid w:val="00406892"/>
    <w:rsid w:val="00406907"/>
    <w:rsid w:val="00406BA7"/>
    <w:rsid w:val="00406F05"/>
    <w:rsid w:val="00406FB5"/>
    <w:rsid w:val="00407FA9"/>
    <w:rsid w:val="004103EF"/>
    <w:rsid w:val="004106BF"/>
    <w:rsid w:val="004106C3"/>
    <w:rsid w:val="00410BB9"/>
    <w:rsid w:val="00410C35"/>
    <w:rsid w:val="00410F64"/>
    <w:rsid w:val="004112EA"/>
    <w:rsid w:val="00411546"/>
    <w:rsid w:val="00411A41"/>
    <w:rsid w:val="00411EE8"/>
    <w:rsid w:val="00411F74"/>
    <w:rsid w:val="00411F87"/>
    <w:rsid w:val="00411FF5"/>
    <w:rsid w:val="00412098"/>
    <w:rsid w:val="00412303"/>
    <w:rsid w:val="00412806"/>
    <w:rsid w:val="00412819"/>
    <w:rsid w:val="00412AA7"/>
    <w:rsid w:val="00412C6A"/>
    <w:rsid w:val="00412FBC"/>
    <w:rsid w:val="004131C0"/>
    <w:rsid w:val="00413941"/>
    <w:rsid w:val="00414000"/>
    <w:rsid w:val="004147D9"/>
    <w:rsid w:val="004151AA"/>
    <w:rsid w:val="004152C5"/>
    <w:rsid w:val="00415312"/>
    <w:rsid w:val="0041593F"/>
    <w:rsid w:val="00415A7E"/>
    <w:rsid w:val="00415AFE"/>
    <w:rsid w:val="00415D23"/>
    <w:rsid w:val="00415E19"/>
    <w:rsid w:val="00415F4F"/>
    <w:rsid w:val="004161AD"/>
    <w:rsid w:val="004163BA"/>
    <w:rsid w:val="0041644F"/>
    <w:rsid w:val="00416478"/>
    <w:rsid w:val="00416581"/>
    <w:rsid w:val="00416646"/>
    <w:rsid w:val="004169C8"/>
    <w:rsid w:val="004169DF"/>
    <w:rsid w:val="00416D4D"/>
    <w:rsid w:val="00416E4C"/>
    <w:rsid w:val="00416EDC"/>
    <w:rsid w:val="00417592"/>
    <w:rsid w:val="0041759F"/>
    <w:rsid w:val="004175ED"/>
    <w:rsid w:val="00417882"/>
    <w:rsid w:val="004178A9"/>
    <w:rsid w:val="004178FC"/>
    <w:rsid w:val="004179CC"/>
    <w:rsid w:val="00417D38"/>
    <w:rsid w:val="00417FCC"/>
    <w:rsid w:val="00420314"/>
    <w:rsid w:val="0042045C"/>
    <w:rsid w:val="00420BFE"/>
    <w:rsid w:val="00420C68"/>
    <w:rsid w:val="00421071"/>
    <w:rsid w:val="0042125A"/>
    <w:rsid w:val="00421764"/>
    <w:rsid w:val="00421A38"/>
    <w:rsid w:val="00421C42"/>
    <w:rsid w:val="00421C91"/>
    <w:rsid w:val="00421E40"/>
    <w:rsid w:val="00421F90"/>
    <w:rsid w:val="004220B4"/>
    <w:rsid w:val="00422D62"/>
    <w:rsid w:val="00422FBF"/>
    <w:rsid w:val="00423091"/>
    <w:rsid w:val="00423558"/>
    <w:rsid w:val="00423DD7"/>
    <w:rsid w:val="00423F53"/>
    <w:rsid w:val="0042466F"/>
    <w:rsid w:val="004247BF"/>
    <w:rsid w:val="0042485B"/>
    <w:rsid w:val="00424BB2"/>
    <w:rsid w:val="00424E6F"/>
    <w:rsid w:val="004252C2"/>
    <w:rsid w:val="00425E75"/>
    <w:rsid w:val="00426AEC"/>
    <w:rsid w:val="00426D1B"/>
    <w:rsid w:val="00426DF7"/>
    <w:rsid w:val="0042711E"/>
    <w:rsid w:val="004272A2"/>
    <w:rsid w:val="004273CC"/>
    <w:rsid w:val="00427945"/>
    <w:rsid w:val="004279A1"/>
    <w:rsid w:val="00427BE7"/>
    <w:rsid w:val="004300FE"/>
    <w:rsid w:val="00430117"/>
    <w:rsid w:val="004305F2"/>
    <w:rsid w:val="00430ADA"/>
    <w:rsid w:val="00430CB4"/>
    <w:rsid w:val="00430DED"/>
    <w:rsid w:val="00430E3A"/>
    <w:rsid w:val="0043118A"/>
    <w:rsid w:val="00431219"/>
    <w:rsid w:val="004315C4"/>
    <w:rsid w:val="00431822"/>
    <w:rsid w:val="00431F8D"/>
    <w:rsid w:val="004320E6"/>
    <w:rsid w:val="00432382"/>
    <w:rsid w:val="0043255B"/>
    <w:rsid w:val="00432927"/>
    <w:rsid w:val="00432AB9"/>
    <w:rsid w:val="00433016"/>
    <w:rsid w:val="00433889"/>
    <w:rsid w:val="00433B9E"/>
    <w:rsid w:val="00433E98"/>
    <w:rsid w:val="0043414C"/>
    <w:rsid w:val="0043455A"/>
    <w:rsid w:val="0043456B"/>
    <w:rsid w:val="004345D3"/>
    <w:rsid w:val="004345D8"/>
    <w:rsid w:val="004346EF"/>
    <w:rsid w:val="0043500C"/>
    <w:rsid w:val="004350BA"/>
    <w:rsid w:val="00435276"/>
    <w:rsid w:val="00435975"/>
    <w:rsid w:val="004359AC"/>
    <w:rsid w:val="00435B93"/>
    <w:rsid w:val="00435BDA"/>
    <w:rsid w:val="0043611E"/>
    <w:rsid w:val="004365B5"/>
    <w:rsid w:val="00436703"/>
    <w:rsid w:val="00436B9B"/>
    <w:rsid w:val="00436CC1"/>
    <w:rsid w:val="00436D65"/>
    <w:rsid w:val="00436FCC"/>
    <w:rsid w:val="0043715E"/>
    <w:rsid w:val="004371CD"/>
    <w:rsid w:val="004372CA"/>
    <w:rsid w:val="00437327"/>
    <w:rsid w:val="00437CB1"/>
    <w:rsid w:val="00437D59"/>
    <w:rsid w:val="00440165"/>
    <w:rsid w:val="00440BB6"/>
    <w:rsid w:val="00440F14"/>
    <w:rsid w:val="00440F3F"/>
    <w:rsid w:val="0044102E"/>
    <w:rsid w:val="004413E5"/>
    <w:rsid w:val="00441938"/>
    <w:rsid w:val="00441996"/>
    <w:rsid w:val="00441A1F"/>
    <w:rsid w:val="00441A8D"/>
    <w:rsid w:val="00441B74"/>
    <w:rsid w:val="00442578"/>
    <w:rsid w:val="004432CA"/>
    <w:rsid w:val="004434ED"/>
    <w:rsid w:val="0044374D"/>
    <w:rsid w:val="004437EC"/>
    <w:rsid w:val="00444946"/>
    <w:rsid w:val="00444975"/>
    <w:rsid w:val="00444B52"/>
    <w:rsid w:val="00444CF5"/>
    <w:rsid w:val="00444D10"/>
    <w:rsid w:val="00445371"/>
    <w:rsid w:val="00445B43"/>
    <w:rsid w:val="00446178"/>
    <w:rsid w:val="00446229"/>
    <w:rsid w:val="00446313"/>
    <w:rsid w:val="00446584"/>
    <w:rsid w:val="004465AA"/>
    <w:rsid w:val="004465D2"/>
    <w:rsid w:val="004469D8"/>
    <w:rsid w:val="00446BF2"/>
    <w:rsid w:val="00446EE2"/>
    <w:rsid w:val="00446FF6"/>
    <w:rsid w:val="00447238"/>
    <w:rsid w:val="004476A9"/>
    <w:rsid w:val="00450300"/>
    <w:rsid w:val="004505B3"/>
    <w:rsid w:val="00450D55"/>
    <w:rsid w:val="004519D1"/>
    <w:rsid w:val="004521A2"/>
    <w:rsid w:val="004528C8"/>
    <w:rsid w:val="004528F4"/>
    <w:rsid w:val="00453392"/>
    <w:rsid w:val="004536CF"/>
    <w:rsid w:val="00453B3E"/>
    <w:rsid w:val="00453F1F"/>
    <w:rsid w:val="00453F32"/>
    <w:rsid w:val="00454427"/>
    <w:rsid w:val="004546F3"/>
    <w:rsid w:val="00454717"/>
    <w:rsid w:val="004547AC"/>
    <w:rsid w:val="0045487C"/>
    <w:rsid w:val="00454C67"/>
    <w:rsid w:val="0045514D"/>
    <w:rsid w:val="0045547B"/>
    <w:rsid w:val="004556B2"/>
    <w:rsid w:val="00455C2F"/>
    <w:rsid w:val="00455C5E"/>
    <w:rsid w:val="0045612F"/>
    <w:rsid w:val="0045687D"/>
    <w:rsid w:val="004568C0"/>
    <w:rsid w:val="00456CF9"/>
    <w:rsid w:val="004571DD"/>
    <w:rsid w:val="004572F2"/>
    <w:rsid w:val="004573AD"/>
    <w:rsid w:val="0045745C"/>
    <w:rsid w:val="004575FE"/>
    <w:rsid w:val="00457602"/>
    <w:rsid w:val="00457B93"/>
    <w:rsid w:val="00457FEE"/>
    <w:rsid w:val="00460757"/>
    <w:rsid w:val="00460BA5"/>
    <w:rsid w:val="0046117E"/>
    <w:rsid w:val="0046170E"/>
    <w:rsid w:val="004624B1"/>
    <w:rsid w:val="00462819"/>
    <w:rsid w:val="0046283F"/>
    <w:rsid w:val="004630FC"/>
    <w:rsid w:val="004632E3"/>
    <w:rsid w:val="0046354D"/>
    <w:rsid w:val="0046364E"/>
    <w:rsid w:val="00463BE0"/>
    <w:rsid w:val="00464574"/>
    <w:rsid w:val="00464661"/>
    <w:rsid w:val="00464A6C"/>
    <w:rsid w:val="00465560"/>
    <w:rsid w:val="00465723"/>
    <w:rsid w:val="004658A7"/>
    <w:rsid w:val="0046591B"/>
    <w:rsid w:val="00465F3C"/>
    <w:rsid w:val="00465F84"/>
    <w:rsid w:val="00466036"/>
    <w:rsid w:val="00466578"/>
    <w:rsid w:val="0046689B"/>
    <w:rsid w:val="00466A74"/>
    <w:rsid w:val="00466B21"/>
    <w:rsid w:val="00466B68"/>
    <w:rsid w:val="0046708A"/>
    <w:rsid w:val="00467113"/>
    <w:rsid w:val="004674ED"/>
    <w:rsid w:val="0046789A"/>
    <w:rsid w:val="0047003D"/>
    <w:rsid w:val="0047067E"/>
    <w:rsid w:val="00470F67"/>
    <w:rsid w:val="0047181C"/>
    <w:rsid w:val="00471B16"/>
    <w:rsid w:val="00472290"/>
    <w:rsid w:val="0047271D"/>
    <w:rsid w:val="00472B4E"/>
    <w:rsid w:val="00472C53"/>
    <w:rsid w:val="00472E82"/>
    <w:rsid w:val="00473100"/>
    <w:rsid w:val="0047319D"/>
    <w:rsid w:val="004732D1"/>
    <w:rsid w:val="004734A1"/>
    <w:rsid w:val="0047373C"/>
    <w:rsid w:val="0047382F"/>
    <w:rsid w:val="00473CCB"/>
    <w:rsid w:val="004745DC"/>
    <w:rsid w:val="00474C14"/>
    <w:rsid w:val="00474EFD"/>
    <w:rsid w:val="004750C9"/>
    <w:rsid w:val="00475DAE"/>
    <w:rsid w:val="00475E1F"/>
    <w:rsid w:val="00476822"/>
    <w:rsid w:val="00476D36"/>
    <w:rsid w:val="0047730A"/>
    <w:rsid w:val="00477469"/>
    <w:rsid w:val="00477635"/>
    <w:rsid w:val="0047793C"/>
    <w:rsid w:val="004779A5"/>
    <w:rsid w:val="004779DD"/>
    <w:rsid w:val="00477A27"/>
    <w:rsid w:val="00480000"/>
    <w:rsid w:val="00480353"/>
    <w:rsid w:val="00480612"/>
    <w:rsid w:val="00480704"/>
    <w:rsid w:val="00480777"/>
    <w:rsid w:val="00481263"/>
    <w:rsid w:val="00481547"/>
    <w:rsid w:val="00481581"/>
    <w:rsid w:val="00481C51"/>
    <w:rsid w:val="00481E25"/>
    <w:rsid w:val="00482170"/>
    <w:rsid w:val="0048232C"/>
    <w:rsid w:val="004824DF"/>
    <w:rsid w:val="004827CD"/>
    <w:rsid w:val="00482A5E"/>
    <w:rsid w:val="00482B09"/>
    <w:rsid w:val="00482C5A"/>
    <w:rsid w:val="00482D64"/>
    <w:rsid w:val="004832AE"/>
    <w:rsid w:val="0048373B"/>
    <w:rsid w:val="00483A18"/>
    <w:rsid w:val="00483BCF"/>
    <w:rsid w:val="0048417E"/>
    <w:rsid w:val="004845E6"/>
    <w:rsid w:val="004848C0"/>
    <w:rsid w:val="00484CDD"/>
    <w:rsid w:val="00484FC4"/>
    <w:rsid w:val="00485446"/>
    <w:rsid w:val="0048546A"/>
    <w:rsid w:val="00485CC7"/>
    <w:rsid w:val="00485CCC"/>
    <w:rsid w:val="00486371"/>
    <w:rsid w:val="0048640F"/>
    <w:rsid w:val="00486792"/>
    <w:rsid w:val="00486E3C"/>
    <w:rsid w:val="004873A9"/>
    <w:rsid w:val="00487496"/>
    <w:rsid w:val="00487A9D"/>
    <w:rsid w:val="00487C4E"/>
    <w:rsid w:val="00487F7F"/>
    <w:rsid w:val="00487FE9"/>
    <w:rsid w:val="004901D7"/>
    <w:rsid w:val="00490294"/>
    <w:rsid w:val="00490893"/>
    <w:rsid w:val="004908AC"/>
    <w:rsid w:val="004911F8"/>
    <w:rsid w:val="00491BC9"/>
    <w:rsid w:val="00491E56"/>
    <w:rsid w:val="00492143"/>
    <w:rsid w:val="004921D9"/>
    <w:rsid w:val="004929A8"/>
    <w:rsid w:val="00492A3B"/>
    <w:rsid w:val="00492ACD"/>
    <w:rsid w:val="00492CEC"/>
    <w:rsid w:val="00492D61"/>
    <w:rsid w:val="00492DE0"/>
    <w:rsid w:val="00492E42"/>
    <w:rsid w:val="00492E9C"/>
    <w:rsid w:val="00493194"/>
    <w:rsid w:val="0049325E"/>
    <w:rsid w:val="00493E8A"/>
    <w:rsid w:val="004941BE"/>
    <w:rsid w:val="004948D5"/>
    <w:rsid w:val="00494A61"/>
    <w:rsid w:val="00494E5E"/>
    <w:rsid w:val="004950FC"/>
    <w:rsid w:val="004955B4"/>
    <w:rsid w:val="0049583A"/>
    <w:rsid w:val="00495EB0"/>
    <w:rsid w:val="00496059"/>
    <w:rsid w:val="00496D06"/>
    <w:rsid w:val="00496F20"/>
    <w:rsid w:val="00497100"/>
    <w:rsid w:val="00497403"/>
    <w:rsid w:val="0049747A"/>
    <w:rsid w:val="0049782A"/>
    <w:rsid w:val="00497F72"/>
    <w:rsid w:val="004A030A"/>
    <w:rsid w:val="004A04C3"/>
    <w:rsid w:val="004A04C8"/>
    <w:rsid w:val="004A05BA"/>
    <w:rsid w:val="004A0C2E"/>
    <w:rsid w:val="004A0D3D"/>
    <w:rsid w:val="004A0E5C"/>
    <w:rsid w:val="004A110B"/>
    <w:rsid w:val="004A1649"/>
    <w:rsid w:val="004A1878"/>
    <w:rsid w:val="004A1A77"/>
    <w:rsid w:val="004A1B46"/>
    <w:rsid w:val="004A1B84"/>
    <w:rsid w:val="004A1CF5"/>
    <w:rsid w:val="004A2239"/>
    <w:rsid w:val="004A2569"/>
    <w:rsid w:val="004A2574"/>
    <w:rsid w:val="004A287C"/>
    <w:rsid w:val="004A28B6"/>
    <w:rsid w:val="004A2C35"/>
    <w:rsid w:val="004A2DA1"/>
    <w:rsid w:val="004A3141"/>
    <w:rsid w:val="004A359C"/>
    <w:rsid w:val="004A3716"/>
    <w:rsid w:val="004A3A6C"/>
    <w:rsid w:val="004A3C6B"/>
    <w:rsid w:val="004A3E50"/>
    <w:rsid w:val="004A407C"/>
    <w:rsid w:val="004A4174"/>
    <w:rsid w:val="004A4614"/>
    <w:rsid w:val="004A49F7"/>
    <w:rsid w:val="004A4DA7"/>
    <w:rsid w:val="004A4E89"/>
    <w:rsid w:val="004A5228"/>
    <w:rsid w:val="004A5868"/>
    <w:rsid w:val="004A636C"/>
    <w:rsid w:val="004A654E"/>
    <w:rsid w:val="004A69C8"/>
    <w:rsid w:val="004A6A2F"/>
    <w:rsid w:val="004A6B26"/>
    <w:rsid w:val="004A6FA9"/>
    <w:rsid w:val="004A7694"/>
    <w:rsid w:val="004A7864"/>
    <w:rsid w:val="004A7B05"/>
    <w:rsid w:val="004A7B79"/>
    <w:rsid w:val="004B039C"/>
    <w:rsid w:val="004B0411"/>
    <w:rsid w:val="004B0C9F"/>
    <w:rsid w:val="004B0CFB"/>
    <w:rsid w:val="004B1687"/>
    <w:rsid w:val="004B1C5E"/>
    <w:rsid w:val="004B2914"/>
    <w:rsid w:val="004B3785"/>
    <w:rsid w:val="004B3870"/>
    <w:rsid w:val="004B3EC3"/>
    <w:rsid w:val="004B3F92"/>
    <w:rsid w:val="004B4022"/>
    <w:rsid w:val="004B40CC"/>
    <w:rsid w:val="004B41B7"/>
    <w:rsid w:val="004B42A5"/>
    <w:rsid w:val="004B43C0"/>
    <w:rsid w:val="004B457D"/>
    <w:rsid w:val="004B464D"/>
    <w:rsid w:val="004B4924"/>
    <w:rsid w:val="004B4AE0"/>
    <w:rsid w:val="004B4C74"/>
    <w:rsid w:val="004B4CEF"/>
    <w:rsid w:val="004B5330"/>
    <w:rsid w:val="004B56AA"/>
    <w:rsid w:val="004B570E"/>
    <w:rsid w:val="004B5961"/>
    <w:rsid w:val="004B5977"/>
    <w:rsid w:val="004B5A90"/>
    <w:rsid w:val="004B6147"/>
    <w:rsid w:val="004B62B8"/>
    <w:rsid w:val="004B6550"/>
    <w:rsid w:val="004B6691"/>
    <w:rsid w:val="004B6977"/>
    <w:rsid w:val="004B6EE4"/>
    <w:rsid w:val="004B7309"/>
    <w:rsid w:val="004B7A06"/>
    <w:rsid w:val="004B7AF9"/>
    <w:rsid w:val="004B7B44"/>
    <w:rsid w:val="004B7D5B"/>
    <w:rsid w:val="004C00B7"/>
    <w:rsid w:val="004C0176"/>
    <w:rsid w:val="004C047E"/>
    <w:rsid w:val="004C09BC"/>
    <w:rsid w:val="004C0A3D"/>
    <w:rsid w:val="004C0D31"/>
    <w:rsid w:val="004C0DDC"/>
    <w:rsid w:val="004C1558"/>
    <w:rsid w:val="004C159A"/>
    <w:rsid w:val="004C168F"/>
    <w:rsid w:val="004C170A"/>
    <w:rsid w:val="004C17D9"/>
    <w:rsid w:val="004C2071"/>
    <w:rsid w:val="004C263E"/>
    <w:rsid w:val="004C2803"/>
    <w:rsid w:val="004C2BAF"/>
    <w:rsid w:val="004C31FB"/>
    <w:rsid w:val="004C33CE"/>
    <w:rsid w:val="004C35AF"/>
    <w:rsid w:val="004C3661"/>
    <w:rsid w:val="004C3756"/>
    <w:rsid w:val="004C4840"/>
    <w:rsid w:val="004C4EB9"/>
    <w:rsid w:val="004C4F2B"/>
    <w:rsid w:val="004C53C2"/>
    <w:rsid w:val="004C5D23"/>
    <w:rsid w:val="004C64A5"/>
    <w:rsid w:val="004C666E"/>
    <w:rsid w:val="004C6BA8"/>
    <w:rsid w:val="004C6C9C"/>
    <w:rsid w:val="004C6DAA"/>
    <w:rsid w:val="004C7D5A"/>
    <w:rsid w:val="004D00C0"/>
    <w:rsid w:val="004D0809"/>
    <w:rsid w:val="004D099D"/>
    <w:rsid w:val="004D0A29"/>
    <w:rsid w:val="004D1140"/>
    <w:rsid w:val="004D1465"/>
    <w:rsid w:val="004D14E0"/>
    <w:rsid w:val="004D1D3F"/>
    <w:rsid w:val="004D1E93"/>
    <w:rsid w:val="004D1F58"/>
    <w:rsid w:val="004D2380"/>
    <w:rsid w:val="004D23A5"/>
    <w:rsid w:val="004D241F"/>
    <w:rsid w:val="004D2532"/>
    <w:rsid w:val="004D2956"/>
    <w:rsid w:val="004D2D81"/>
    <w:rsid w:val="004D2D89"/>
    <w:rsid w:val="004D3B21"/>
    <w:rsid w:val="004D45A3"/>
    <w:rsid w:val="004D4826"/>
    <w:rsid w:val="004D48C3"/>
    <w:rsid w:val="004D492E"/>
    <w:rsid w:val="004D4A39"/>
    <w:rsid w:val="004D4B20"/>
    <w:rsid w:val="004D4D71"/>
    <w:rsid w:val="004D4F26"/>
    <w:rsid w:val="004D4F4B"/>
    <w:rsid w:val="004D52BA"/>
    <w:rsid w:val="004D54F7"/>
    <w:rsid w:val="004D56D3"/>
    <w:rsid w:val="004D5B91"/>
    <w:rsid w:val="004D5EC7"/>
    <w:rsid w:val="004D6043"/>
    <w:rsid w:val="004D6178"/>
    <w:rsid w:val="004D64D2"/>
    <w:rsid w:val="004D6654"/>
    <w:rsid w:val="004D6688"/>
    <w:rsid w:val="004D694C"/>
    <w:rsid w:val="004D69B3"/>
    <w:rsid w:val="004D6BF6"/>
    <w:rsid w:val="004D6CB5"/>
    <w:rsid w:val="004D7330"/>
    <w:rsid w:val="004D748F"/>
    <w:rsid w:val="004D751D"/>
    <w:rsid w:val="004D7D1B"/>
    <w:rsid w:val="004D7D22"/>
    <w:rsid w:val="004E00DF"/>
    <w:rsid w:val="004E031C"/>
    <w:rsid w:val="004E0395"/>
    <w:rsid w:val="004E0BD1"/>
    <w:rsid w:val="004E0F43"/>
    <w:rsid w:val="004E1040"/>
    <w:rsid w:val="004E18B6"/>
    <w:rsid w:val="004E1ACD"/>
    <w:rsid w:val="004E1CCE"/>
    <w:rsid w:val="004E1CE7"/>
    <w:rsid w:val="004E2131"/>
    <w:rsid w:val="004E234F"/>
    <w:rsid w:val="004E2583"/>
    <w:rsid w:val="004E2C55"/>
    <w:rsid w:val="004E3485"/>
    <w:rsid w:val="004E393A"/>
    <w:rsid w:val="004E3975"/>
    <w:rsid w:val="004E3C76"/>
    <w:rsid w:val="004E40ED"/>
    <w:rsid w:val="004E41A7"/>
    <w:rsid w:val="004E42B5"/>
    <w:rsid w:val="004E432D"/>
    <w:rsid w:val="004E44D8"/>
    <w:rsid w:val="004E48EE"/>
    <w:rsid w:val="004E4B9D"/>
    <w:rsid w:val="004E4CAD"/>
    <w:rsid w:val="004E4CC1"/>
    <w:rsid w:val="004E5C1E"/>
    <w:rsid w:val="004E5D3F"/>
    <w:rsid w:val="004E5D4A"/>
    <w:rsid w:val="004E62C6"/>
    <w:rsid w:val="004E6648"/>
    <w:rsid w:val="004E68D7"/>
    <w:rsid w:val="004E6950"/>
    <w:rsid w:val="004E6A6F"/>
    <w:rsid w:val="004E6ABD"/>
    <w:rsid w:val="004E6E04"/>
    <w:rsid w:val="004E6EAC"/>
    <w:rsid w:val="004E73B3"/>
    <w:rsid w:val="004E79F9"/>
    <w:rsid w:val="004E7AB7"/>
    <w:rsid w:val="004F0276"/>
    <w:rsid w:val="004F05AF"/>
    <w:rsid w:val="004F0843"/>
    <w:rsid w:val="004F0A21"/>
    <w:rsid w:val="004F0A2C"/>
    <w:rsid w:val="004F0B1C"/>
    <w:rsid w:val="004F1021"/>
    <w:rsid w:val="004F10DB"/>
    <w:rsid w:val="004F12FC"/>
    <w:rsid w:val="004F173F"/>
    <w:rsid w:val="004F18A5"/>
    <w:rsid w:val="004F1CB6"/>
    <w:rsid w:val="004F1E5A"/>
    <w:rsid w:val="004F1E5F"/>
    <w:rsid w:val="004F1E95"/>
    <w:rsid w:val="004F1F36"/>
    <w:rsid w:val="004F2210"/>
    <w:rsid w:val="004F22CB"/>
    <w:rsid w:val="004F2697"/>
    <w:rsid w:val="004F2791"/>
    <w:rsid w:val="004F2B2F"/>
    <w:rsid w:val="004F2BC6"/>
    <w:rsid w:val="004F2C2D"/>
    <w:rsid w:val="004F2E93"/>
    <w:rsid w:val="004F31F1"/>
    <w:rsid w:val="004F3304"/>
    <w:rsid w:val="004F345E"/>
    <w:rsid w:val="004F3785"/>
    <w:rsid w:val="004F4345"/>
    <w:rsid w:val="004F478B"/>
    <w:rsid w:val="004F4992"/>
    <w:rsid w:val="004F4A24"/>
    <w:rsid w:val="004F4EB6"/>
    <w:rsid w:val="004F4F00"/>
    <w:rsid w:val="004F4F55"/>
    <w:rsid w:val="004F55B5"/>
    <w:rsid w:val="004F57C7"/>
    <w:rsid w:val="004F5C90"/>
    <w:rsid w:val="004F5DF3"/>
    <w:rsid w:val="004F5EA7"/>
    <w:rsid w:val="004F61DB"/>
    <w:rsid w:val="004F6333"/>
    <w:rsid w:val="004F6557"/>
    <w:rsid w:val="004F67D3"/>
    <w:rsid w:val="004F6DCD"/>
    <w:rsid w:val="004F6E03"/>
    <w:rsid w:val="004F75A2"/>
    <w:rsid w:val="004F7B24"/>
    <w:rsid w:val="004F7BB8"/>
    <w:rsid w:val="004F7F30"/>
    <w:rsid w:val="005001AB"/>
    <w:rsid w:val="0050089C"/>
    <w:rsid w:val="00501101"/>
    <w:rsid w:val="00502863"/>
    <w:rsid w:val="00502CF4"/>
    <w:rsid w:val="00502E74"/>
    <w:rsid w:val="00502F51"/>
    <w:rsid w:val="00503151"/>
    <w:rsid w:val="0050325A"/>
    <w:rsid w:val="005032B0"/>
    <w:rsid w:val="00503A73"/>
    <w:rsid w:val="00503B8B"/>
    <w:rsid w:val="005046CF"/>
    <w:rsid w:val="00504B26"/>
    <w:rsid w:val="00504B3A"/>
    <w:rsid w:val="0050558D"/>
    <w:rsid w:val="005055D5"/>
    <w:rsid w:val="00505CC2"/>
    <w:rsid w:val="00506804"/>
    <w:rsid w:val="00506AA5"/>
    <w:rsid w:val="00507513"/>
    <w:rsid w:val="005076C1"/>
    <w:rsid w:val="00507DE2"/>
    <w:rsid w:val="00507E7F"/>
    <w:rsid w:val="00510941"/>
    <w:rsid w:val="0051094C"/>
    <w:rsid w:val="00510A7E"/>
    <w:rsid w:val="00510B12"/>
    <w:rsid w:val="00510BF5"/>
    <w:rsid w:val="00510D68"/>
    <w:rsid w:val="0051117B"/>
    <w:rsid w:val="00511505"/>
    <w:rsid w:val="00511A1D"/>
    <w:rsid w:val="00511CDA"/>
    <w:rsid w:val="00512362"/>
    <w:rsid w:val="005124F1"/>
    <w:rsid w:val="005126AE"/>
    <w:rsid w:val="005127FD"/>
    <w:rsid w:val="0051304B"/>
    <w:rsid w:val="0051304C"/>
    <w:rsid w:val="00513228"/>
    <w:rsid w:val="00513414"/>
    <w:rsid w:val="00513C29"/>
    <w:rsid w:val="0051412D"/>
    <w:rsid w:val="00514239"/>
    <w:rsid w:val="0051485D"/>
    <w:rsid w:val="00514A6F"/>
    <w:rsid w:val="00514C72"/>
    <w:rsid w:val="00514CCC"/>
    <w:rsid w:val="00514DBE"/>
    <w:rsid w:val="00515665"/>
    <w:rsid w:val="005156C9"/>
    <w:rsid w:val="00515B1E"/>
    <w:rsid w:val="00515C83"/>
    <w:rsid w:val="00515EB8"/>
    <w:rsid w:val="005160FB"/>
    <w:rsid w:val="00516457"/>
    <w:rsid w:val="00516FC6"/>
    <w:rsid w:val="00517317"/>
    <w:rsid w:val="00517626"/>
    <w:rsid w:val="00517E5C"/>
    <w:rsid w:val="00517F68"/>
    <w:rsid w:val="00517FD7"/>
    <w:rsid w:val="005203E9"/>
    <w:rsid w:val="005203F4"/>
    <w:rsid w:val="005204C6"/>
    <w:rsid w:val="00520DC3"/>
    <w:rsid w:val="005210F4"/>
    <w:rsid w:val="00521543"/>
    <w:rsid w:val="005217F5"/>
    <w:rsid w:val="00521903"/>
    <w:rsid w:val="00521E62"/>
    <w:rsid w:val="00522251"/>
    <w:rsid w:val="00522609"/>
    <w:rsid w:val="00522782"/>
    <w:rsid w:val="00523264"/>
    <w:rsid w:val="00523A38"/>
    <w:rsid w:val="00523B19"/>
    <w:rsid w:val="00524538"/>
    <w:rsid w:val="00524A0D"/>
    <w:rsid w:val="00524B72"/>
    <w:rsid w:val="00524EEA"/>
    <w:rsid w:val="00524F1C"/>
    <w:rsid w:val="00525030"/>
    <w:rsid w:val="005251F8"/>
    <w:rsid w:val="00525A5D"/>
    <w:rsid w:val="00525BDA"/>
    <w:rsid w:val="00525CB6"/>
    <w:rsid w:val="0052656B"/>
    <w:rsid w:val="0052677C"/>
    <w:rsid w:val="005268B1"/>
    <w:rsid w:val="00526A61"/>
    <w:rsid w:val="00526CDD"/>
    <w:rsid w:val="00527577"/>
    <w:rsid w:val="00527A68"/>
    <w:rsid w:val="00527E59"/>
    <w:rsid w:val="00530235"/>
    <w:rsid w:val="00530398"/>
    <w:rsid w:val="00530493"/>
    <w:rsid w:val="005307BF"/>
    <w:rsid w:val="00530C8E"/>
    <w:rsid w:val="00530F00"/>
    <w:rsid w:val="00530FDE"/>
    <w:rsid w:val="00531028"/>
    <w:rsid w:val="00531324"/>
    <w:rsid w:val="00531325"/>
    <w:rsid w:val="00531407"/>
    <w:rsid w:val="0053148A"/>
    <w:rsid w:val="005317D0"/>
    <w:rsid w:val="00531841"/>
    <w:rsid w:val="0053195C"/>
    <w:rsid w:val="00531ADC"/>
    <w:rsid w:val="00531D0D"/>
    <w:rsid w:val="0053219D"/>
    <w:rsid w:val="005332B4"/>
    <w:rsid w:val="00533C66"/>
    <w:rsid w:val="00533CB7"/>
    <w:rsid w:val="00533D39"/>
    <w:rsid w:val="00533E5A"/>
    <w:rsid w:val="00534093"/>
    <w:rsid w:val="0053446B"/>
    <w:rsid w:val="00534557"/>
    <w:rsid w:val="00534AF0"/>
    <w:rsid w:val="005350A2"/>
    <w:rsid w:val="005350BA"/>
    <w:rsid w:val="005355A6"/>
    <w:rsid w:val="00535610"/>
    <w:rsid w:val="005356C6"/>
    <w:rsid w:val="00535B99"/>
    <w:rsid w:val="0053607D"/>
    <w:rsid w:val="005360EC"/>
    <w:rsid w:val="00536622"/>
    <w:rsid w:val="005366DD"/>
    <w:rsid w:val="00536962"/>
    <w:rsid w:val="00536B22"/>
    <w:rsid w:val="00536DD2"/>
    <w:rsid w:val="00537283"/>
    <w:rsid w:val="005379C5"/>
    <w:rsid w:val="00537BAC"/>
    <w:rsid w:val="0054019E"/>
    <w:rsid w:val="005401CA"/>
    <w:rsid w:val="0054060E"/>
    <w:rsid w:val="0054064D"/>
    <w:rsid w:val="00540928"/>
    <w:rsid w:val="00540BC9"/>
    <w:rsid w:val="00540D33"/>
    <w:rsid w:val="00541679"/>
    <w:rsid w:val="00541894"/>
    <w:rsid w:val="005420F1"/>
    <w:rsid w:val="005421E5"/>
    <w:rsid w:val="00542779"/>
    <w:rsid w:val="00542A34"/>
    <w:rsid w:val="00542B07"/>
    <w:rsid w:val="00542C36"/>
    <w:rsid w:val="0054366E"/>
    <w:rsid w:val="00543B10"/>
    <w:rsid w:val="00544028"/>
    <w:rsid w:val="005446E0"/>
    <w:rsid w:val="00544BAF"/>
    <w:rsid w:val="005451FD"/>
    <w:rsid w:val="005453BF"/>
    <w:rsid w:val="005454F0"/>
    <w:rsid w:val="00545840"/>
    <w:rsid w:val="00545F5D"/>
    <w:rsid w:val="00546567"/>
    <w:rsid w:val="005466D7"/>
    <w:rsid w:val="005466E4"/>
    <w:rsid w:val="00546A23"/>
    <w:rsid w:val="00546E8C"/>
    <w:rsid w:val="00546F72"/>
    <w:rsid w:val="00547082"/>
    <w:rsid w:val="00547AC2"/>
    <w:rsid w:val="00547D3B"/>
    <w:rsid w:val="00547E89"/>
    <w:rsid w:val="00550203"/>
    <w:rsid w:val="005505A0"/>
    <w:rsid w:val="00550B86"/>
    <w:rsid w:val="00550D4C"/>
    <w:rsid w:val="00550D74"/>
    <w:rsid w:val="00551009"/>
    <w:rsid w:val="0055102A"/>
    <w:rsid w:val="005511B5"/>
    <w:rsid w:val="005511D5"/>
    <w:rsid w:val="00551439"/>
    <w:rsid w:val="005517B0"/>
    <w:rsid w:val="005517DF"/>
    <w:rsid w:val="00551A7C"/>
    <w:rsid w:val="0055248B"/>
    <w:rsid w:val="005525BA"/>
    <w:rsid w:val="005526AF"/>
    <w:rsid w:val="00553AC2"/>
    <w:rsid w:val="00553BA3"/>
    <w:rsid w:val="00553D39"/>
    <w:rsid w:val="00553FFA"/>
    <w:rsid w:val="0055419C"/>
    <w:rsid w:val="005544B5"/>
    <w:rsid w:val="00554B77"/>
    <w:rsid w:val="00554F80"/>
    <w:rsid w:val="0055513E"/>
    <w:rsid w:val="00555206"/>
    <w:rsid w:val="0055555F"/>
    <w:rsid w:val="00555E1D"/>
    <w:rsid w:val="005560E3"/>
    <w:rsid w:val="00556410"/>
    <w:rsid w:val="0055656A"/>
    <w:rsid w:val="00556628"/>
    <w:rsid w:val="005566A5"/>
    <w:rsid w:val="00556CC8"/>
    <w:rsid w:val="00556D77"/>
    <w:rsid w:val="00556E52"/>
    <w:rsid w:val="00556EBD"/>
    <w:rsid w:val="00556F5D"/>
    <w:rsid w:val="00557540"/>
    <w:rsid w:val="00557F5F"/>
    <w:rsid w:val="005602DD"/>
    <w:rsid w:val="005615A8"/>
    <w:rsid w:val="00561B41"/>
    <w:rsid w:val="00562034"/>
    <w:rsid w:val="005622BC"/>
    <w:rsid w:val="00562356"/>
    <w:rsid w:val="00562CA0"/>
    <w:rsid w:val="00562FEF"/>
    <w:rsid w:val="005634E4"/>
    <w:rsid w:val="00563515"/>
    <w:rsid w:val="0056354B"/>
    <w:rsid w:val="00563646"/>
    <w:rsid w:val="0056376D"/>
    <w:rsid w:val="00563B48"/>
    <w:rsid w:val="00563E4E"/>
    <w:rsid w:val="00564493"/>
    <w:rsid w:val="00564B58"/>
    <w:rsid w:val="0056515A"/>
    <w:rsid w:val="00565161"/>
    <w:rsid w:val="00565887"/>
    <w:rsid w:val="00565A09"/>
    <w:rsid w:val="00565AB4"/>
    <w:rsid w:val="00565BA1"/>
    <w:rsid w:val="00565CC0"/>
    <w:rsid w:val="005665BD"/>
    <w:rsid w:val="00566EA0"/>
    <w:rsid w:val="005670D9"/>
    <w:rsid w:val="00567969"/>
    <w:rsid w:val="00567C34"/>
    <w:rsid w:val="00567D09"/>
    <w:rsid w:val="00570298"/>
    <w:rsid w:val="00570794"/>
    <w:rsid w:val="00570A58"/>
    <w:rsid w:val="00570C42"/>
    <w:rsid w:val="00570C83"/>
    <w:rsid w:val="00570E74"/>
    <w:rsid w:val="00571259"/>
    <w:rsid w:val="00571375"/>
    <w:rsid w:val="00571932"/>
    <w:rsid w:val="0057211A"/>
    <w:rsid w:val="00572240"/>
    <w:rsid w:val="00572445"/>
    <w:rsid w:val="0057256C"/>
    <w:rsid w:val="00572A3A"/>
    <w:rsid w:val="00572C09"/>
    <w:rsid w:val="00572C5F"/>
    <w:rsid w:val="00572D48"/>
    <w:rsid w:val="00572E4B"/>
    <w:rsid w:val="0057313D"/>
    <w:rsid w:val="00573309"/>
    <w:rsid w:val="00573C50"/>
    <w:rsid w:val="00573FEF"/>
    <w:rsid w:val="005741DA"/>
    <w:rsid w:val="00574AE1"/>
    <w:rsid w:val="00574B29"/>
    <w:rsid w:val="00574B4B"/>
    <w:rsid w:val="00574F8C"/>
    <w:rsid w:val="00574FE8"/>
    <w:rsid w:val="0057506C"/>
    <w:rsid w:val="00575092"/>
    <w:rsid w:val="005755DD"/>
    <w:rsid w:val="005758A0"/>
    <w:rsid w:val="00575AB2"/>
    <w:rsid w:val="00575AE1"/>
    <w:rsid w:val="00575C98"/>
    <w:rsid w:val="00575DBC"/>
    <w:rsid w:val="00576B39"/>
    <w:rsid w:val="00576BC3"/>
    <w:rsid w:val="005770F4"/>
    <w:rsid w:val="0057723D"/>
    <w:rsid w:val="005773E4"/>
    <w:rsid w:val="005774F8"/>
    <w:rsid w:val="005777A7"/>
    <w:rsid w:val="00577A2A"/>
    <w:rsid w:val="00577D8A"/>
    <w:rsid w:val="00580167"/>
    <w:rsid w:val="00581140"/>
    <w:rsid w:val="005811FF"/>
    <w:rsid w:val="0058161D"/>
    <w:rsid w:val="00581652"/>
    <w:rsid w:val="0058175F"/>
    <w:rsid w:val="00581A6E"/>
    <w:rsid w:val="00581AAB"/>
    <w:rsid w:val="00582592"/>
    <w:rsid w:val="00582ADE"/>
    <w:rsid w:val="00582BB0"/>
    <w:rsid w:val="00582E09"/>
    <w:rsid w:val="0058340C"/>
    <w:rsid w:val="00583634"/>
    <w:rsid w:val="005837A5"/>
    <w:rsid w:val="00583968"/>
    <w:rsid w:val="00583C00"/>
    <w:rsid w:val="00583D34"/>
    <w:rsid w:val="00584230"/>
    <w:rsid w:val="00584485"/>
    <w:rsid w:val="005844C1"/>
    <w:rsid w:val="005844EF"/>
    <w:rsid w:val="00584B5B"/>
    <w:rsid w:val="00584DF9"/>
    <w:rsid w:val="00584E32"/>
    <w:rsid w:val="00585614"/>
    <w:rsid w:val="00585C0E"/>
    <w:rsid w:val="00585C73"/>
    <w:rsid w:val="00585DEA"/>
    <w:rsid w:val="0058620C"/>
    <w:rsid w:val="00586463"/>
    <w:rsid w:val="0058646B"/>
    <w:rsid w:val="005865A7"/>
    <w:rsid w:val="005866C1"/>
    <w:rsid w:val="005868CE"/>
    <w:rsid w:val="00586B31"/>
    <w:rsid w:val="00586D53"/>
    <w:rsid w:val="00586E81"/>
    <w:rsid w:val="0058759A"/>
    <w:rsid w:val="00587E15"/>
    <w:rsid w:val="005900F1"/>
    <w:rsid w:val="00590B3A"/>
    <w:rsid w:val="00590B3E"/>
    <w:rsid w:val="00590E88"/>
    <w:rsid w:val="00591046"/>
    <w:rsid w:val="005913C5"/>
    <w:rsid w:val="005913DA"/>
    <w:rsid w:val="00591C4C"/>
    <w:rsid w:val="00591CC8"/>
    <w:rsid w:val="00591D0C"/>
    <w:rsid w:val="00591E69"/>
    <w:rsid w:val="0059246D"/>
    <w:rsid w:val="00592514"/>
    <w:rsid w:val="00592768"/>
    <w:rsid w:val="00592962"/>
    <w:rsid w:val="00592C8D"/>
    <w:rsid w:val="00592C9B"/>
    <w:rsid w:val="00592D0B"/>
    <w:rsid w:val="00592E6B"/>
    <w:rsid w:val="00592E7D"/>
    <w:rsid w:val="005937FC"/>
    <w:rsid w:val="00593DA0"/>
    <w:rsid w:val="005943B2"/>
    <w:rsid w:val="0059442F"/>
    <w:rsid w:val="00594647"/>
    <w:rsid w:val="00594F53"/>
    <w:rsid w:val="0059506A"/>
    <w:rsid w:val="005953A4"/>
    <w:rsid w:val="0059542C"/>
    <w:rsid w:val="005954E3"/>
    <w:rsid w:val="00595F92"/>
    <w:rsid w:val="00596327"/>
    <w:rsid w:val="00596413"/>
    <w:rsid w:val="00596857"/>
    <w:rsid w:val="00596BD5"/>
    <w:rsid w:val="00596CB1"/>
    <w:rsid w:val="005970B7"/>
    <w:rsid w:val="0059753B"/>
    <w:rsid w:val="00597BD0"/>
    <w:rsid w:val="00597DAB"/>
    <w:rsid w:val="005A02FA"/>
    <w:rsid w:val="005A03A0"/>
    <w:rsid w:val="005A0782"/>
    <w:rsid w:val="005A07BA"/>
    <w:rsid w:val="005A07F2"/>
    <w:rsid w:val="005A0A14"/>
    <w:rsid w:val="005A0FC8"/>
    <w:rsid w:val="005A115D"/>
    <w:rsid w:val="005A1445"/>
    <w:rsid w:val="005A1983"/>
    <w:rsid w:val="005A1A8E"/>
    <w:rsid w:val="005A1E3B"/>
    <w:rsid w:val="005A20F7"/>
    <w:rsid w:val="005A245A"/>
    <w:rsid w:val="005A2EFD"/>
    <w:rsid w:val="005A3047"/>
    <w:rsid w:val="005A31AA"/>
    <w:rsid w:val="005A3CB1"/>
    <w:rsid w:val="005A3E0C"/>
    <w:rsid w:val="005A3E28"/>
    <w:rsid w:val="005A438A"/>
    <w:rsid w:val="005A495A"/>
    <w:rsid w:val="005A4F6B"/>
    <w:rsid w:val="005A54D4"/>
    <w:rsid w:val="005A5CAA"/>
    <w:rsid w:val="005A5D62"/>
    <w:rsid w:val="005A6669"/>
    <w:rsid w:val="005A66D0"/>
    <w:rsid w:val="005A6B45"/>
    <w:rsid w:val="005A6C6A"/>
    <w:rsid w:val="005A6E4B"/>
    <w:rsid w:val="005A6FA0"/>
    <w:rsid w:val="005A72D9"/>
    <w:rsid w:val="005A79CA"/>
    <w:rsid w:val="005A7F93"/>
    <w:rsid w:val="005B0196"/>
    <w:rsid w:val="005B02FB"/>
    <w:rsid w:val="005B0A96"/>
    <w:rsid w:val="005B0FAD"/>
    <w:rsid w:val="005B1721"/>
    <w:rsid w:val="005B1833"/>
    <w:rsid w:val="005B21A6"/>
    <w:rsid w:val="005B21E0"/>
    <w:rsid w:val="005B244F"/>
    <w:rsid w:val="005B24BD"/>
    <w:rsid w:val="005B268A"/>
    <w:rsid w:val="005B2ADC"/>
    <w:rsid w:val="005B2F35"/>
    <w:rsid w:val="005B3621"/>
    <w:rsid w:val="005B37FC"/>
    <w:rsid w:val="005B390D"/>
    <w:rsid w:val="005B3DE3"/>
    <w:rsid w:val="005B41A0"/>
    <w:rsid w:val="005B41BD"/>
    <w:rsid w:val="005B4E2B"/>
    <w:rsid w:val="005B5475"/>
    <w:rsid w:val="005B5789"/>
    <w:rsid w:val="005B6036"/>
    <w:rsid w:val="005B6327"/>
    <w:rsid w:val="005B6347"/>
    <w:rsid w:val="005B6448"/>
    <w:rsid w:val="005B68DC"/>
    <w:rsid w:val="005B69BA"/>
    <w:rsid w:val="005B6AD2"/>
    <w:rsid w:val="005B6FA4"/>
    <w:rsid w:val="005B7377"/>
    <w:rsid w:val="005B788D"/>
    <w:rsid w:val="005B7AAF"/>
    <w:rsid w:val="005C023A"/>
    <w:rsid w:val="005C02C3"/>
    <w:rsid w:val="005C0439"/>
    <w:rsid w:val="005C062C"/>
    <w:rsid w:val="005C08C0"/>
    <w:rsid w:val="005C09CE"/>
    <w:rsid w:val="005C0C54"/>
    <w:rsid w:val="005C0FA0"/>
    <w:rsid w:val="005C1478"/>
    <w:rsid w:val="005C1DA5"/>
    <w:rsid w:val="005C2974"/>
    <w:rsid w:val="005C2AF9"/>
    <w:rsid w:val="005C2B73"/>
    <w:rsid w:val="005C3297"/>
    <w:rsid w:val="005C336E"/>
    <w:rsid w:val="005C3830"/>
    <w:rsid w:val="005C3BC3"/>
    <w:rsid w:val="005C3E3A"/>
    <w:rsid w:val="005C40C1"/>
    <w:rsid w:val="005C4109"/>
    <w:rsid w:val="005C411C"/>
    <w:rsid w:val="005C427D"/>
    <w:rsid w:val="005C4457"/>
    <w:rsid w:val="005C4631"/>
    <w:rsid w:val="005C4636"/>
    <w:rsid w:val="005C4F78"/>
    <w:rsid w:val="005C4F96"/>
    <w:rsid w:val="005C52F6"/>
    <w:rsid w:val="005C53B1"/>
    <w:rsid w:val="005C54E5"/>
    <w:rsid w:val="005C5ABA"/>
    <w:rsid w:val="005C5FB3"/>
    <w:rsid w:val="005C651A"/>
    <w:rsid w:val="005C6842"/>
    <w:rsid w:val="005C6872"/>
    <w:rsid w:val="005C6AD2"/>
    <w:rsid w:val="005C6FB2"/>
    <w:rsid w:val="005C737A"/>
    <w:rsid w:val="005C7446"/>
    <w:rsid w:val="005C7492"/>
    <w:rsid w:val="005C7554"/>
    <w:rsid w:val="005C75DD"/>
    <w:rsid w:val="005C796F"/>
    <w:rsid w:val="005C7B01"/>
    <w:rsid w:val="005D0023"/>
    <w:rsid w:val="005D0600"/>
    <w:rsid w:val="005D0713"/>
    <w:rsid w:val="005D097D"/>
    <w:rsid w:val="005D0EBF"/>
    <w:rsid w:val="005D0F1F"/>
    <w:rsid w:val="005D16E1"/>
    <w:rsid w:val="005D16E5"/>
    <w:rsid w:val="005D18D6"/>
    <w:rsid w:val="005D20F1"/>
    <w:rsid w:val="005D26E4"/>
    <w:rsid w:val="005D274C"/>
    <w:rsid w:val="005D290D"/>
    <w:rsid w:val="005D294A"/>
    <w:rsid w:val="005D2C7A"/>
    <w:rsid w:val="005D2F1B"/>
    <w:rsid w:val="005D314A"/>
    <w:rsid w:val="005D3BC9"/>
    <w:rsid w:val="005D3F6A"/>
    <w:rsid w:val="005D4061"/>
    <w:rsid w:val="005D41E8"/>
    <w:rsid w:val="005D44A5"/>
    <w:rsid w:val="005D471F"/>
    <w:rsid w:val="005D4950"/>
    <w:rsid w:val="005D4D29"/>
    <w:rsid w:val="005D4DBE"/>
    <w:rsid w:val="005D54DB"/>
    <w:rsid w:val="005D569A"/>
    <w:rsid w:val="005D57A5"/>
    <w:rsid w:val="005D5EE1"/>
    <w:rsid w:val="005D60D4"/>
    <w:rsid w:val="005D6130"/>
    <w:rsid w:val="005D617F"/>
    <w:rsid w:val="005D67B5"/>
    <w:rsid w:val="005D7814"/>
    <w:rsid w:val="005D7E13"/>
    <w:rsid w:val="005D7FFD"/>
    <w:rsid w:val="005E0C17"/>
    <w:rsid w:val="005E0E51"/>
    <w:rsid w:val="005E1587"/>
    <w:rsid w:val="005E194C"/>
    <w:rsid w:val="005E1A30"/>
    <w:rsid w:val="005E1B1E"/>
    <w:rsid w:val="005E1E33"/>
    <w:rsid w:val="005E27C7"/>
    <w:rsid w:val="005E29C8"/>
    <w:rsid w:val="005E2E10"/>
    <w:rsid w:val="005E3391"/>
    <w:rsid w:val="005E359B"/>
    <w:rsid w:val="005E3781"/>
    <w:rsid w:val="005E4053"/>
    <w:rsid w:val="005E4444"/>
    <w:rsid w:val="005E4856"/>
    <w:rsid w:val="005E4CB8"/>
    <w:rsid w:val="005E4D7A"/>
    <w:rsid w:val="005E4E85"/>
    <w:rsid w:val="005E50B5"/>
    <w:rsid w:val="005E5310"/>
    <w:rsid w:val="005E535D"/>
    <w:rsid w:val="005E5665"/>
    <w:rsid w:val="005E596F"/>
    <w:rsid w:val="005E5B60"/>
    <w:rsid w:val="005E5C88"/>
    <w:rsid w:val="005E6278"/>
    <w:rsid w:val="005E66E9"/>
    <w:rsid w:val="005E6D64"/>
    <w:rsid w:val="005E7CE3"/>
    <w:rsid w:val="005E7CE9"/>
    <w:rsid w:val="005F0078"/>
    <w:rsid w:val="005F0133"/>
    <w:rsid w:val="005F0262"/>
    <w:rsid w:val="005F08EF"/>
    <w:rsid w:val="005F0E93"/>
    <w:rsid w:val="005F122F"/>
    <w:rsid w:val="005F1300"/>
    <w:rsid w:val="005F132E"/>
    <w:rsid w:val="005F17B9"/>
    <w:rsid w:val="005F194A"/>
    <w:rsid w:val="005F1A1D"/>
    <w:rsid w:val="005F1B3F"/>
    <w:rsid w:val="005F1D71"/>
    <w:rsid w:val="005F1F5D"/>
    <w:rsid w:val="005F2039"/>
    <w:rsid w:val="005F23BD"/>
    <w:rsid w:val="005F2593"/>
    <w:rsid w:val="005F27EC"/>
    <w:rsid w:val="005F2CF3"/>
    <w:rsid w:val="005F2E06"/>
    <w:rsid w:val="005F320E"/>
    <w:rsid w:val="005F33CD"/>
    <w:rsid w:val="005F340D"/>
    <w:rsid w:val="005F3646"/>
    <w:rsid w:val="005F3A6E"/>
    <w:rsid w:val="005F3BBA"/>
    <w:rsid w:val="005F3CF9"/>
    <w:rsid w:val="005F3E43"/>
    <w:rsid w:val="005F3FBF"/>
    <w:rsid w:val="005F4178"/>
    <w:rsid w:val="005F4421"/>
    <w:rsid w:val="005F4ACD"/>
    <w:rsid w:val="005F4FA9"/>
    <w:rsid w:val="005F50A5"/>
    <w:rsid w:val="005F52A9"/>
    <w:rsid w:val="005F5643"/>
    <w:rsid w:val="005F57F3"/>
    <w:rsid w:val="005F587B"/>
    <w:rsid w:val="005F5987"/>
    <w:rsid w:val="005F5E74"/>
    <w:rsid w:val="005F60E0"/>
    <w:rsid w:val="005F6616"/>
    <w:rsid w:val="005F662A"/>
    <w:rsid w:val="005F67D3"/>
    <w:rsid w:val="005F6996"/>
    <w:rsid w:val="005F69E7"/>
    <w:rsid w:val="005F702C"/>
    <w:rsid w:val="005F727E"/>
    <w:rsid w:val="005F743B"/>
    <w:rsid w:val="005F7B45"/>
    <w:rsid w:val="005F7DDE"/>
    <w:rsid w:val="006000E5"/>
    <w:rsid w:val="00600274"/>
    <w:rsid w:val="006003C0"/>
    <w:rsid w:val="0060041C"/>
    <w:rsid w:val="00600881"/>
    <w:rsid w:val="006008CE"/>
    <w:rsid w:val="00600C95"/>
    <w:rsid w:val="00600F51"/>
    <w:rsid w:val="0060148D"/>
    <w:rsid w:val="006014E4"/>
    <w:rsid w:val="00601928"/>
    <w:rsid w:val="00601964"/>
    <w:rsid w:val="00601CEA"/>
    <w:rsid w:val="0060216E"/>
    <w:rsid w:val="00602185"/>
    <w:rsid w:val="006022BF"/>
    <w:rsid w:val="00602BB7"/>
    <w:rsid w:val="00602D21"/>
    <w:rsid w:val="00602EC8"/>
    <w:rsid w:val="00602FE0"/>
    <w:rsid w:val="006030FA"/>
    <w:rsid w:val="00603472"/>
    <w:rsid w:val="006034AC"/>
    <w:rsid w:val="0060351A"/>
    <w:rsid w:val="00603941"/>
    <w:rsid w:val="00603EF7"/>
    <w:rsid w:val="00603FC6"/>
    <w:rsid w:val="00603FFE"/>
    <w:rsid w:val="0060411F"/>
    <w:rsid w:val="0060470A"/>
    <w:rsid w:val="0060473B"/>
    <w:rsid w:val="00604977"/>
    <w:rsid w:val="00604CE9"/>
    <w:rsid w:val="00604D71"/>
    <w:rsid w:val="00604D79"/>
    <w:rsid w:val="0060503F"/>
    <w:rsid w:val="006050CE"/>
    <w:rsid w:val="006057EE"/>
    <w:rsid w:val="00605A88"/>
    <w:rsid w:val="00605B60"/>
    <w:rsid w:val="00605BEE"/>
    <w:rsid w:val="00605BFE"/>
    <w:rsid w:val="00605C07"/>
    <w:rsid w:val="00605E50"/>
    <w:rsid w:val="006062FA"/>
    <w:rsid w:val="0060661D"/>
    <w:rsid w:val="00606835"/>
    <w:rsid w:val="00606B66"/>
    <w:rsid w:val="0060721E"/>
    <w:rsid w:val="0060728A"/>
    <w:rsid w:val="0061014E"/>
    <w:rsid w:val="006101E6"/>
    <w:rsid w:val="006102BC"/>
    <w:rsid w:val="00610356"/>
    <w:rsid w:val="00610420"/>
    <w:rsid w:val="00610779"/>
    <w:rsid w:val="006107A5"/>
    <w:rsid w:val="00610880"/>
    <w:rsid w:val="00610919"/>
    <w:rsid w:val="00610E50"/>
    <w:rsid w:val="00610EDC"/>
    <w:rsid w:val="00610FD3"/>
    <w:rsid w:val="006117B8"/>
    <w:rsid w:val="0061227C"/>
    <w:rsid w:val="00612605"/>
    <w:rsid w:val="00612689"/>
    <w:rsid w:val="00612860"/>
    <w:rsid w:val="00613106"/>
    <w:rsid w:val="00613367"/>
    <w:rsid w:val="00613AF4"/>
    <w:rsid w:val="00613B77"/>
    <w:rsid w:val="00613E30"/>
    <w:rsid w:val="0061419D"/>
    <w:rsid w:val="006141B7"/>
    <w:rsid w:val="00614242"/>
    <w:rsid w:val="00614406"/>
    <w:rsid w:val="00614AC8"/>
    <w:rsid w:val="00615109"/>
    <w:rsid w:val="006153C0"/>
    <w:rsid w:val="006156E4"/>
    <w:rsid w:val="006158BB"/>
    <w:rsid w:val="00615A60"/>
    <w:rsid w:val="00615AF3"/>
    <w:rsid w:val="00615BF5"/>
    <w:rsid w:val="0061610A"/>
    <w:rsid w:val="00616281"/>
    <w:rsid w:val="00616FB5"/>
    <w:rsid w:val="00617A80"/>
    <w:rsid w:val="00617C91"/>
    <w:rsid w:val="0062003C"/>
    <w:rsid w:val="006200E6"/>
    <w:rsid w:val="00620154"/>
    <w:rsid w:val="00620AC1"/>
    <w:rsid w:val="00620BE0"/>
    <w:rsid w:val="00621222"/>
    <w:rsid w:val="00621C7E"/>
    <w:rsid w:val="00621CDD"/>
    <w:rsid w:val="00621D92"/>
    <w:rsid w:val="00621E95"/>
    <w:rsid w:val="006222A0"/>
    <w:rsid w:val="0062233F"/>
    <w:rsid w:val="0062274D"/>
    <w:rsid w:val="00622777"/>
    <w:rsid w:val="00622857"/>
    <w:rsid w:val="00622A93"/>
    <w:rsid w:val="00622B35"/>
    <w:rsid w:val="00622C7C"/>
    <w:rsid w:val="00622FE0"/>
    <w:rsid w:val="0062311C"/>
    <w:rsid w:val="00623188"/>
    <w:rsid w:val="00623281"/>
    <w:rsid w:val="006238DF"/>
    <w:rsid w:val="00623D96"/>
    <w:rsid w:val="006240DA"/>
    <w:rsid w:val="0062417B"/>
    <w:rsid w:val="00624185"/>
    <w:rsid w:val="00624538"/>
    <w:rsid w:val="00624B26"/>
    <w:rsid w:val="00624B75"/>
    <w:rsid w:val="00624EB4"/>
    <w:rsid w:val="00624F9F"/>
    <w:rsid w:val="0062571D"/>
    <w:rsid w:val="00626123"/>
    <w:rsid w:val="00626327"/>
    <w:rsid w:val="0062638A"/>
    <w:rsid w:val="00626436"/>
    <w:rsid w:val="006268B7"/>
    <w:rsid w:val="006269DC"/>
    <w:rsid w:val="00626A8F"/>
    <w:rsid w:val="00626D29"/>
    <w:rsid w:val="0062715F"/>
    <w:rsid w:val="0062718B"/>
    <w:rsid w:val="006272E3"/>
    <w:rsid w:val="00627452"/>
    <w:rsid w:val="00627898"/>
    <w:rsid w:val="00627AD6"/>
    <w:rsid w:val="00627FE9"/>
    <w:rsid w:val="006302D3"/>
    <w:rsid w:val="00630718"/>
    <w:rsid w:val="006309A6"/>
    <w:rsid w:val="00630A5B"/>
    <w:rsid w:val="00630A9D"/>
    <w:rsid w:val="00630D22"/>
    <w:rsid w:val="00630DBA"/>
    <w:rsid w:val="00630ED0"/>
    <w:rsid w:val="0063105C"/>
    <w:rsid w:val="00631289"/>
    <w:rsid w:val="00631359"/>
    <w:rsid w:val="006315A3"/>
    <w:rsid w:val="0063188C"/>
    <w:rsid w:val="00631A78"/>
    <w:rsid w:val="00632524"/>
    <w:rsid w:val="00632DB0"/>
    <w:rsid w:val="00632FFB"/>
    <w:rsid w:val="00633579"/>
    <w:rsid w:val="0063378A"/>
    <w:rsid w:val="00633D03"/>
    <w:rsid w:val="0063407C"/>
    <w:rsid w:val="00634CAC"/>
    <w:rsid w:val="00634D1A"/>
    <w:rsid w:val="00634D5F"/>
    <w:rsid w:val="00634DCB"/>
    <w:rsid w:val="00634F95"/>
    <w:rsid w:val="0063501A"/>
    <w:rsid w:val="006358DF"/>
    <w:rsid w:val="00636155"/>
    <w:rsid w:val="0063634A"/>
    <w:rsid w:val="0063660E"/>
    <w:rsid w:val="00636927"/>
    <w:rsid w:val="00636D2E"/>
    <w:rsid w:val="006370DD"/>
    <w:rsid w:val="00637712"/>
    <w:rsid w:val="006379DD"/>
    <w:rsid w:val="00637AD4"/>
    <w:rsid w:val="00637E44"/>
    <w:rsid w:val="00637EAB"/>
    <w:rsid w:val="00637FD3"/>
    <w:rsid w:val="0064018F"/>
    <w:rsid w:val="00640849"/>
    <w:rsid w:val="006408B4"/>
    <w:rsid w:val="00640B80"/>
    <w:rsid w:val="00640CF7"/>
    <w:rsid w:val="00640EA6"/>
    <w:rsid w:val="0064105C"/>
    <w:rsid w:val="006413F0"/>
    <w:rsid w:val="006414C1"/>
    <w:rsid w:val="00641A5C"/>
    <w:rsid w:val="00641DA8"/>
    <w:rsid w:val="00641E92"/>
    <w:rsid w:val="00641EAA"/>
    <w:rsid w:val="00641EC8"/>
    <w:rsid w:val="006424E9"/>
    <w:rsid w:val="00642788"/>
    <w:rsid w:val="00642D42"/>
    <w:rsid w:val="00643337"/>
    <w:rsid w:val="00643523"/>
    <w:rsid w:val="00643A2A"/>
    <w:rsid w:val="00644A5A"/>
    <w:rsid w:val="00644A7E"/>
    <w:rsid w:val="00644BAE"/>
    <w:rsid w:val="00644F34"/>
    <w:rsid w:val="00644F82"/>
    <w:rsid w:val="00645040"/>
    <w:rsid w:val="0064514A"/>
    <w:rsid w:val="0064531A"/>
    <w:rsid w:val="00645402"/>
    <w:rsid w:val="00645800"/>
    <w:rsid w:val="00645C5C"/>
    <w:rsid w:val="00645D10"/>
    <w:rsid w:val="006461C4"/>
    <w:rsid w:val="00646249"/>
    <w:rsid w:val="00646309"/>
    <w:rsid w:val="00646590"/>
    <w:rsid w:val="006467DB"/>
    <w:rsid w:val="006468AE"/>
    <w:rsid w:val="006474EA"/>
    <w:rsid w:val="00647616"/>
    <w:rsid w:val="00647BD5"/>
    <w:rsid w:val="00647DA0"/>
    <w:rsid w:val="00647E95"/>
    <w:rsid w:val="00647FDD"/>
    <w:rsid w:val="00650130"/>
    <w:rsid w:val="00650334"/>
    <w:rsid w:val="00650376"/>
    <w:rsid w:val="00650537"/>
    <w:rsid w:val="00650541"/>
    <w:rsid w:val="00650EB3"/>
    <w:rsid w:val="00650ED3"/>
    <w:rsid w:val="00651392"/>
    <w:rsid w:val="006514DC"/>
    <w:rsid w:val="00651B39"/>
    <w:rsid w:val="00651D52"/>
    <w:rsid w:val="006521AF"/>
    <w:rsid w:val="006525A5"/>
    <w:rsid w:val="006525E0"/>
    <w:rsid w:val="006526F7"/>
    <w:rsid w:val="00652783"/>
    <w:rsid w:val="00652A21"/>
    <w:rsid w:val="00652E67"/>
    <w:rsid w:val="00653042"/>
    <w:rsid w:val="0065324E"/>
    <w:rsid w:val="00653BC0"/>
    <w:rsid w:val="00653C72"/>
    <w:rsid w:val="0065403F"/>
    <w:rsid w:val="00654701"/>
    <w:rsid w:val="006547E2"/>
    <w:rsid w:val="00654D66"/>
    <w:rsid w:val="0065593E"/>
    <w:rsid w:val="0065596B"/>
    <w:rsid w:val="006560B8"/>
    <w:rsid w:val="00656223"/>
    <w:rsid w:val="00656438"/>
    <w:rsid w:val="006565CC"/>
    <w:rsid w:val="00656AD2"/>
    <w:rsid w:val="00656C0D"/>
    <w:rsid w:val="00656DD9"/>
    <w:rsid w:val="00657508"/>
    <w:rsid w:val="00657B50"/>
    <w:rsid w:val="006600C8"/>
    <w:rsid w:val="006602C6"/>
    <w:rsid w:val="006602E6"/>
    <w:rsid w:val="006602FE"/>
    <w:rsid w:val="006609E5"/>
    <w:rsid w:val="00660D6F"/>
    <w:rsid w:val="00660E6F"/>
    <w:rsid w:val="0066116F"/>
    <w:rsid w:val="00661418"/>
    <w:rsid w:val="00661739"/>
    <w:rsid w:val="006619F3"/>
    <w:rsid w:val="0066221E"/>
    <w:rsid w:val="006622FD"/>
    <w:rsid w:val="006626A0"/>
    <w:rsid w:val="006626FE"/>
    <w:rsid w:val="00662884"/>
    <w:rsid w:val="006628D9"/>
    <w:rsid w:val="006633FB"/>
    <w:rsid w:val="00663885"/>
    <w:rsid w:val="00663BFB"/>
    <w:rsid w:val="0066407C"/>
    <w:rsid w:val="00664ADC"/>
    <w:rsid w:val="00664F5A"/>
    <w:rsid w:val="00664FF1"/>
    <w:rsid w:val="0066525C"/>
    <w:rsid w:val="0066539D"/>
    <w:rsid w:val="006656AB"/>
    <w:rsid w:val="00665985"/>
    <w:rsid w:val="00665A18"/>
    <w:rsid w:val="00665B5F"/>
    <w:rsid w:val="00665C51"/>
    <w:rsid w:val="006662B9"/>
    <w:rsid w:val="0066662C"/>
    <w:rsid w:val="00666D62"/>
    <w:rsid w:val="006671EA"/>
    <w:rsid w:val="006672C4"/>
    <w:rsid w:val="00667328"/>
    <w:rsid w:val="00667B93"/>
    <w:rsid w:val="0067000C"/>
    <w:rsid w:val="0067005A"/>
    <w:rsid w:val="00670381"/>
    <w:rsid w:val="0067074B"/>
    <w:rsid w:val="00670AE8"/>
    <w:rsid w:val="00670BFC"/>
    <w:rsid w:val="00670FD4"/>
    <w:rsid w:val="006710D7"/>
    <w:rsid w:val="00671798"/>
    <w:rsid w:val="00671AED"/>
    <w:rsid w:val="00671B91"/>
    <w:rsid w:val="006720CA"/>
    <w:rsid w:val="0067230A"/>
    <w:rsid w:val="006729C5"/>
    <w:rsid w:val="00672B40"/>
    <w:rsid w:val="00672E6A"/>
    <w:rsid w:val="00673054"/>
    <w:rsid w:val="00673751"/>
    <w:rsid w:val="00673769"/>
    <w:rsid w:val="00673853"/>
    <w:rsid w:val="006739A2"/>
    <w:rsid w:val="00673ED6"/>
    <w:rsid w:val="0067441A"/>
    <w:rsid w:val="00674454"/>
    <w:rsid w:val="006747E4"/>
    <w:rsid w:val="00675419"/>
    <w:rsid w:val="0067579E"/>
    <w:rsid w:val="00676056"/>
    <w:rsid w:val="0067625B"/>
    <w:rsid w:val="0067639A"/>
    <w:rsid w:val="006765D5"/>
    <w:rsid w:val="006767B1"/>
    <w:rsid w:val="006767DC"/>
    <w:rsid w:val="006768BB"/>
    <w:rsid w:val="00676BF3"/>
    <w:rsid w:val="00676CCF"/>
    <w:rsid w:val="00676FA8"/>
    <w:rsid w:val="0067767D"/>
    <w:rsid w:val="0067779E"/>
    <w:rsid w:val="00677982"/>
    <w:rsid w:val="00677C36"/>
    <w:rsid w:val="00677EFB"/>
    <w:rsid w:val="00680289"/>
    <w:rsid w:val="00680350"/>
    <w:rsid w:val="00680986"/>
    <w:rsid w:val="00680B4D"/>
    <w:rsid w:val="006811DA"/>
    <w:rsid w:val="00681222"/>
    <w:rsid w:val="006816E8"/>
    <w:rsid w:val="00681A17"/>
    <w:rsid w:val="00681D27"/>
    <w:rsid w:val="00681D50"/>
    <w:rsid w:val="00681E42"/>
    <w:rsid w:val="00682E8D"/>
    <w:rsid w:val="00682F60"/>
    <w:rsid w:val="0068308D"/>
    <w:rsid w:val="00683349"/>
    <w:rsid w:val="0068372D"/>
    <w:rsid w:val="00683929"/>
    <w:rsid w:val="00683C02"/>
    <w:rsid w:val="006841B5"/>
    <w:rsid w:val="0068458D"/>
    <w:rsid w:val="00684AFC"/>
    <w:rsid w:val="0068514F"/>
    <w:rsid w:val="006857D3"/>
    <w:rsid w:val="00685D28"/>
    <w:rsid w:val="00685D48"/>
    <w:rsid w:val="00685DED"/>
    <w:rsid w:val="0068643F"/>
    <w:rsid w:val="00686750"/>
    <w:rsid w:val="00686911"/>
    <w:rsid w:val="00686995"/>
    <w:rsid w:val="00686D75"/>
    <w:rsid w:val="00686DD1"/>
    <w:rsid w:val="00686E14"/>
    <w:rsid w:val="00686F75"/>
    <w:rsid w:val="00687798"/>
    <w:rsid w:val="0068796A"/>
    <w:rsid w:val="00687A8A"/>
    <w:rsid w:val="00687CC6"/>
    <w:rsid w:val="00687D37"/>
    <w:rsid w:val="00690164"/>
    <w:rsid w:val="0069037A"/>
    <w:rsid w:val="006905E8"/>
    <w:rsid w:val="00690C60"/>
    <w:rsid w:val="00690EA4"/>
    <w:rsid w:val="00691A09"/>
    <w:rsid w:val="00691C65"/>
    <w:rsid w:val="00691C97"/>
    <w:rsid w:val="00691DAF"/>
    <w:rsid w:val="0069243E"/>
    <w:rsid w:val="006928D9"/>
    <w:rsid w:val="00692FD3"/>
    <w:rsid w:val="0069301E"/>
    <w:rsid w:val="006934FE"/>
    <w:rsid w:val="00693C51"/>
    <w:rsid w:val="00694181"/>
    <w:rsid w:val="006943A0"/>
    <w:rsid w:val="00694E87"/>
    <w:rsid w:val="00695388"/>
    <w:rsid w:val="0069544F"/>
    <w:rsid w:val="00695878"/>
    <w:rsid w:val="00695A51"/>
    <w:rsid w:val="00695B8A"/>
    <w:rsid w:val="00696A0A"/>
    <w:rsid w:val="00696EE2"/>
    <w:rsid w:val="00696FF2"/>
    <w:rsid w:val="00697507"/>
    <w:rsid w:val="0069754F"/>
    <w:rsid w:val="00697974"/>
    <w:rsid w:val="00697B71"/>
    <w:rsid w:val="00697DF5"/>
    <w:rsid w:val="006A038C"/>
    <w:rsid w:val="006A04FC"/>
    <w:rsid w:val="006A0788"/>
    <w:rsid w:val="006A1105"/>
    <w:rsid w:val="006A1E6C"/>
    <w:rsid w:val="006A20DF"/>
    <w:rsid w:val="006A2198"/>
    <w:rsid w:val="006A21C5"/>
    <w:rsid w:val="006A2317"/>
    <w:rsid w:val="006A257F"/>
    <w:rsid w:val="006A3875"/>
    <w:rsid w:val="006A39A3"/>
    <w:rsid w:val="006A3AB0"/>
    <w:rsid w:val="006A44B4"/>
    <w:rsid w:val="006A4AC9"/>
    <w:rsid w:val="006A4DC3"/>
    <w:rsid w:val="006A4ECA"/>
    <w:rsid w:val="006A50C0"/>
    <w:rsid w:val="006A526F"/>
    <w:rsid w:val="006A56B4"/>
    <w:rsid w:val="006A5AB5"/>
    <w:rsid w:val="006A5CEB"/>
    <w:rsid w:val="006A6075"/>
    <w:rsid w:val="006A60B8"/>
    <w:rsid w:val="006A6344"/>
    <w:rsid w:val="006A6656"/>
    <w:rsid w:val="006A685E"/>
    <w:rsid w:val="006A68B3"/>
    <w:rsid w:val="006A69A3"/>
    <w:rsid w:val="006A69C4"/>
    <w:rsid w:val="006A70E4"/>
    <w:rsid w:val="006A7384"/>
    <w:rsid w:val="006A74B8"/>
    <w:rsid w:val="006A7DE3"/>
    <w:rsid w:val="006A7EC9"/>
    <w:rsid w:val="006A7F57"/>
    <w:rsid w:val="006B0295"/>
    <w:rsid w:val="006B0621"/>
    <w:rsid w:val="006B0BF9"/>
    <w:rsid w:val="006B0FED"/>
    <w:rsid w:val="006B1020"/>
    <w:rsid w:val="006B1137"/>
    <w:rsid w:val="006B11CF"/>
    <w:rsid w:val="006B14F7"/>
    <w:rsid w:val="006B1899"/>
    <w:rsid w:val="006B1E7B"/>
    <w:rsid w:val="006B1FCE"/>
    <w:rsid w:val="006B20B2"/>
    <w:rsid w:val="006B26CF"/>
    <w:rsid w:val="006B2735"/>
    <w:rsid w:val="006B2AB4"/>
    <w:rsid w:val="006B2C05"/>
    <w:rsid w:val="006B3527"/>
    <w:rsid w:val="006B38B6"/>
    <w:rsid w:val="006B4115"/>
    <w:rsid w:val="006B41EE"/>
    <w:rsid w:val="006B464C"/>
    <w:rsid w:val="006B4FC7"/>
    <w:rsid w:val="006B522D"/>
    <w:rsid w:val="006B5500"/>
    <w:rsid w:val="006B5797"/>
    <w:rsid w:val="006B5853"/>
    <w:rsid w:val="006B591C"/>
    <w:rsid w:val="006B5A1A"/>
    <w:rsid w:val="006B5C3D"/>
    <w:rsid w:val="006B5E3B"/>
    <w:rsid w:val="006B606D"/>
    <w:rsid w:val="006B68F7"/>
    <w:rsid w:val="006B6B2D"/>
    <w:rsid w:val="006B7410"/>
    <w:rsid w:val="006B752D"/>
    <w:rsid w:val="006B7578"/>
    <w:rsid w:val="006B75BF"/>
    <w:rsid w:val="006B7659"/>
    <w:rsid w:val="006B791A"/>
    <w:rsid w:val="006B7A91"/>
    <w:rsid w:val="006B7BBC"/>
    <w:rsid w:val="006B7F83"/>
    <w:rsid w:val="006C0134"/>
    <w:rsid w:val="006C0521"/>
    <w:rsid w:val="006C0583"/>
    <w:rsid w:val="006C080B"/>
    <w:rsid w:val="006C0B23"/>
    <w:rsid w:val="006C0BBC"/>
    <w:rsid w:val="006C12F6"/>
    <w:rsid w:val="006C158A"/>
    <w:rsid w:val="006C2467"/>
    <w:rsid w:val="006C279E"/>
    <w:rsid w:val="006C2CFB"/>
    <w:rsid w:val="006C2D2A"/>
    <w:rsid w:val="006C2EE7"/>
    <w:rsid w:val="006C300A"/>
    <w:rsid w:val="006C311B"/>
    <w:rsid w:val="006C3210"/>
    <w:rsid w:val="006C3287"/>
    <w:rsid w:val="006C35A1"/>
    <w:rsid w:val="006C3699"/>
    <w:rsid w:val="006C3C6F"/>
    <w:rsid w:val="006C3CB0"/>
    <w:rsid w:val="006C4164"/>
    <w:rsid w:val="006C426A"/>
    <w:rsid w:val="006C42C1"/>
    <w:rsid w:val="006C44AD"/>
    <w:rsid w:val="006C4714"/>
    <w:rsid w:val="006C4819"/>
    <w:rsid w:val="006C50F9"/>
    <w:rsid w:val="006C53C5"/>
    <w:rsid w:val="006C599E"/>
    <w:rsid w:val="006C5DD6"/>
    <w:rsid w:val="006C62BA"/>
    <w:rsid w:val="006C666B"/>
    <w:rsid w:val="006C666C"/>
    <w:rsid w:val="006C6B12"/>
    <w:rsid w:val="006C6FC6"/>
    <w:rsid w:val="006C7411"/>
    <w:rsid w:val="006C7502"/>
    <w:rsid w:val="006C771C"/>
    <w:rsid w:val="006D0324"/>
    <w:rsid w:val="006D0920"/>
    <w:rsid w:val="006D0A2D"/>
    <w:rsid w:val="006D0A4A"/>
    <w:rsid w:val="006D0ABA"/>
    <w:rsid w:val="006D0B12"/>
    <w:rsid w:val="006D0C03"/>
    <w:rsid w:val="006D0D3B"/>
    <w:rsid w:val="006D131B"/>
    <w:rsid w:val="006D13EB"/>
    <w:rsid w:val="006D14BA"/>
    <w:rsid w:val="006D1854"/>
    <w:rsid w:val="006D1962"/>
    <w:rsid w:val="006D1A38"/>
    <w:rsid w:val="006D1AAE"/>
    <w:rsid w:val="006D1D67"/>
    <w:rsid w:val="006D20BA"/>
    <w:rsid w:val="006D21AE"/>
    <w:rsid w:val="006D24AE"/>
    <w:rsid w:val="006D2639"/>
    <w:rsid w:val="006D2649"/>
    <w:rsid w:val="006D2725"/>
    <w:rsid w:val="006D27D9"/>
    <w:rsid w:val="006D2AB8"/>
    <w:rsid w:val="006D3262"/>
    <w:rsid w:val="006D38C2"/>
    <w:rsid w:val="006D38D0"/>
    <w:rsid w:val="006D3B0A"/>
    <w:rsid w:val="006D40BD"/>
    <w:rsid w:val="006D4715"/>
    <w:rsid w:val="006D49FD"/>
    <w:rsid w:val="006D4BD5"/>
    <w:rsid w:val="006D4C0F"/>
    <w:rsid w:val="006D4D8F"/>
    <w:rsid w:val="006D4F30"/>
    <w:rsid w:val="006D4FDC"/>
    <w:rsid w:val="006D5138"/>
    <w:rsid w:val="006D5246"/>
    <w:rsid w:val="006D52C1"/>
    <w:rsid w:val="006D579C"/>
    <w:rsid w:val="006D5BDD"/>
    <w:rsid w:val="006D5E1C"/>
    <w:rsid w:val="006D618F"/>
    <w:rsid w:val="006D664D"/>
    <w:rsid w:val="006D69CB"/>
    <w:rsid w:val="006D69D3"/>
    <w:rsid w:val="006D6D0C"/>
    <w:rsid w:val="006D6DE1"/>
    <w:rsid w:val="006D70FC"/>
    <w:rsid w:val="006D789E"/>
    <w:rsid w:val="006E0046"/>
    <w:rsid w:val="006E0092"/>
    <w:rsid w:val="006E0324"/>
    <w:rsid w:val="006E05F8"/>
    <w:rsid w:val="006E0D1E"/>
    <w:rsid w:val="006E0DEF"/>
    <w:rsid w:val="006E0E90"/>
    <w:rsid w:val="006E1078"/>
    <w:rsid w:val="006E12E4"/>
    <w:rsid w:val="006E160D"/>
    <w:rsid w:val="006E1D23"/>
    <w:rsid w:val="006E235B"/>
    <w:rsid w:val="006E24BD"/>
    <w:rsid w:val="006E25E1"/>
    <w:rsid w:val="006E26D5"/>
    <w:rsid w:val="006E302A"/>
    <w:rsid w:val="006E36E4"/>
    <w:rsid w:val="006E37FB"/>
    <w:rsid w:val="006E3A1D"/>
    <w:rsid w:val="006E3CBF"/>
    <w:rsid w:val="006E3DFB"/>
    <w:rsid w:val="006E460F"/>
    <w:rsid w:val="006E4721"/>
    <w:rsid w:val="006E47AE"/>
    <w:rsid w:val="006E4A71"/>
    <w:rsid w:val="006E4B7D"/>
    <w:rsid w:val="006E4B8E"/>
    <w:rsid w:val="006E4CD5"/>
    <w:rsid w:val="006E4DAD"/>
    <w:rsid w:val="006E4FAB"/>
    <w:rsid w:val="006E5D40"/>
    <w:rsid w:val="006E5E04"/>
    <w:rsid w:val="006E6183"/>
    <w:rsid w:val="006E630C"/>
    <w:rsid w:val="006E656E"/>
    <w:rsid w:val="006E6774"/>
    <w:rsid w:val="006E68BD"/>
    <w:rsid w:val="006E694C"/>
    <w:rsid w:val="006E6C06"/>
    <w:rsid w:val="006E6D35"/>
    <w:rsid w:val="006E6E47"/>
    <w:rsid w:val="006E71A4"/>
    <w:rsid w:val="006E7686"/>
    <w:rsid w:val="006E786B"/>
    <w:rsid w:val="006E7CD3"/>
    <w:rsid w:val="006F021A"/>
    <w:rsid w:val="006F041A"/>
    <w:rsid w:val="006F04D4"/>
    <w:rsid w:val="006F0EED"/>
    <w:rsid w:val="006F1764"/>
    <w:rsid w:val="006F1956"/>
    <w:rsid w:val="006F1B59"/>
    <w:rsid w:val="006F1D37"/>
    <w:rsid w:val="006F20F8"/>
    <w:rsid w:val="006F2490"/>
    <w:rsid w:val="006F24F9"/>
    <w:rsid w:val="006F260B"/>
    <w:rsid w:val="006F2636"/>
    <w:rsid w:val="006F2704"/>
    <w:rsid w:val="006F273B"/>
    <w:rsid w:val="006F27CC"/>
    <w:rsid w:val="006F2946"/>
    <w:rsid w:val="006F32F8"/>
    <w:rsid w:val="006F35B6"/>
    <w:rsid w:val="006F37CC"/>
    <w:rsid w:val="006F39A9"/>
    <w:rsid w:val="006F3B92"/>
    <w:rsid w:val="006F3BD1"/>
    <w:rsid w:val="006F3C2F"/>
    <w:rsid w:val="006F3C5D"/>
    <w:rsid w:val="006F3FD1"/>
    <w:rsid w:val="006F4331"/>
    <w:rsid w:val="006F47D1"/>
    <w:rsid w:val="006F4D73"/>
    <w:rsid w:val="006F5045"/>
    <w:rsid w:val="006F5531"/>
    <w:rsid w:val="006F578E"/>
    <w:rsid w:val="006F589A"/>
    <w:rsid w:val="006F62A0"/>
    <w:rsid w:val="006F6521"/>
    <w:rsid w:val="006F675C"/>
    <w:rsid w:val="006F6DB4"/>
    <w:rsid w:val="006F6F9A"/>
    <w:rsid w:val="006F7325"/>
    <w:rsid w:val="006F7CD1"/>
    <w:rsid w:val="00700047"/>
    <w:rsid w:val="0070011A"/>
    <w:rsid w:val="007006F6"/>
    <w:rsid w:val="00700E67"/>
    <w:rsid w:val="00700FC5"/>
    <w:rsid w:val="007017B8"/>
    <w:rsid w:val="00701C6C"/>
    <w:rsid w:val="00701EA2"/>
    <w:rsid w:val="00701EF4"/>
    <w:rsid w:val="00702050"/>
    <w:rsid w:val="007021FA"/>
    <w:rsid w:val="00702261"/>
    <w:rsid w:val="00702478"/>
    <w:rsid w:val="007026A2"/>
    <w:rsid w:val="00702987"/>
    <w:rsid w:val="007029EE"/>
    <w:rsid w:val="00702A65"/>
    <w:rsid w:val="00702C09"/>
    <w:rsid w:val="00702CFE"/>
    <w:rsid w:val="00702E62"/>
    <w:rsid w:val="007033A0"/>
    <w:rsid w:val="007034FD"/>
    <w:rsid w:val="00703AD5"/>
    <w:rsid w:val="00704C86"/>
    <w:rsid w:val="00704DA2"/>
    <w:rsid w:val="007052CC"/>
    <w:rsid w:val="007056C7"/>
    <w:rsid w:val="00705B3C"/>
    <w:rsid w:val="00705DFB"/>
    <w:rsid w:val="00706287"/>
    <w:rsid w:val="00706A02"/>
    <w:rsid w:val="007071EF"/>
    <w:rsid w:val="0070780B"/>
    <w:rsid w:val="00707B71"/>
    <w:rsid w:val="007102AA"/>
    <w:rsid w:val="007103D0"/>
    <w:rsid w:val="007107E7"/>
    <w:rsid w:val="00710CAC"/>
    <w:rsid w:val="0071103D"/>
    <w:rsid w:val="00711945"/>
    <w:rsid w:val="00711A97"/>
    <w:rsid w:val="00711D96"/>
    <w:rsid w:val="00712469"/>
    <w:rsid w:val="0071255D"/>
    <w:rsid w:val="00712612"/>
    <w:rsid w:val="007126C0"/>
    <w:rsid w:val="00712719"/>
    <w:rsid w:val="00713130"/>
    <w:rsid w:val="0071328D"/>
    <w:rsid w:val="00713654"/>
    <w:rsid w:val="00713906"/>
    <w:rsid w:val="00713F21"/>
    <w:rsid w:val="00714059"/>
    <w:rsid w:val="0071461E"/>
    <w:rsid w:val="00714A19"/>
    <w:rsid w:val="00715725"/>
    <w:rsid w:val="00715D1A"/>
    <w:rsid w:val="007160C8"/>
    <w:rsid w:val="0071651E"/>
    <w:rsid w:val="0071658E"/>
    <w:rsid w:val="00716615"/>
    <w:rsid w:val="00716CE8"/>
    <w:rsid w:val="00716F4B"/>
    <w:rsid w:val="0071718A"/>
    <w:rsid w:val="007174EE"/>
    <w:rsid w:val="007178AC"/>
    <w:rsid w:val="00717B3B"/>
    <w:rsid w:val="00717D3D"/>
    <w:rsid w:val="00717F38"/>
    <w:rsid w:val="0072004D"/>
    <w:rsid w:val="007206F6"/>
    <w:rsid w:val="00720C49"/>
    <w:rsid w:val="00720DCC"/>
    <w:rsid w:val="00721513"/>
    <w:rsid w:val="00721702"/>
    <w:rsid w:val="00721CEB"/>
    <w:rsid w:val="0072226D"/>
    <w:rsid w:val="0072239E"/>
    <w:rsid w:val="0072257E"/>
    <w:rsid w:val="007227D5"/>
    <w:rsid w:val="00722B30"/>
    <w:rsid w:val="00722E41"/>
    <w:rsid w:val="00723191"/>
    <w:rsid w:val="007231C2"/>
    <w:rsid w:val="00723AB0"/>
    <w:rsid w:val="00723F6F"/>
    <w:rsid w:val="0072423B"/>
    <w:rsid w:val="0072447A"/>
    <w:rsid w:val="00724620"/>
    <w:rsid w:val="007249FD"/>
    <w:rsid w:val="00724EE4"/>
    <w:rsid w:val="007254C9"/>
    <w:rsid w:val="00725839"/>
    <w:rsid w:val="00725933"/>
    <w:rsid w:val="00725EE7"/>
    <w:rsid w:val="007262CB"/>
    <w:rsid w:val="00726D81"/>
    <w:rsid w:val="00726D92"/>
    <w:rsid w:val="00726E89"/>
    <w:rsid w:val="00726FAF"/>
    <w:rsid w:val="00727678"/>
    <w:rsid w:val="00727A9A"/>
    <w:rsid w:val="00727C4D"/>
    <w:rsid w:val="00727D7A"/>
    <w:rsid w:val="0073019D"/>
    <w:rsid w:val="00730273"/>
    <w:rsid w:val="0073049D"/>
    <w:rsid w:val="00730A0E"/>
    <w:rsid w:val="00730B95"/>
    <w:rsid w:val="00730EFB"/>
    <w:rsid w:val="007317E7"/>
    <w:rsid w:val="00731858"/>
    <w:rsid w:val="0073190B"/>
    <w:rsid w:val="00731C5D"/>
    <w:rsid w:val="00731D83"/>
    <w:rsid w:val="00732200"/>
    <w:rsid w:val="0073228B"/>
    <w:rsid w:val="00732566"/>
    <w:rsid w:val="007328F5"/>
    <w:rsid w:val="00732F3A"/>
    <w:rsid w:val="00733730"/>
    <w:rsid w:val="00733AC0"/>
    <w:rsid w:val="00733D91"/>
    <w:rsid w:val="0073499D"/>
    <w:rsid w:val="007349D7"/>
    <w:rsid w:val="00734DD0"/>
    <w:rsid w:val="00734E92"/>
    <w:rsid w:val="00734FAE"/>
    <w:rsid w:val="007353D6"/>
    <w:rsid w:val="00735423"/>
    <w:rsid w:val="0073560F"/>
    <w:rsid w:val="00735899"/>
    <w:rsid w:val="007360EE"/>
    <w:rsid w:val="00736608"/>
    <w:rsid w:val="00736618"/>
    <w:rsid w:val="00736A91"/>
    <w:rsid w:val="00736C68"/>
    <w:rsid w:val="00737149"/>
    <w:rsid w:val="007371AB"/>
    <w:rsid w:val="00737238"/>
    <w:rsid w:val="00737836"/>
    <w:rsid w:val="00737ED2"/>
    <w:rsid w:val="00740079"/>
    <w:rsid w:val="007407EC"/>
    <w:rsid w:val="007409AD"/>
    <w:rsid w:val="00740D73"/>
    <w:rsid w:val="007416D4"/>
    <w:rsid w:val="00741B12"/>
    <w:rsid w:val="00741FAF"/>
    <w:rsid w:val="0074275B"/>
    <w:rsid w:val="007427F2"/>
    <w:rsid w:val="00742A05"/>
    <w:rsid w:val="00742BDD"/>
    <w:rsid w:val="00742D50"/>
    <w:rsid w:val="00742EC7"/>
    <w:rsid w:val="00742F7C"/>
    <w:rsid w:val="007432E6"/>
    <w:rsid w:val="007433CD"/>
    <w:rsid w:val="00743764"/>
    <w:rsid w:val="00743896"/>
    <w:rsid w:val="00744098"/>
    <w:rsid w:val="00744204"/>
    <w:rsid w:val="007444EA"/>
    <w:rsid w:val="0074488C"/>
    <w:rsid w:val="00744ACA"/>
    <w:rsid w:val="00744EAA"/>
    <w:rsid w:val="00744F6E"/>
    <w:rsid w:val="00745138"/>
    <w:rsid w:val="007455C5"/>
    <w:rsid w:val="00745B54"/>
    <w:rsid w:val="00745D23"/>
    <w:rsid w:val="00746294"/>
    <w:rsid w:val="0074657B"/>
    <w:rsid w:val="00746AA9"/>
    <w:rsid w:val="00746CBC"/>
    <w:rsid w:val="00746EC7"/>
    <w:rsid w:val="007471AE"/>
    <w:rsid w:val="007471F4"/>
    <w:rsid w:val="0074757F"/>
    <w:rsid w:val="00747736"/>
    <w:rsid w:val="00747A5C"/>
    <w:rsid w:val="00747A6D"/>
    <w:rsid w:val="00747B7A"/>
    <w:rsid w:val="00747B9D"/>
    <w:rsid w:val="00750186"/>
    <w:rsid w:val="00750408"/>
    <w:rsid w:val="00750812"/>
    <w:rsid w:val="0075082F"/>
    <w:rsid w:val="0075084E"/>
    <w:rsid w:val="007509F3"/>
    <w:rsid w:val="00750B0B"/>
    <w:rsid w:val="00750B3C"/>
    <w:rsid w:val="00750EFC"/>
    <w:rsid w:val="00751173"/>
    <w:rsid w:val="007517B5"/>
    <w:rsid w:val="00751A13"/>
    <w:rsid w:val="00751BE4"/>
    <w:rsid w:val="00751E01"/>
    <w:rsid w:val="00751F97"/>
    <w:rsid w:val="00752193"/>
    <w:rsid w:val="00752850"/>
    <w:rsid w:val="007531C4"/>
    <w:rsid w:val="0075329C"/>
    <w:rsid w:val="0075342D"/>
    <w:rsid w:val="00753A2C"/>
    <w:rsid w:val="00753C96"/>
    <w:rsid w:val="00753D76"/>
    <w:rsid w:val="00753E52"/>
    <w:rsid w:val="0075430E"/>
    <w:rsid w:val="00754526"/>
    <w:rsid w:val="007546DA"/>
    <w:rsid w:val="00754839"/>
    <w:rsid w:val="007549B4"/>
    <w:rsid w:val="00754E0B"/>
    <w:rsid w:val="00754F96"/>
    <w:rsid w:val="00755169"/>
    <w:rsid w:val="007554A2"/>
    <w:rsid w:val="007556A3"/>
    <w:rsid w:val="0075674F"/>
    <w:rsid w:val="00756824"/>
    <w:rsid w:val="00756B87"/>
    <w:rsid w:val="00756DBE"/>
    <w:rsid w:val="00756F73"/>
    <w:rsid w:val="00756F8A"/>
    <w:rsid w:val="007570C7"/>
    <w:rsid w:val="007573D6"/>
    <w:rsid w:val="00757459"/>
    <w:rsid w:val="0075762A"/>
    <w:rsid w:val="0075765E"/>
    <w:rsid w:val="00757664"/>
    <w:rsid w:val="00757684"/>
    <w:rsid w:val="00757743"/>
    <w:rsid w:val="007578F1"/>
    <w:rsid w:val="00757A12"/>
    <w:rsid w:val="00757D29"/>
    <w:rsid w:val="00757EB0"/>
    <w:rsid w:val="00757FC2"/>
    <w:rsid w:val="007601AC"/>
    <w:rsid w:val="007608A0"/>
    <w:rsid w:val="0076095D"/>
    <w:rsid w:val="00760A11"/>
    <w:rsid w:val="00760CC6"/>
    <w:rsid w:val="00760E18"/>
    <w:rsid w:val="007610D1"/>
    <w:rsid w:val="0076132B"/>
    <w:rsid w:val="00761456"/>
    <w:rsid w:val="00761593"/>
    <w:rsid w:val="00761699"/>
    <w:rsid w:val="007618B9"/>
    <w:rsid w:val="00761B0E"/>
    <w:rsid w:val="00761E37"/>
    <w:rsid w:val="00762620"/>
    <w:rsid w:val="00762916"/>
    <w:rsid w:val="00762934"/>
    <w:rsid w:val="00762ABB"/>
    <w:rsid w:val="00762AC9"/>
    <w:rsid w:val="007635C9"/>
    <w:rsid w:val="00763B63"/>
    <w:rsid w:val="00763C4A"/>
    <w:rsid w:val="00763D6E"/>
    <w:rsid w:val="00763DB6"/>
    <w:rsid w:val="00763E21"/>
    <w:rsid w:val="00764189"/>
    <w:rsid w:val="007642BE"/>
    <w:rsid w:val="00764348"/>
    <w:rsid w:val="00764526"/>
    <w:rsid w:val="00764E85"/>
    <w:rsid w:val="00764FEA"/>
    <w:rsid w:val="00765653"/>
    <w:rsid w:val="007657C2"/>
    <w:rsid w:val="007658F7"/>
    <w:rsid w:val="00765D1D"/>
    <w:rsid w:val="00765DC3"/>
    <w:rsid w:val="007660F7"/>
    <w:rsid w:val="0076621F"/>
    <w:rsid w:val="0076624A"/>
    <w:rsid w:val="007663BD"/>
    <w:rsid w:val="007669F4"/>
    <w:rsid w:val="00766AC7"/>
    <w:rsid w:val="00766AF5"/>
    <w:rsid w:val="00766E67"/>
    <w:rsid w:val="00766EB3"/>
    <w:rsid w:val="0076707A"/>
    <w:rsid w:val="007671C4"/>
    <w:rsid w:val="00767308"/>
    <w:rsid w:val="0076744C"/>
    <w:rsid w:val="00767781"/>
    <w:rsid w:val="00767DD9"/>
    <w:rsid w:val="0077036F"/>
    <w:rsid w:val="007704D3"/>
    <w:rsid w:val="007704F4"/>
    <w:rsid w:val="00770B17"/>
    <w:rsid w:val="00770CBC"/>
    <w:rsid w:val="00770F7E"/>
    <w:rsid w:val="00771235"/>
    <w:rsid w:val="0077136D"/>
    <w:rsid w:val="00771882"/>
    <w:rsid w:val="00771967"/>
    <w:rsid w:val="007719EF"/>
    <w:rsid w:val="00771B51"/>
    <w:rsid w:val="00771C36"/>
    <w:rsid w:val="00771D82"/>
    <w:rsid w:val="00771D85"/>
    <w:rsid w:val="00771F2D"/>
    <w:rsid w:val="00771F98"/>
    <w:rsid w:val="007720BD"/>
    <w:rsid w:val="0077245C"/>
    <w:rsid w:val="007726BF"/>
    <w:rsid w:val="007727B4"/>
    <w:rsid w:val="0077281A"/>
    <w:rsid w:val="00772B0C"/>
    <w:rsid w:val="00772BE3"/>
    <w:rsid w:val="00772F2E"/>
    <w:rsid w:val="007737D8"/>
    <w:rsid w:val="00773963"/>
    <w:rsid w:val="00773A7B"/>
    <w:rsid w:val="00773BBB"/>
    <w:rsid w:val="007749A5"/>
    <w:rsid w:val="00774E41"/>
    <w:rsid w:val="00774E47"/>
    <w:rsid w:val="00774EBC"/>
    <w:rsid w:val="007752E1"/>
    <w:rsid w:val="007752FF"/>
    <w:rsid w:val="00775C40"/>
    <w:rsid w:val="00775D7E"/>
    <w:rsid w:val="007763C6"/>
    <w:rsid w:val="00776470"/>
    <w:rsid w:val="007764A0"/>
    <w:rsid w:val="007766D5"/>
    <w:rsid w:val="0077689E"/>
    <w:rsid w:val="00776BF1"/>
    <w:rsid w:val="00777249"/>
    <w:rsid w:val="007774AA"/>
    <w:rsid w:val="007778F2"/>
    <w:rsid w:val="0077791F"/>
    <w:rsid w:val="00780302"/>
    <w:rsid w:val="007804CE"/>
    <w:rsid w:val="007806EB"/>
    <w:rsid w:val="00780A28"/>
    <w:rsid w:val="00780AA6"/>
    <w:rsid w:val="00780F89"/>
    <w:rsid w:val="007812D9"/>
    <w:rsid w:val="007815B7"/>
    <w:rsid w:val="0078196C"/>
    <w:rsid w:val="00782262"/>
    <w:rsid w:val="007823B4"/>
    <w:rsid w:val="00782A89"/>
    <w:rsid w:val="00782BBF"/>
    <w:rsid w:val="00782FA2"/>
    <w:rsid w:val="00783A67"/>
    <w:rsid w:val="00783A85"/>
    <w:rsid w:val="0078404F"/>
    <w:rsid w:val="0078412D"/>
    <w:rsid w:val="00784212"/>
    <w:rsid w:val="007844A4"/>
    <w:rsid w:val="007846A5"/>
    <w:rsid w:val="007846EA"/>
    <w:rsid w:val="007848F0"/>
    <w:rsid w:val="00784E5A"/>
    <w:rsid w:val="0078537C"/>
    <w:rsid w:val="0078583E"/>
    <w:rsid w:val="0078595E"/>
    <w:rsid w:val="00785E5E"/>
    <w:rsid w:val="00785FD2"/>
    <w:rsid w:val="007862DB"/>
    <w:rsid w:val="007864A7"/>
    <w:rsid w:val="00786922"/>
    <w:rsid w:val="00786A44"/>
    <w:rsid w:val="00786A85"/>
    <w:rsid w:val="00786BD5"/>
    <w:rsid w:val="00786D25"/>
    <w:rsid w:val="00786D8D"/>
    <w:rsid w:val="00787176"/>
    <w:rsid w:val="00787193"/>
    <w:rsid w:val="00787541"/>
    <w:rsid w:val="007876D4"/>
    <w:rsid w:val="00787746"/>
    <w:rsid w:val="007877D3"/>
    <w:rsid w:val="00787A09"/>
    <w:rsid w:val="00787B2D"/>
    <w:rsid w:val="00787DA7"/>
    <w:rsid w:val="00787DC8"/>
    <w:rsid w:val="00787E13"/>
    <w:rsid w:val="007907D5"/>
    <w:rsid w:val="00790849"/>
    <w:rsid w:val="007908CA"/>
    <w:rsid w:val="00790960"/>
    <w:rsid w:val="00790BCD"/>
    <w:rsid w:val="00790CA6"/>
    <w:rsid w:val="00791266"/>
    <w:rsid w:val="007912F2"/>
    <w:rsid w:val="0079158E"/>
    <w:rsid w:val="00791C96"/>
    <w:rsid w:val="00791EA1"/>
    <w:rsid w:val="00791FA9"/>
    <w:rsid w:val="00792092"/>
    <w:rsid w:val="00792510"/>
    <w:rsid w:val="00792994"/>
    <w:rsid w:val="0079312B"/>
    <w:rsid w:val="0079322B"/>
    <w:rsid w:val="007932BA"/>
    <w:rsid w:val="007932BB"/>
    <w:rsid w:val="0079335B"/>
    <w:rsid w:val="007935E7"/>
    <w:rsid w:val="00793C4E"/>
    <w:rsid w:val="007941C6"/>
    <w:rsid w:val="00794312"/>
    <w:rsid w:val="007946C2"/>
    <w:rsid w:val="00794971"/>
    <w:rsid w:val="007949A6"/>
    <w:rsid w:val="00794E08"/>
    <w:rsid w:val="0079516C"/>
    <w:rsid w:val="007951AE"/>
    <w:rsid w:val="007957BA"/>
    <w:rsid w:val="00795B9D"/>
    <w:rsid w:val="00795EB9"/>
    <w:rsid w:val="0079613A"/>
    <w:rsid w:val="007964BF"/>
    <w:rsid w:val="00796543"/>
    <w:rsid w:val="00796B71"/>
    <w:rsid w:val="00796BBD"/>
    <w:rsid w:val="007972B2"/>
    <w:rsid w:val="007974CC"/>
    <w:rsid w:val="007978BE"/>
    <w:rsid w:val="00797C73"/>
    <w:rsid w:val="00797E60"/>
    <w:rsid w:val="00797FF3"/>
    <w:rsid w:val="007A013F"/>
    <w:rsid w:val="007A031C"/>
    <w:rsid w:val="007A03E6"/>
    <w:rsid w:val="007A046D"/>
    <w:rsid w:val="007A06A3"/>
    <w:rsid w:val="007A0ABE"/>
    <w:rsid w:val="007A0B1B"/>
    <w:rsid w:val="007A0B9F"/>
    <w:rsid w:val="007A0CCA"/>
    <w:rsid w:val="007A0D29"/>
    <w:rsid w:val="007A0DD2"/>
    <w:rsid w:val="007A1520"/>
    <w:rsid w:val="007A1CDB"/>
    <w:rsid w:val="007A1F50"/>
    <w:rsid w:val="007A2606"/>
    <w:rsid w:val="007A3524"/>
    <w:rsid w:val="007A3635"/>
    <w:rsid w:val="007A37D9"/>
    <w:rsid w:val="007A382C"/>
    <w:rsid w:val="007A3F97"/>
    <w:rsid w:val="007A3FFF"/>
    <w:rsid w:val="007A40C4"/>
    <w:rsid w:val="007A4512"/>
    <w:rsid w:val="007A4714"/>
    <w:rsid w:val="007A490F"/>
    <w:rsid w:val="007A4948"/>
    <w:rsid w:val="007A49B2"/>
    <w:rsid w:val="007A4BEF"/>
    <w:rsid w:val="007A4FC7"/>
    <w:rsid w:val="007A517E"/>
    <w:rsid w:val="007A5180"/>
    <w:rsid w:val="007A5635"/>
    <w:rsid w:val="007A5B6D"/>
    <w:rsid w:val="007A6930"/>
    <w:rsid w:val="007A69CA"/>
    <w:rsid w:val="007A6B8F"/>
    <w:rsid w:val="007A6E35"/>
    <w:rsid w:val="007A6E92"/>
    <w:rsid w:val="007A73C9"/>
    <w:rsid w:val="007A763C"/>
    <w:rsid w:val="007A7705"/>
    <w:rsid w:val="007A777E"/>
    <w:rsid w:val="007A7E8A"/>
    <w:rsid w:val="007A7F32"/>
    <w:rsid w:val="007A7F35"/>
    <w:rsid w:val="007B0747"/>
    <w:rsid w:val="007B0BB9"/>
    <w:rsid w:val="007B0BC2"/>
    <w:rsid w:val="007B11FA"/>
    <w:rsid w:val="007B12BD"/>
    <w:rsid w:val="007B1384"/>
    <w:rsid w:val="007B1A47"/>
    <w:rsid w:val="007B1B31"/>
    <w:rsid w:val="007B1B4D"/>
    <w:rsid w:val="007B1CD5"/>
    <w:rsid w:val="007B1FCB"/>
    <w:rsid w:val="007B2277"/>
    <w:rsid w:val="007B29C4"/>
    <w:rsid w:val="007B2B6A"/>
    <w:rsid w:val="007B2CE9"/>
    <w:rsid w:val="007B3B74"/>
    <w:rsid w:val="007B3F47"/>
    <w:rsid w:val="007B403D"/>
    <w:rsid w:val="007B43EA"/>
    <w:rsid w:val="007B44FE"/>
    <w:rsid w:val="007B4612"/>
    <w:rsid w:val="007B4953"/>
    <w:rsid w:val="007B4963"/>
    <w:rsid w:val="007B49CC"/>
    <w:rsid w:val="007B5601"/>
    <w:rsid w:val="007B5897"/>
    <w:rsid w:val="007B59CA"/>
    <w:rsid w:val="007B5C8F"/>
    <w:rsid w:val="007B605D"/>
    <w:rsid w:val="007B6289"/>
    <w:rsid w:val="007B653A"/>
    <w:rsid w:val="007B66AB"/>
    <w:rsid w:val="007B69F0"/>
    <w:rsid w:val="007B6F6B"/>
    <w:rsid w:val="007B72B4"/>
    <w:rsid w:val="007B768E"/>
    <w:rsid w:val="007B7845"/>
    <w:rsid w:val="007B7855"/>
    <w:rsid w:val="007B7FDE"/>
    <w:rsid w:val="007C0224"/>
    <w:rsid w:val="007C0547"/>
    <w:rsid w:val="007C07EB"/>
    <w:rsid w:val="007C09DD"/>
    <w:rsid w:val="007C0D3C"/>
    <w:rsid w:val="007C1106"/>
    <w:rsid w:val="007C13CA"/>
    <w:rsid w:val="007C1642"/>
    <w:rsid w:val="007C19D3"/>
    <w:rsid w:val="007C1FC1"/>
    <w:rsid w:val="007C2B4A"/>
    <w:rsid w:val="007C2BC3"/>
    <w:rsid w:val="007C2DDC"/>
    <w:rsid w:val="007C3256"/>
    <w:rsid w:val="007C32B8"/>
    <w:rsid w:val="007C38F8"/>
    <w:rsid w:val="007C3B2C"/>
    <w:rsid w:val="007C3B47"/>
    <w:rsid w:val="007C3CF4"/>
    <w:rsid w:val="007C48D4"/>
    <w:rsid w:val="007C4D73"/>
    <w:rsid w:val="007C51A4"/>
    <w:rsid w:val="007C5396"/>
    <w:rsid w:val="007C61E2"/>
    <w:rsid w:val="007C6279"/>
    <w:rsid w:val="007C62E7"/>
    <w:rsid w:val="007C6306"/>
    <w:rsid w:val="007C6717"/>
    <w:rsid w:val="007C695E"/>
    <w:rsid w:val="007C699C"/>
    <w:rsid w:val="007C706B"/>
    <w:rsid w:val="007C7699"/>
    <w:rsid w:val="007D002E"/>
    <w:rsid w:val="007D00AD"/>
    <w:rsid w:val="007D0359"/>
    <w:rsid w:val="007D06EE"/>
    <w:rsid w:val="007D085F"/>
    <w:rsid w:val="007D0EE3"/>
    <w:rsid w:val="007D1B89"/>
    <w:rsid w:val="007D205C"/>
    <w:rsid w:val="007D255B"/>
    <w:rsid w:val="007D2865"/>
    <w:rsid w:val="007D28A0"/>
    <w:rsid w:val="007D2A43"/>
    <w:rsid w:val="007D2AC3"/>
    <w:rsid w:val="007D2D6E"/>
    <w:rsid w:val="007D2F03"/>
    <w:rsid w:val="007D355C"/>
    <w:rsid w:val="007D358C"/>
    <w:rsid w:val="007D39E1"/>
    <w:rsid w:val="007D3A71"/>
    <w:rsid w:val="007D3DD8"/>
    <w:rsid w:val="007D422A"/>
    <w:rsid w:val="007D46D4"/>
    <w:rsid w:val="007D476A"/>
    <w:rsid w:val="007D47FE"/>
    <w:rsid w:val="007D4859"/>
    <w:rsid w:val="007D4923"/>
    <w:rsid w:val="007D49CC"/>
    <w:rsid w:val="007D49DA"/>
    <w:rsid w:val="007D4FAD"/>
    <w:rsid w:val="007D50CA"/>
    <w:rsid w:val="007D53EE"/>
    <w:rsid w:val="007D5719"/>
    <w:rsid w:val="007D5795"/>
    <w:rsid w:val="007D5822"/>
    <w:rsid w:val="007D5887"/>
    <w:rsid w:val="007D58B6"/>
    <w:rsid w:val="007D58F4"/>
    <w:rsid w:val="007D59D3"/>
    <w:rsid w:val="007D5F4B"/>
    <w:rsid w:val="007D6551"/>
    <w:rsid w:val="007D66FD"/>
    <w:rsid w:val="007D690D"/>
    <w:rsid w:val="007D6986"/>
    <w:rsid w:val="007D6BB4"/>
    <w:rsid w:val="007D6D68"/>
    <w:rsid w:val="007D77EA"/>
    <w:rsid w:val="007D7983"/>
    <w:rsid w:val="007D7B82"/>
    <w:rsid w:val="007D7D13"/>
    <w:rsid w:val="007D7ED9"/>
    <w:rsid w:val="007D7F54"/>
    <w:rsid w:val="007E0451"/>
    <w:rsid w:val="007E04B9"/>
    <w:rsid w:val="007E05E1"/>
    <w:rsid w:val="007E064B"/>
    <w:rsid w:val="007E0680"/>
    <w:rsid w:val="007E0756"/>
    <w:rsid w:val="007E07D8"/>
    <w:rsid w:val="007E0A2A"/>
    <w:rsid w:val="007E0AA0"/>
    <w:rsid w:val="007E102E"/>
    <w:rsid w:val="007E1681"/>
    <w:rsid w:val="007E1E85"/>
    <w:rsid w:val="007E1F99"/>
    <w:rsid w:val="007E23A4"/>
    <w:rsid w:val="007E2D46"/>
    <w:rsid w:val="007E2ECB"/>
    <w:rsid w:val="007E2F3F"/>
    <w:rsid w:val="007E30FE"/>
    <w:rsid w:val="007E326A"/>
    <w:rsid w:val="007E32DF"/>
    <w:rsid w:val="007E34F2"/>
    <w:rsid w:val="007E3BFB"/>
    <w:rsid w:val="007E3C65"/>
    <w:rsid w:val="007E44D7"/>
    <w:rsid w:val="007E44F5"/>
    <w:rsid w:val="007E46D6"/>
    <w:rsid w:val="007E4873"/>
    <w:rsid w:val="007E49AA"/>
    <w:rsid w:val="007E4B02"/>
    <w:rsid w:val="007E4D47"/>
    <w:rsid w:val="007E548F"/>
    <w:rsid w:val="007E54DA"/>
    <w:rsid w:val="007E594A"/>
    <w:rsid w:val="007E5BAA"/>
    <w:rsid w:val="007E5BB7"/>
    <w:rsid w:val="007E5E43"/>
    <w:rsid w:val="007E6115"/>
    <w:rsid w:val="007E6581"/>
    <w:rsid w:val="007E6652"/>
    <w:rsid w:val="007E6857"/>
    <w:rsid w:val="007E6E8F"/>
    <w:rsid w:val="007E6EED"/>
    <w:rsid w:val="007E7135"/>
    <w:rsid w:val="007E7160"/>
    <w:rsid w:val="007E72C5"/>
    <w:rsid w:val="007E7359"/>
    <w:rsid w:val="007F011D"/>
    <w:rsid w:val="007F0155"/>
    <w:rsid w:val="007F0251"/>
    <w:rsid w:val="007F03BA"/>
    <w:rsid w:val="007F0A99"/>
    <w:rsid w:val="007F0AE4"/>
    <w:rsid w:val="007F0E92"/>
    <w:rsid w:val="007F1013"/>
    <w:rsid w:val="007F12D9"/>
    <w:rsid w:val="007F1732"/>
    <w:rsid w:val="007F185A"/>
    <w:rsid w:val="007F1992"/>
    <w:rsid w:val="007F1ADE"/>
    <w:rsid w:val="007F1B2B"/>
    <w:rsid w:val="007F1B47"/>
    <w:rsid w:val="007F1BBC"/>
    <w:rsid w:val="007F1DDA"/>
    <w:rsid w:val="007F2179"/>
    <w:rsid w:val="007F2348"/>
    <w:rsid w:val="007F24BE"/>
    <w:rsid w:val="007F3059"/>
    <w:rsid w:val="007F3928"/>
    <w:rsid w:val="007F3A10"/>
    <w:rsid w:val="007F43CA"/>
    <w:rsid w:val="007F43CD"/>
    <w:rsid w:val="007F4579"/>
    <w:rsid w:val="007F47EC"/>
    <w:rsid w:val="007F4C91"/>
    <w:rsid w:val="007F4CF1"/>
    <w:rsid w:val="007F5078"/>
    <w:rsid w:val="007F508B"/>
    <w:rsid w:val="007F53E0"/>
    <w:rsid w:val="007F5455"/>
    <w:rsid w:val="007F5628"/>
    <w:rsid w:val="007F5939"/>
    <w:rsid w:val="007F59C5"/>
    <w:rsid w:val="007F5A33"/>
    <w:rsid w:val="007F5BF6"/>
    <w:rsid w:val="007F5D4B"/>
    <w:rsid w:val="007F6251"/>
    <w:rsid w:val="007F638B"/>
    <w:rsid w:val="007F6560"/>
    <w:rsid w:val="007F69C7"/>
    <w:rsid w:val="007F6A3C"/>
    <w:rsid w:val="007F6AEB"/>
    <w:rsid w:val="007F6C78"/>
    <w:rsid w:val="007F6CC3"/>
    <w:rsid w:val="007F6E2A"/>
    <w:rsid w:val="007F6E8A"/>
    <w:rsid w:val="007F6F93"/>
    <w:rsid w:val="007F7687"/>
    <w:rsid w:val="007F7AF9"/>
    <w:rsid w:val="007F7C34"/>
    <w:rsid w:val="008002FE"/>
    <w:rsid w:val="008005E5"/>
    <w:rsid w:val="00800BE1"/>
    <w:rsid w:val="00800D32"/>
    <w:rsid w:val="0080100C"/>
    <w:rsid w:val="008013D5"/>
    <w:rsid w:val="008016A1"/>
    <w:rsid w:val="0080177D"/>
    <w:rsid w:val="00801BF1"/>
    <w:rsid w:val="00801CD9"/>
    <w:rsid w:val="00802759"/>
    <w:rsid w:val="008028CA"/>
    <w:rsid w:val="00802968"/>
    <w:rsid w:val="00802C81"/>
    <w:rsid w:val="00803022"/>
    <w:rsid w:val="00803FD3"/>
    <w:rsid w:val="008042FC"/>
    <w:rsid w:val="00804A03"/>
    <w:rsid w:val="00804F07"/>
    <w:rsid w:val="00805558"/>
    <w:rsid w:val="008055B6"/>
    <w:rsid w:val="00805A24"/>
    <w:rsid w:val="00806142"/>
    <w:rsid w:val="00806143"/>
    <w:rsid w:val="00806230"/>
    <w:rsid w:val="00806488"/>
    <w:rsid w:val="00806CC3"/>
    <w:rsid w:val="00806DC5"/>
    <w:rsid w:val="0080701A"/>
    <w:rsid w:val="00807180"/>
    <w:rsid w:val="00807B12"/>
    <w:rsid w:val="00807B7C"/>
    <w:rsid w:val="00810C10"/>
    <w:rsid w:val="00810D7C"/>
    <w:rsid w:val="00810F36"/>
    <w:rsid w:val="008117D0"/>
    <w:rsid w:val="00811888"/>
    <w:rsid w:val="008118FB"/>
    <w:rsid w:val="0081191B"/>
    <w:rsid w:val="00811BEB"/>
    <w:rsid w:val="00811C7A"/>
    <w:rsid w:val="00812354"/>
    <w:rsid w:val="00812411"/>
    <w:rsid w:val="008124CE"/>
    <w:rsid w:val="00812C9D"/>
    <w:rsid w:val="00812D4F"/>
    <w:rsid w:val="00813160"/>
    <w:rsid w:val="008137A4"/>
    <w:rsid w:val="008139AF"/>
    <w:rsid w:val="00813A3E"/>
    <w:rsid w:val="00813DF9"/>
    <w:rsid w:val="00814015"/>
    <w:rsid w:val="00814181"/>
    <w:rsid w:val="00814580"/>
    <w:rsid w:val="00814E6F"/>
    <w:rsid w:val="00815238"/>
    <w:rsid w:val="00815C31"/>
    <w:rsid w:val="00816039"/>
    <w:rsid w:val="0081607F"/>
    <w:rsid w:val="008160C8"/>
    <w:rsid w:val="00816B19"/>
    <w:rsid w:val="00816DE7"/>
    <w:rsid w:val="00817887"/>
    <w:rsid w:val="00817E58"/>
    <w:rsid w:val="00820146"/>
    <w:rsid w:val="00820492"/>
    <w:rsid w:val="008204BE"/>
    <w:rsid w:val="00820781"/>
    <w:rsid w:val="00820B33"/>
    <w:rsid w:val="00820C37"/>
    <w:rsid w:val="00820D82"/>
    <w:rsid w:val="00820FAB"/>
    <w:rsid w:val="0082180F"/>
    <w:rsid w:val="00821879"/>
    <w:rsid w:val="0082188C"/>
    <w:rsid w:val="00821CF2"/>
    <w:rsid w:val="00821D6F"/>
    <w:rsid w:val="0082222F"/>
    <w:rsid w:val="00822E5A"/>
    <w:rsid w:val="00822F14"/>
    <w:rsid w:val="00822F89"/>
    <w:rsid w:val="00823392"/>
    <w:rsid w:val="00823431"/>
    <w:rsid w:val="008235AD"/>
    <w:rsid w:val="0082370D"/>
    <w:rsid w:val="0082380E"/>
    <w:rsid w:val="008238BA"/>
    <w:rsid w:val="00823B54"/>
    <w:rsid w:val="00823D9C"/>
    <w:rsid w:val="0082433F"/>
    <w:rsid w:val="00824F0A"/>
    <w:rsid w:val="008253EB"/>
    <w:rsid w:val="00825D6D"/>
    <w:rsid w:val="00826209"/>
    <w:rsid w:val="008263EF"/>
    <w:rsid w:val="00826EDE"/>
    <w:rsid w:val="00827869"/>
    <w:rsid w:val="00827B9F"/>
    <w:rsid w:val="00827D20"/>
    <w:rsid w:val="00827DEF"/>
    <w:rsid w:val="00827FC3"/>
    <w:rsid w:val="008306ED"/>
    <w:rsid w:val="00830A2A"/>
    <w:rsid w:val="00830E15"/>
    <w:rsid w:val="008310F4"/>
    <w:rsid w:val="00832418"/>
    <w:rsid w:val="008324FA"/>
    <w:rsid w:val="00832814"/>
    <w:rsid w:val="008329EA"/>
    <w:rsid w:val="00832A7F"/>
    <w:rsid w:val="00832B32"/>
    <w:rsid w:val="00832C38"/>
    <w:rsid w:val="00832C47"/>
    <w:rsid w:val="008332E4"/>
    <w:rsid w:val="00833377"/>
    <w:rsid w:val="00833533"/>
    <w:rsid w:val="00833882"/>
    <w:rsid w:val="00833C5C"/>
    <w:rsid w:val="00833E6B"/>
    <w:rsid w:val="00833F0A"/>
    <w:rsid w:val="00833FE6"/>
    <w:rsid w:val="00834107"/>
    <w:rsid w:val="00834189"/>
    <w:rsid w:val="008341C4"/>
    <w:rsid w:val="008342BF"/>
    <w:rsid w:val="00834373"/>
    <w:rsid w:val="008347BD"/>
    <w:rsid w:val="00834831"/>
    <w:rsid w:val="00834B1C"/>
    <w:rsid w:val="00834DEC"/>
    <w:rsid w:val="008352BB"/>
    <w:rsid w:val="008358EC"/>
    <w:rsid w:val="00835B8B"/>
    <w:rsid w:val="00835C0D"/>
    <w:rsid w:val="00835DA7"/>
    <w:rsid w:val="0083617C"/>
    <w:rsid w:val="00836947"/>
    <w:rsid w:val="008373F5"/>
    <w:rsid w:val="0083754F"/>
    <w:rsid w:val="0084033C"/>
    <w:rsid w:val="00840AD3"/>
    <w:rsid w:val="00840CED"/>
    <w:rsid w:val="00840F04"/>
    <w:rsid w:val="00840F34"/>
    <w:rsid w:val="00841669"/>
    <w:rsid w:val="00841708"/>
    <w:rsid w:val="00841CCB"/>
    <w:rsid w:val="00841D59"/>
    <w:rsid w:val="0084287A"/>
    <w:rsid w:val="00842C9A"/>
    <w:rsid w:val="008432A6"/>
    <w:rsid w:val="00843A8B"/>
    <w:rsid w:val="00843B73"/>
    <w:rsid w:val="00843FA7"/>
    <w:rsid w:val="008441AA"/>
    <w:rsid w:val="008443A8"/>
    <w:rsid w:val="0084455A"/>
    <w:rsid w:val="0084459D"/>
    <w:rsid w:val="00844BE6"/>
    <w:rsid w:val="00844D12"/>
    <w:rsid w:val="00845237"/>
    <w:rsid w:val="008455C9"/>
    <w:rsid w:val="0084575C"/>
    <w:rsid w:val="0084578F"/>
    <w:rsid w:val="00845E85"/>
    <w:rsid w:val="008461C3"/>
    <w:rsid w:val="00846583"/>
    <w:rsid w:val="00846958"/>
    <w:rsid w:val="00846AA9"/>
    <w:rsid w:val="00846B40"/>
    <w:rsid w:val="00847AB5"/>
    <w:rsid w:val="00847F4F"/>
    <w:rsid w:val="00850046"/>
    <w:rsid w:val="008502A2"/>
    <w:rsid w:val="00850629"/>
    <w:rsid w:val="00850758"/>
    <w:rsid w:val="00850983"/>
    <w:rsid w:val="00850B56"/>
    <w:rsid w:val="0085107D"/>
    <w:rsid w:val="0085141B"/>
    <w:rsid w:val="00851665"/>
    <w:rsid w:val="00851BCF"/>
    <w:rsid w:val="00851C14"/>
    <w:rsid w:val="00852026"/>
    <w:rsid w:val="0085258B"/>
    <w:rsid w:val="0085260F"/>
    <w:rsid w:val="00852847"/>
    <w:rsid w:val="00852D6E"/>
    <w:rsid w:val="00852DE0"/>
    <w:rsid w:val="00853485"/>
    <w:rsid w:val="008537CC"/>
    <w:rsid w:val="0085390F"/>
    <w:rsid w:val="00853A1E"/>
    <w:rsid w:val="00853B0C"/>
    <w:rsid w:val="00853CAD"/>
    <w:rsid w:val="00853FA3"/>
    <w:rsid w:val="00854287"/>
    <w:rsid w:val="008546D7"/>
    <w:rsid w:val="00854ABA"/>
    <w:rsid w:val="00854C57"/>
    <w:rsid w:val="00855E05"/>
    <w:rsid w:val="00855E5C"/>
    <w:rsid w:val="008561FB"/>
    <w:rsid w:val="00856C42"/>
    <w:rsid w:val="00856CC9"/>
    <w:rsid w:val="00856D2F"/>
    <w:rsid w:val="008570B1"/>
    <w:rsid w:val="0085721C"/>
    <w:rsid w:val="00857C0A"/>
    <w:rsid w:val="0086008D"/>
    <w:rsid w:val="008607D2"/>
    <w:rsid w:val="008608BB"/>
    <w:rsid w:val="00860C01"/>
    <w:rsid w:val="00860CDD"/>
    <w:rsid w:val="0086190A"/>
    <w:rsid w:val="00861E37"/>
    <w:rsid w:val="0086238D"/>
    <w:rsid w:val="008628BA"/>
    <w:rsid w:val="00862D7E"/>
    <w:rsid w:val="00862F76"/>
    <w:rsid w:val="00863042"/>
    <w:rsid w:val="008630CF"/>
    <w:rsid w:val="0086342C"/>
    <w:rsid w:val="00863A4D"/>
    <w:rsid w:val="00863FC8"/>
    <w:rsid w:val="008640A6"/>
    <w:rsid w:val="0086508D"/>
    <w:rsid w:val="00865246"/>
    <w:rsid w:val="00865DF8"/>
    <w:rsid w:val="00865F21"/>
    <w:rsid w:val="00866100"/>
    <w:rsid w:val="008661E3"/>
    <w:rsid w:val="008662BB"/>
    <w:rsid w:val="0086632A"/>
    <w:rsid w:val="00866586"/>
    <w:rsid w:val="0086677E"/>
    <w:rsid w:val="008669BD"/>
    <w:rsid w:val="0086719C"/>
    <w:rsid w:val="008672BF"/>
    <w:rsid w:val="00867780"/>
    <w:rsid w:val="00867F7A"/>
    <w:rsid w:val="00867FAA"/>
    <w:rsid w:val="008700D7"/>
    <w:rsid w:val="0087054D"/>
    <w:rsid w:val="00870E9D"/>
    <w:rsid w:val="00871004"/>
    <w:rsid w:val="008712C1"/>
    <w:rsid w:val="008714FF"/>
    <w:rsid w:val="008716CC"/>
    <w:rsid w:val="00872DF8"/>
    <w:rsid w:val="008732AC"/>
    <w:rsid w:val="00873923"/>
    <w:rsid w:val="008747A6"/>
    <w:rsid w:val="00874819"/>
    <w:rsid w:val="00874D26"/>
    <w:rsid w:val="00874E3D"/>
    <w:rsid w:val="00874F5B"/>
    <w:rsid w:val="00874FDD"/>
    <w:rsid w:val="008750B9"/>
    <w:rsid w:val="008758A2"/>
    <w:rsid w:val="008759C4"/>
    <w:rsid w:val="00875CDB"/>
    <w:rsid w:val="0087639C"/>
    <w:rsid w:val="008767C4"/>
    <w:rsid w:val="00876990"/>
    <w:rsid w:val="00876C28"/>
    <w:rsid w:val="00876E01"/>
    <w:rsid w:val="00876E9D"/>
    <w:rsid w:val="00877199"/>
    <w:rsid w:val="008773EE"/>
    <w:rsid w:val="00877B1D"/>
    <w:rsid w:val="00880287"/>
    <w:rsid w:val="008805A4"/>
    <w:rsid w:val="00880651"/>
    <w:rsid w:val="0088068D"/>
    <w:rsid w:val="00880833"/>
    <w:rsid w:val="00880B3A"/>
    <w:rsid w:val="00880FB4"/>
    <w:rsid w:val="008813F0"/>
    <w:rsid w:val="00881452"/>
    <w:rsid w:val="0088186C"/>
    <w:rsid w:val="00881AF6"/>
    <w:rsid w:val="00881B7F"/>
    <w:rsid w:val="00881F81"/>
    <w:rsid w:val="00882348"/>
    <w:rsid w:val="00882392"/>
    <w:rsid w:val="00883074"/>
    <w:rsid w:val="0088325B"/>
    <w:rsid w:val="00883984"/>
    <w:rsid w:val="00883ADC"/>
    <w:rsid w:val="00884211"/>
    <w:rsid w:val="0088424E"/>
    <w:rsid w:val="008843A3"/>
    <w:rsid w:val="00885570"/>
    <w:rsid w:val="0088584E"/>
    <w:rsid w:val="008859AC"/>
    <w:rsid w:val="00885C17"/>
    <w:rsid w:val="00885CAA"/>
    <w:rsid w:val="00885CEB"/>
    <w:rsid w:val="00885E73"/>
    <w:rsid w:val="00886144"/>
    <w:rsid w:val="00886AE5"/>
    <w:rsid w:val="00886E5A"/>
    <w:rsid w:val="00887078"/>
    <w:rsid w:val="008872AD"/>
    <w:rsid w:val="00887659"/>
    <w:rsid w:val="008876C2"/>
    <w:rsid w:val="008879E5"/>
    <w:rsid w:val="00887B59"/>
    <w:rsid w:val="00887F8F"/>
    <w:rsid w:val="008900F1"/>
    <w:rsid w:val="00890435"/>
    <w:rsid w:val="0089053E"/>
    <w:rsid w:val="0089074B"/>
    <w:rsid w:val="008910F3"/>
    <w:rsid w:val="00891241"/>
    <w:rsid w:val="00891544"/>
    <w:rsid w:val="0089173D"/>
    <w:rsid w:val="00892509"/>
    <w:rsid w:val="00892677"/>
    <w:rsid w:val="00892698"/>
    <w:rsid w:val="00892B70"/>
    <w:rsid w:val="00892BA2"/>
    <w:rsid w:val="00892DC3"/>
    <w:rsid w:val="00892E7C"/>
    <w:rsid w:val="0089322F"/>
    <w:rsid w:val="008932CA"/>
    <w:rsid w:val="0089343D"/>
    <w:rsid w:val="00893718"/>
    <w:rsid w:val="00893D0D"/>
    <w:rsid w:val="00893F72"/>
    <w:rsid w:val="00894C4C"/>
    <w:rsid w:val="00894DBD"/>
    <w:rsid w:val="008953E1"/>
    <w:rsid w:val="0089563A"/>
    <w:rsid w:val="00895794"/>
    <w:rsid w:val="00895BA3"/>
    <w:rsid w:val="00895D67"/>
    <w:rsid w:val="00896CC6"/>
    <w:rsid w:val="008973D2"/>
    <w:rsid w:val="0089767A"/>
    <w:rsid w:val="00897842"/>
    <w:rsid w:val="00897B24"/>
    <w:rsid w:val="00897CBE"/>
    <w:rsid w:val="00897E35"/>
    <w:rsid w:val="008A0008"/>
    <w:rsid w:val="008A0152"/>
    <w:rsid w:val="008A0833"/>
    <w:rsid w:val="008A08CD"/>
    <w:rsid w:val="008A0A61"/>
    <w:rsid w:val="008A0E33"/>
    <w:rsid w:val="008A0EC4"/>
    <w:rsid w:val="008A12DA"/>
    <w:rsid w:val="008A138B"/>
    <w:rsid w:val="008A1691"/>
    <w:rsid w:val="008A17CC"/>
    <w:rsid w:val="008A1D19"/>
    <w:rsid w:val="008A2AC2"/>
    <w:rsid w:val="008A2C2D"/>
    <w:rsid w:val="008A2C68"/>
    <w:rsid w:val="008A2CA5"/>
    <w:rsid w:val="008A2DE6"/>
    <w:rsid w:val="008A3066"/>
    <w:rsid w:val="008A3785"/>
    <w:rsid w:val="008A39A0"/>
    <w:rsid w:val="008A3D90"/>
    <w:rsid w:val="008A48B5"/>
    <w:rsid w:val="008A49B2"/>
    <w:rsid w:val="008A4E6E"/>
    <w:rsid w:val="008A4E97"/>
    <w:rsid w:val="008A4EF8"/>
    <w:rsid w:val="008A4FC1"/>
    <w:rsid w:val="008A5341"/>
    <w:rsid w:val="008A5955"/>
    <w:rsid w:val="008A5BCB"/>
    <w:rsid w:val="008A5C8E"/>
    <w:rsid w:val="008A5CFC"/>
    <w:rsid w:val="008A5DFE"/>
    <w:rsid w:val="008A5E77"/>
    <w:rsid w:val="008A5FE6"/>
    <w:rsid w:val="008A6CAE"/>
    <w:rsid w:val="008A6F44"/>
    <w:rsid w:val="008A6FF3"/>
    <w:rsid w:val="008A744F"/>
    <w:rsid w:val="008A7709"/>
    <w:rsid w:val="008A7DE6"/>
    <w:rsid w:val="008B010B"/>
    <w:rsid w:val="008B035A"/>
    <w:rsid w:val="008B057C"/>
    <w:rsid w:val="008B0830"/>
    <w:rsid w:val="008B085E"/>
    <w:rsid w:val="008B08F7"/>
    <w:rsid w:val="008B0CAA"/>
    <w:rsid w:val="008B14DC"/>
    <w:rsid w:val="008B1580"/>
    <w:rsid w:val="008B1802"/>
    <w:rsid w:val="008B1A20"/>
    <w:rsid w:val="008B1A32"/>
    <w:rsid w:val="008B1B27"/>
    <w:rsid w:val="008B1C43"/>
    <w:rsid w:val="008B1D31"/>
    <w:rsid w:val="008B1FA1"/>
    <w:rsid w:val="008B2305"/>
    <w:rsid w:val="008B249D"/>
    <w:rsid w:val="008B285C"/>
    <w:rsid w:val="008B2A80"/>
    <w:rsid w:val="008B2ACF"/>
    <w:rsid w:val="008B342F"/>
    <w:rsid w:val="008B343C"/>
    <w:rsid w:val="008B365E"/>
    <w:rsid w:val="008B37A3"/>
    <w:rsid w:val="008B3840"/>
    <w:rsid w:val="008B3C85"/>
    <w:rsid w:val="008B3EF5"/>
    <w:rsid w:val="008B4798"/>
    <w:rsid w:val="008B489B"/>
    <w:rsid w:val="008B522C"/>
    <w:rsid w:val="008B5329"/>
    <w:rsid w:val="008B5630"/>
    <w:rsid w:val="008B579F"/>
    <w:rsid w:val="008B5AA4"/>
    <w:rsid w:val="008B5C81"/>
    <w:rsid w:val="008B5DCF"/>
    <w:rsid w:val="008B64E4"/>
    <w:rsid w:val="008B6513"/>
    <w:rsid w:val="008B6631"/>
    <w:rsid w:val="008B69EA"/>
    <w:rsid w:val="008B77AC"/>
    <w:rsid w:val="008B79D7"/>
    <w:rsid w:val="008B7ADD"/>
    <w:rsid w:val="008B7DFC"/>
    <w:rsid w:val="008B7E6E"/>
    <w:rsid w:val="008C0694"/>
    <w:rsid w:val="008C0A81"/>
    <w:rsid w:val="008C0C10"/>
    <w:rsid w:val="008C0C14"/>
    <w:rsid w:val="008C0CA5"/>
    <w:rsid w:val="008C1711"/>
    <w:rsid w:val="008C19E4"/>
    <w:rsid w:val="008C1ACB"/>
    <w:rsid w:val="008C1B3F"/>
    <w:rsid w:val="008C1CD1"/>
    <w:rsid w:val="008C1F08"/>
    <w:rsid w:val="008C20D1"/>
    <w:rsid w:val="008C211C"/>
    <w:rsid w:val="008C220D"/>
    <w:rsid w:val="008C22DD"/>
    <w:rsid w:val="008C24AF"/>
    <w:rsid w:val="008C2808"/>
    <w:rsid w:val="008C28A6"/>
    <w:rsid w:val="008C29D8"/>
    <w:rsid w:val="008C2D82"/>
    <w:rsid w:val="008C3039"/>
    <w:rsid w:val="008C30BD"/>
    <w:rsid w:val="008C31E7"/>
    <w:rsid w:val="008C32F0"/>
    <w:rsid w:val="008C3AC2"/>
    <w:rsid w:val="008C3E8C"/>
    <w:rsid w:val="008C40DF"/>
    <w:rsid w:val="008C43EA"/>
    <w:rsid w:val="008C43F0"/>
    <w:rsid w:val="008C468A"/>
    <w:rsid w:val="008C493A"/>
    <w:rsid w:val="008C4A40"/>
    <w:rsid w:val="008C4B73"/>
    <w:rsid w:val="008C5156"/>
    <w:rsid w:val="008C55B4"/>
    <w:rsid w:val="008C574D"/>
    <w:rsid w:val="008C581D"/>
    <w:rsid w:val="008C5C62"/>
    <w:rsid w:val="008C5DDD"/>
    <w:rsid w:val="008C5E94"/>
    <w:rsid w:val="008C5F30"/>
    <w:rsid w:val="008C5F3D"/>
    <w:rsid w:val="008C6274"/>
    <w:rsid w:val="008C6FC3"/>
    <w:rsid w:val="008C7211"/>
    <w:rsid w:val="008C7223"/>
    <w:rsid w:val="008C7533"/>
    <w:rsid w:val="008C7EAD"/>
    <w:rsid w:val="008D0099"/>
    <w:rsid w:val="008D042D"/>
    <w:rsid w:val="008D08B7"/>
    <w:rsid w:val="008D093A"/>
    <w:rsid w:val="008D09A3"/>
    <w:rsid w:val="008D09C4"/>
    <w:rsid w:val="008D09FE"/>
    <w:rsid w:val="008D0A8D"/>
    <w:rsid w:val="008D0BBD"/>
    <w:rsid w:val="008D0E36"/>
    <w:rsid w:val="008D111B"/>
    <w:rsid w:val="008D195C"/>
    <w:rsid w:val="008D1DDD"/>
    <w:rsid w:val="008D2549"/>
    <w:rsid w:val="008D2C39"/>
    <w:rsid w:val="008D2D88"/>
    <w:rsid w:val="008D34E3"/>
    <w:rsid w:val="008D383A"/>
    <w:rsid w:val="008D38F9"/>
    <w:rsid w:val="008D3D92"/>
    <w:rsid w:val="008D43B3"/>
    <w:rsid w:val="008D47CC"/>
    <w:rsid w:val="008D4AC2"/>
    <w:rsid w:val="008D4CC4"/>
    <w:rsid w:val="008D50E9"/>
    <w:rsid w:val="008D53C9"/>
    <w:rsid w:val="008D575C"/>
    <w:rsid w:val="008D5B78"/>
    <w:rsid w:val="008D5D82"/>
    <w:rsid w:val="008D5F2C"/>
    <w:rsid w:val="008D5FB7"/>
    <w:rsid w:val="008D6616"/>
    <w:rsid w:val="008D68C9"/>
    <w:rsid w:val="008D6A65"/>
    <w:rsid w:val="008D6F4A"/>
    <w:rsid w:val="008D70F0"/>
    <w:rsid w:val="008D79DF"/>
    <w:rsid w:val="008D7A20"/>
    <w:rsid w:val="008D7BEF"/>
    <w:rsid w:val="008D7D1A"/>
    <w:rsid w:val="008D7DAF"/>
    <w:rsid w:val="008E0568"/>
    <w:rsid w:val="008E079B"/>
    <w:rsid w:val="008E0923"/>
    <w:rsid w:val="008E0B0B"/>
    <w:rsid w:val="008E111E"/>
    <w:rsid w:val="008E11DA"/>
    <w:rsid w:val="008E127E"/>
    <w:rsid w:val="008E1470"/>
    <w:rsid w:val="008E16D9"/>
    <w:rsid w:val="008E16F7"/>
    <w:rsid w:val="008E1A55"/>
    <w:rsid w:val="008E1CF1"/>
    <w:rsid w:val="008E2222"/>
    <w:rsid w:val="008E2D40"/>
    <w:rsid w:val="008E2DB0"/>
    <w:rsid w:val="008E2E44"/>
    <w:rsid w:val="008E2E5F"/>
    <w:rsid w:val="008E2F67"/>
    <w:rsid w:val="008E30B8"/>
    <w:rsid w:val="008E3524"/>
    <w:rsid w:val="008E369F"/>
    <w:rsid w:val="008E36CD"/>
    <w:rsid w:val="008E3A15"/>
    <w:rsid w:val="008E3DCE"/>
    <w:rsid w:val="008E3FB7"/>
    <w:rsid w:val="008E4024"/>
    <w:rsid w:val="008E40A5"/>
    <w:rsid w:val="008E44BF"/>
    <w:rsid w:val="008E4A13"/>
    <w:rsid w:val="008E51F3"/>
    <w:rsid w:val="008E55BC"/>
    <w:rsid w:val="008E5A63"/>
    <w:rsid w:val="008E5E15"/>
    <w:rsid w:val="008E6137"/>
    <w:rsid w:val="008E64F1"/>
    <w:rsid w:val="008E657E"/>
    <w:rsid w:val="008E66CC"/>
    <w:rsid w:val="008E695C"/>
    <w:rsid w:val="008E6AD4"/>
    <w:rsid w:val="008E6B73"/>
    <w:rsid w:val="008E6D0F"/>
    <w:rsid w:val="008E6D64"/>
    <w:rsid w:val="008E6E1C"/>
    <w:rsid w:val="008E7181"/>
    <w:rsid w:val="008E7227"/>
    <w:rsid w:val="008E75AD"/>
    <w:rsid w:val="008F069F"/>
    <w:rsid w:val="008F0ACA"/>
    <w:rsid w:val="008F0BB4"/>
    <w:rsid w:val="008F0C4A"/>
    <w:rsid w:val="008F109F"/>
    <w:rsid w:val="008F143B"/>
    <w:rsid w:val="008F185D"/>
    <w:rsid w:val="008F1B14"/>
    <w:rsid w:val="008F1DE2"/>
    <w:rsid w:val="008F1EB0"/>
    <w:rsid w:val="008F2029"/>
    <w:rsid w:val="008F2182"/>
    <w:rsid w:val="008F2574"/>
    <w:rsid w:val="008F2C87"/>
    <w:rsid w:val="008F2DED"/>
    <w:rsid w:val="008F2F25"/>
    <w:rsid w:val="008F2FD7"/>
    <w:rsid w:val="008F31FD"/>
    <w:rsid w:val="008F3361"/>
    <w:rsid w:val="008F36CC"/>
    <w:rsid w:val="008F3DDC"/>
    <w:rsid w:val="008F4007"/>
    <w:rsid w:val="008F42B0"/>
    <w:rsid w:val="008F47AD"/>
    <w:rsid w:val="008F48DD"/>
    <w:rsid w:val="008F49C4"/>
    <w:rsid w:val="008F4CD3"/>
    <w:rsid w:val="008F4D53"/>
    <w:rsid w:val="008F57DC"/>
    <w:rsid w:val="008F5990"/>
    <w:rsid w:val="008F5A44"/>
    <w:rsid w:val="008F5C9E"/>
    <w:rsid w:val="008F5EC8"/>
    <w:rsid w:val="008F6452"/>
    <w:rsid w:val="008F6C1B"/>
    <w:rsid w:val="008F6FCF"/>
    <w:rsid w:val="008F7288"/>
    <w:rsid w:val="008F7DB0"/>
    <w:rsid w:val="009000CA"/>
    <w:rsid w:val="00900272"/>
    <w:rsid w:val="0090060A"/>
    <w:rsid w:val="00900E70"/>
    <w:rsid w:val="00900E7D"/>
    <w:rsid w:val="00900F0F"/>
    <w:rsid w:val="00900FE0"/>
    <w:rsid w:val="009012D6"/>
    <w:rsid w:val="009014A6"/>
    <w:rsid w:val="00901E63"/>
    <w:rsid w:val="00901FE3"/>
    <w:rsid w:val="009021D7"/>
    <w:rsid w:val="00902453"/>
    <w:rsid w:val="00902DB7"/>
    <w:rsid w:val="00903254"/>
    <w:rsid w:val="0090367A"/>
    <w:rsid w:val="00903787"/>
    <w:rsid w:val="00903872"/>
    <w:rsid w:val="00903A51"/>
    <w:rsid w:val="00903F24"/>
    <w:rsid w:val="0090422B"/>
    <w:rsid w:val="009043D5"/>
    <w:rsid w:val="00904766"/>
    <w:rsid w:val="00904E91"/>
    <w:rsid w:val="00905557"/>
    <w:rsid w:val="009055C8"/>
    <w:rsid w:val="009056DD"/>
    <w:rsid w:val="009062D4"/>
    <w:rsid w:val="00906B00"/>
    <w:rsid w:val="00906C53"/>
    <w:rsid w:val="00907060"/>
    <w:rsid w:val="00907917"/>
    <w:rsid w:val="00907B13"/>
    <w:rsid w:val="00907B60"/>
    <w:rsid w:val="0091001C"/>
    <w:rsid w:val="00910156"/>
    <w:rsid w:val="00910836"/>
    <w:rsid w:val="009108E8"/>
    <w:rsid w:val="00910D90"/>
    <w:rsid w:val="00910E56"/>
    <w:rsid w:val="00910F2B"/>
    <w:rsid w:val="00911125"/>
    <w:rsid w:val="0091145A"/>
    <w:rsid w:val="009114DE"/>
    <w:rsid w:val="009115C4"/>
    <w:rsid w:val="0091166C"/>
    <w:rsid w:val="009116DB"/>
    <w:rsid w:val="00911BB1"/>
    <w:rsid w:val="00911CC8"/>
    <w:rsid w:val="00911D89"/>
    <w:rsid w:val="00911EC4"/>
    <w:rsid w:val="00912027"/>
    <w:rsid w:val="00912033"/>
    <w:rsid w:val="00912435"/>
    <w:rsid w:val="0091251C"/>
    <w:rsid w:val="00913242"/>
    <w:rsid w:val="009133F7"/>
    <w:rsid w:val="00913839"/>
    <w:rsid w:val="00913D54"/>
    <w:rsid w:val="00914076"/>
    <w:rsid w:val="009141C8"/>
    <w:rsid w:val="009142EE"/>
    <w:rsid w:val="009142F7"/>
    <w:rsid w:val="00914312"/>
    <w:rsid w:val="00914365"/>
    <w:rsid w:val="009143CA"/>
    <w:rsid w:val="0091448B"/>
    <w:rsid w:val="009146D0"/>
    <w:rsid w:val="009147BF"/>
    <w:rsid w:val="00914862"/>
    <w:rsid w:val="00914CD8"/>
    <w:rsid w:val="00914EF7"/>
    <w:rsid w:val="009151A2"/>
    <w:rsid w:val="00915BA3"/>
    <w:rsid w:val="00915FE6"/>
    <w:rsid w:val="00916112"/>
    <w:rsid w:val="00916654"/>
    <w:rsid w:val="0091665A"/>
    <w:rsid w:val="00916E42"/>
    <w:rsid w:val="00916F4E"/>
    <w:rsid w:val="0091701C"/>
    <w:rsid w:val="009173F6"/>
    <w:rsid w:val="009178DC"/>
    <w:rsid w:val="009178EE"/>
    <w:rsid w:val="009178F5"/>
    <w:rsid w:val="00917A68"/>
    <w:rsid w:val="00917B4B"/>
    <w:rsid w:val="009201F4"/>
    <w:rsid w:val="0092040C"/>
    <w:rsid w:val="0092047F"/>
    <w:rsid w:val="00920843"/>
    <w:rsid w:val="00920866"/>
    <w:rsid w:val="00920A9A"/>
    <w:rsid w:val="00920AAA"/>
    <w:rsid w:val="00920C7C"/>
    <w:rsid w:val="00920DF5"/>
    <w:rsid w:val="0092103A"/>
    <w:rsid w:val="009215B7"/>
    <w:rsid w:val="00921742"/>
    <w:rsid w:val="00921F0B"/>
    <w:rsid w:val="00921FD2"/>
    <w:rsid w:val="00922018"/>
    <w:rsid w:val="00922090"/>
    <w:rsid w:val="009221EC"/>
    <w:rsid w:val="0092254B"/>
    <w:rsid w:val="009227C3"/>
    <w:rsid w:val="00922860"/>
    <w:rsid w:val="00922987"/>
    <w:rsid w:val="0092301C"/>
    <w:rsid w:val="00923328"/>
    <w:rsid w:val="00923737"/>
    <w:rsid w:val="009237D3"/>
    <w:rsid w:val="00923896"/>
    <w:rsid w:val="00923CB6"/>
    <w:rsid w:val="00924008"/>
    <w:rsid w:val="00924617"/>
    <w:rsid w:val="00924C95"/>
    <w:rsid w:val="00924F22"/>
    <w:rsid w:val="00925179"/>
    <w:rsid w:val="00925405"/>
    <w:rsid w:val="0092595B"/>
    <w:rsid w:val="00925F88"/>
    <w:rsid w:val="00925F94"/>
    <w:rsid w:val="00926245"/>
    <w:rsid w:val="00926548"/>
    <w:rsid w:val="009265E6"/>
    <w:rsid w:val="0092682A"/>
    <w:rsid w:val="00926B43"/>
    <w:rsid w:val="00926CEE"/>
    <w:rsid w:val="00927354"/>
    <w:rsid w:val="00927805"/>
    <w:rsid w:val="0092790D"/>
    <w:rsid w:val="009279C5"/>
    <w:rsid w:val="00927AB0"/>
    <w:rsid w:val="00927D82"/>
    <w:rsid w:val="00927DA6"/>
    <w:rsid w:val="00927FA2"/>
    <w:rsid w:val="009308DC"/>
    <w:rsid w:val="00930908"/>
    <w:rsid w:val="00930D6C"/>
    <w:rsid w:val="00930F87"/>
    <w:rsid w:val="009310B2"/>
    <w:rsid w:val="009312CC"/>
    <w:rsid w:val="0093166B"/>
    <w:rsid w:val="00931F8F"/>
    <w:rsid w:val="009320B0"/>
    <w:rsid w:val="00932218"/>
    <w:rsid w:val="00932227"/>
    <w:rsid w:val="00932345"/>
    <w:rsid w:val="00932365"/>
    <w:rsid w:val="009324BB"/>
    <w:rsid w:val="009324DB"/>
    <w:rsid w:val="00932531"/>
    <w:rsid w:val="00932C21"/>
    <w:rsid w:val="009334C1"/>
    <w:rsid w:val="00933577"/>
    <w:rsid w:val="009338BA"/>
    <w:rsid w:val="00933A3C"/>
    <w:rsid w:val="00933B3B"/>
    <w:rsid w:val="00934049"/>
    <w:rsid w:val="009340B2"/>
    <w:rsid w:val="009343A5"/>
    <w:rsid w:val="0093492D"/>
    <w:rsid w:val="00934994"/>
    <w:rsid w:val="00934AE6"/>
    <w:rsid w:val="0093503E"/>
    <w:rsid w:val="009355C8"/>
    <w:rsid w:val="009356FE"/>
    <w:rsid w:val="00935A10"/>
    <w:rsid w:val="0093609F"/>
    <w:rsid w:val="0093647B"/>
    <w:rsid w:val="00937F1C"/>
    <w:rsid w:val="009402B6"/>
    <w:rsid w:val="00940539"/>
    <w:rsid w:val="00940734"/>
    <w:rsid w:val="00940C98"/>
    <w:rsid w:val="009410B8"/>
    <w:rsid w:val="009410D6"/>
    <w:rsid w:val="0094156B"/>
    <w:rsid w:val="00941AE8"/>
    <w:rsid w:val="009421F5"/>
    <w:rsid w:val="00942BBF"/>
    <w:rsid w:val="00942BDA"/>
    <w:rsid w:val="00942DCA"/>
    <w:rsid w:val="009430E3"/>
    <w:rsid w:val="009435FF"/>
    <w:rsid w:val="00943A2D"/>
    <w:rsid w:val="00943CB4"/>
    <w:rsid w:val="00943D1F"/>
    <w:rsid w:val="00943EA6"/>
    <w:rsid w:val="00944400"/>
    <w:rsid w:val="0094458A"/>
    <w:rsid w:val="00944CB3"/>
    <w:rsid w:val="00944CD5"/>
    <w:rsid w:val="00944EAE"/>
    <w:rsid w:val="00944EC0"/>
    <w:rsid w:val="00944F78"/>
    <w:rsid w:val="009454BC"/>
    <w:rsid w:val="0094564C"/>
    <w:rsid w:val="009458E6"/>
    <w:rsid w:val="00945BD9"/>
    <w:rsid w:val="00945BE4"/>
    <w:rsid w:val="0094601A"/>
    <w:rsid w:val="00946403"/>
    <w:rsid w:val="0094648A"/>
    <w:rsid w:val="009467E0"/>
    <w:rsid w:val="00946825"/>
    <w:rsid w:val="00946846"/>
    <w:rsid w:val="00946973"/>
    <w:rsid w:val="00946A85"/>
    <w:rsid w:val="00946C0F"/>
    <w:rsid w:val="00946D3E"/>
    <w:rsid w:val="00946EE5"/>
    <w:rsid w:val="00946F65"/>
    <w:rsid w:val="00947296"/>
    <w:rsid w:val="0094737F"/>
    <w:rsid w:val="00947594"/>
    <w:rsid w:val="00947727"/>
    <w:rsid w:val="00947A95"/>
    <w:rsid w:val="00947AD1"/>
    <w:rsid w:val="00947C3B"/>
    <w:rsid w:val="00947D19"/>
    <w:rsid w:val="00950884"/>
    <w:rsid w:val="00950DC7"/>
    <w:rsid w:val="00950E8F"/>
    <w:rsid w:val="009510AD"/>
    <w:rsid w:val="009510C5"/>
    <w:rsid w:val="0095133E"/>
    <w:rsid w:val="0095136B"/>
    <w:rsid w:val="0095169C"/>
    <w:rsid w:val="00951DDF"/>
    <w:rsid w:val="00952035"/>
    <w:rsid w:val="00952AD6"/>
    <w:rsid w:val="009532C6"/>
    <w:rsid w:val="00953650"/>
    <w:rsid w:val="0095367A"/>
    <w:rsid w:val="009536D0"/>
    <w:rsid w:val="009538F4"/>
    <w:rsid w:val="00953B2E"/>
    <w:rsid w:val="009542A1"/>
    <w:rsid w:val="00954362"/>
    <w:rsid w:val="009544AA"/>
    <w:rsid w:val="00954907"/>
    <w:rsid w:val="00954D7A"/>
    <w:rsid w:val="00954DDB"/>
    <w:rsid w:val="0095529C"/>
    <w:rsid w:val="009558CB"/>
    <w:rsid w:val="00955995"/>
    <w:rsid w:val="00955B1E"/>
    <w:rsid w:val="00955B3C"/>
    <w:rsid w:val="0095614A"/>
    <w:rsid w:val="00956755"/>
    <w:rsid w:val="00956D04"/>
    <w:rsid w:val="00956F8E"/>
    <w:rsid w:val="009570DA"/>
    <w:rsid w:val="0095733A"/>
    <w:rsid w:val="0095761E"/>
    <w:rsid w:val="0095780D"/>
    <w:rsid w:val="00957817"/>
    <w:rsid w:val="009604D9"/>
    <w:rsid w:val="00960704"/>
    <w:rsid w:val="009608E9"/>
    <w:rsid w:val="00960A94"/>
    <w:rsid w:val="00960D2C"/>
    <w:rsid w:val="0096177A"/>
    <w:rsid w:val="0096194D"/>
    <w:rsid w:val="00961A45"/>
    <w:rsid w:val="00961E5D"/>
    <w:rsid w:val="00962848"/>
    <w:rsid w:val="00962891"/>
    <w:rsid w:val="00962929"/>
    <w:rsid w:val="00962C53"/>
    <w:rsid w:val="00962DDA"/>
    <w:rsid w:val="009631BF"/>
    <w:rsid w:val="0096381A"/>
    <w:rsid w:val="0096394A"/>
    <w:rsid w:val="00963B29"/>
    <w:rsid w:val="00963FC9"/>
    <w:rsid w:val="009643AA"/>
    <w:rsid w:val="009643AC"/>
    <w:rsid w:val="009643E8"/>
    <w:rsid w:val="00964533"/>
    <w:rsid w:val="00964C2E"/>
    <w:rsid w:val="00964F18"/>
    <w:rsid w:val="0096507C"/>
    <w:rsid w:val="009650EE"/>
    <w:rsid w:val="009653B9"/>
    <w:rsid w:val="00965543"/>
    <w:rsid w:val="009658AC"/>
    <w:rsid w:val="00965926"/>
    <w:rsid w:val="00965B50"/>
    <w:rsid w:val="00965BA8"/>
    <w:rsid w:val="00965FF6"/>
    <w:rsid w:val="0096636E"/>
    <w:rsid w:val="0096685F"/>
    <w:rsid w:val="0096698B"/>
    <w:rsid w:val="009669CD"/>
    <w:rsid w:val="00966A55"/>
    <w:rsid w:val="00967140"/>
    <w:rsid w:val="00967551"/>
    <w:rsid w:val="0096766A"/>
    <w:rsid w:val="00967F8D"/>
    <w:rsid w:val="00967FC0"/>
    <w:rsid w:val="00970494"/>
    <w:rsid w:val="009707AE"/>
    <w:rsid w:val="00970A66"/>
    <w:rsid w:val="00970C26"/>
    <w:rsid w:val="00970CD7"/>
    <w:rsid w:val="0097103F"/>
    <w:rsid w:val="00971091"/>
    <w:rsid w:val="009710A2"/>
    <w:rsid w:val="00971445"/>
    <w:rsid w:val="009714EE"/>
    <w:rsid w:val="009718E0"/>
    <w:rsid w:val="00971AF4"/>
    <w:rsid w:val="00972411"/>
    <w:rsid w:val="009728A2"/>
    <w:rsid w:val="00972A12"/>
    <w:rsid w:val="00972E93"/>
    <w:rsid w:val="00973155"/>
    <w:rsid w:val="00973401"/>
    <w:rsid w:val="0097350F"/>
    <w:rsid w:val="00973699"/>
    <w:rsid w:val="00973AA9"/>
    <w:rsid w:val="00973F4F"/>
    <w:rsid w:val="009740DC"/>
    <w:rsid w:val="009743B5"/>
    <w:rsid w:val="00974900"/>
    <w:rsid w:val="00974975"/>
    <w:rsid w:val="00974C9F"/>
    <w:rsid w:val="009750D5"/>
    <w:rsid w:val="009751BF"/>
    <w:rsid w:val="0097529F"/>
    <w:rsid w:val="009753DD"/>
    <w:rsid w:val="00975564"/>
    <w:rsid w:val="0097625F"/>
    <w:rsid w:val="009762E0"/>
    <w:rsid w:val="009766C4"/>
    <w:rsid w:val="00976C1B"/>
    <w:rsid w:val="00977255"/>
    <w:rsid w:val="00977843"/>
    <w:rsid w:val="00977AC8"/>
    <w:rsid w:val="00977CFA"/>
    <w:rsid w:val="00980118"/>
    <w:rsid w:val="00980234"/>
    <w:rsid w:val="0098069E"/>
    <w:rsid w:val="009806F6"/>
    <w:rsid w:val="009807E8"/>
    <w:rsid w:val="00980A03"/>
    <w:rsid w:val="00980A96"/>
    <w:rsid w:val="00980E6B"/>
    <w:rsid w:val="0098100E"/>
    <w:rsid w:val="0098105D"/>
    <w:rsid w:val="00981316"/>
    <w:rsid w:val="009813B5"/>
    <w:rsid w:val="0098167A"/>
    <w:rsid w:val="009816FF"/>
    <w:rsid w:val="00981D76"/>
    <w:rsid w:val="00981E42"/>
    <w:rsid w:val="0098225F"/>
    <w:rsid w:val="009822D1"/>
    <w:rsid w:val="009824F6"/>
    <w:rsid w:val="00983279"/>
    <w:rsid w:val="009838DC"/>
    <w:rsid w:val="00983D87"/>
    <w:rsid w:val="00983DB3"/>
    <w:rsid w:val="00983DE6"/>
    <w:rsid w:val="00984811"/>
    <w:rsid w:val="0098509C"/>
    <w:rsid w:val="009854D8"/>
    <w:rsid w:val="00985779"/>
    <w:rsid w:val="0098598A"/>
    <w:rsid w:val="00985A11"/>
    <w:rsid w:val="00985C6A"/>
    <w:rsid w:val="00985D0A"/>
    <w:rsid w:val="00985D19"/>
    <w:rsid w:val="0098654E"/>
    <w:rsid w:val="00986632"/>
    <w:rsid w:val="00986C93"/>
    <w:rsid w:val="00986D6C"/>
    <w:rsid w:val="00986F91"/>
    <w:rsid w:val="009874EE"/>
    <w:rsid w:val="0098796B"/>
    <w:rsid w:val="00987F6B"/>
    <w:rsid w:val="009902AA"/>
    <w:rsid w:val="00990584"/>
    <w:rsid w:val="00990E84"/>
    <w:rsid w:val="00990F9E"/>
    <w:rsid w:val="009910B2"/>
    <w:rsid w:val="00991360"/>
    <w:rsid w:val="00991476"/>
    <w:rsid w:val="009916B4"/>
    <w:rsid w:val="009916BA"/>
    <w:rsid w:val="009916E3"/>
    <w:rsid w:val="009919F3"/>
    <w:rsid w:val="00991AE7"/>
    <w:rsid w:val="00991B69"/>
    <w:rsid w:val="00992095"/>
    <w:rsid w:val="00992224"/>
    <w:rsid w:val="00992266"/>
    <w:rsid w:val="0099233A"/>
    <w:rsid w:val="00993165"/>
    <w:rsid w:val="0099324C"/>
    <w:rsid w:val="009937E5"/>
    <w:rsid w:val="00993868"/>
    <w:rsid w:val="0099407B"/>
    <w:rsid w:val="0099423E"/>
    <w:rsid w:val="0099457A"/>
    <w:rsid w:val="00994A45"/>
    <w:rsid w:val="00995002"/>
    <w:rsid w:val="00995441"/>
    <w:rsid w:val="0099594E"/>
    <w:rsid w:val="00995A1A"/>
    <w:rsid w:val="00995DD0"/>
    <w:rsid w:val="00996364"/>
    <w:rsid w:val="00996453"/>
    <w:rsid w:val="00996724"/>
    <w:rsid w:val="009969A0"/>
    <w:rsid w:val="00996D5C"/>
    <w:rsid w:val="00997079"/>
    <w:rsid w:val="00997235"/>
    <w:rsid w:val="009979CB"/>
    <w:rsid w:val="009A0086"/>
    <w:rsid w:val="009A020D"/>
    <w:rsid w:val="009A067E"/>
    <w:rsid w:val="009A0846"/>
    <w:rsid w:val="009A1054"/>
    <w:rsid w:val="009A1092"/>
    <w:rsid w:val="009A19D1"/>
    <w:rsid w:val="009A1B38"/>
    <w:rsid w:val="009A24D8"/>
    <w:rsid w:val="009A265C"/>
    <w:rsid w:val="009A29B9"/>
    <w:rsid w:val="009A2C5B"/>
    <w:rsid w:val="009A31E7"/>
    <w:rsid w:val="009A35AD"/>
    <w:rsid w:val="009A3646"/>
    <w:rsid w:val="009A3653"/>
    <w:rsid w:val="009A36BE"/>
    <w:rsid w:val="009A3AFC"/>
    <w:rsid w:val="009A428B"/>
    <w:rsid w:val="009A447A"/>
    <w:rsid w:val="009A452D"/>
    <w:rsid w:val="009A4591"/>
    <w:rsid w:val="009A47BA"/>
    <w:rsid w:val="009A4848"/>
    <w:rsid w:val="009A4CDF"/>
    <w:rsid w:val="009A4CEF"/>
    <w:rsid w:val="009A51E6"/>
    <w:rsid w:val="009A54C0"/>
    <w:rsid w:val="009A5D28"/>
    <w:rsid w:val="009A642E"/>
    <w:rsid w:val="009A6473"/>
    <w:rsid w:val="009A649E"/>
    <w:rsid w:val="009A6555"/>
    <w:rsid w:val="009A65D4"/>
    <w:rsid w:val="009A708D"/>
    <w:rsid w:val="009A7A47"/>
    <w:rsid w:val="009A7DF2"/>
    <w:rsid w:val="009B00A6"/>
    <w:rsid w:val="009B01CE"/>
    <w:rsid w:val="009B05B7"/>
    <w:rsid w:val="009B0B70"/>
    <w:rsid w:val="009B10EE"/>
    <w:rsid w:val="009B19D2"/>
    <w:rsid w:val="009B1DAA"/>
    <w:rsid w:val="009B1F8E"/>
    <w:rsid w:val="009B23FC"/>
    <w:rsid w:val="009B261F"/>
    <w:rsid w:val="009B26D7"/>
    <w:rsid w:val="009B309D"/>
    <w:rsid w:val="009B33F1"/>
    <w:rsid w:val="009B34D2"/>
    <w:rsid w:val="009B397B"/>
    <w:rsid w:val="009B41B9"/>
    <w:rsid w:val="009B420E"/>
    <w:rsid w:val="009B424D"/>
    <w:rsid w:val="009B4A95"/>
    <w:rsid w:val="009B4AFC"/>
    <w:rsid w:val="009B4B72"/>
    <w:rsid w:val="009B56DA"/>
    <w:rsid w:val="009B5AAE"/>
    <w:rsid w:val="009B5CF6"/>
    <w:rsid w:val="009B5D70"/>
    <w:rsid w:val="009B5E7D"/>
    <w:rsid w:val="009B5FD6"/>
    <w:rsid w:val="009B5FEE"/>
    <w:rsid w:val="009B62A4"/>
    <w:rsid w:val="009B684A"/>
    <w:rsid w:val="009B6A84"/>
    <w:rsid w:val="009B6F03"/>
    <w:rsid w:val="009B7077"/>
    <w:rsid w:val="009B7756"/>
    <w:rsid w:val="009B777D"/>
    <w:rsid w:val="009B7947"/>
    <w:rsid w:val="009B79EC"/>
    <w:rsid w:val="009C0376"/>
    <w:rsid w:val="009C0D21"/>
    <w:rsid w:val="009C0E19"/>
    <w:rsid w:val="009C0F78"/>
    <w:rsid w:val="009C10D2"/>
    <w:rsid w:val="009C1572"/>
    <w:rsid w:val="009C159A"/>
    <w:rsid w:val="009C192F"/>
    <w:rsid w:val="009C195A"/>
    <w:rsid w:val="009C19C4"/>
    <w:rsid w:val="009C1BD2"/>
    <w:rsid w:val="009C22E8"/>
    <w:rsid w:val="009C2F59"/>
    <w:rsid w:val="009C330F"/>
    <w:rsid w:val="009C3363"/>
    <w:rsid w:val="009C3594"/>
    <w:rsid w:val="009C37DD"/>
    <w:rsid w:val="009C38DD"/>
    <w:rsid w:val="009C3942"/>
    <w:rsid w:val="009C3B0D"/>
    <w:rsid w:val="009C3BE8"/>
    <w:rsid w:val="009C44E4"/>
    <w:rsid w:val="009C4550"/>
    <w:rsid w:val="009C4611"/>
    <w:rsid w:val="009C47E3"/>
    <w:rsid w:val="009C4840"/>
    <w:rsid w:val="009C4BDC"/>
    <w:rsid w:val="009C4D0D"/>
    <w:rsid w:val="009C51F7"/>
    <w:rsid w:val="009C56D6"/>
    <w:rsid w:val="009C59AE"/>
    <w:rsid w:val="009C5B97"/>
    <w:rsid w:val="009C5BFC"/>
    <w:rsid w:val="009C61B3"/>
    <w:rsid w:val="009C68C3"/>
    <w:rsid w:val="009C6A44"/>
    <w:rsid w:val="009C6BFA"/>
    <w:rsid w:val="009C6E2B"/>
    <w:rsid w:val="009C7BEB"/>
    <w:rsid w:val="009C7C24"/>
    <w:rsid w:val="009D0090"/>
    <w:rsid w:val="009D00A2"/>
    <w:rsid w:val="009D014C"/>
    <w:rsid w:val="009D0330"/>
    <w:rsid w:val="009D0664"/>
    <w:rsid w:val="009D068B"/>
    <w:rsid w:val="009D0702"/>
    <w:rsid w:val="009D0770"/>
    <w:rsid w:val="009D0CB7"/>
    <w:rsid w:val="009D118F"/>
    <w:rsid w:val="009D1458"/>
    <w:rsid w:val="009D14CA"/>
    <w:rsid w:val="009D1711"/>
    <w:rsid w:val="009D1883"/>
    <w:rsid w:val="009D18C1"/>
    <w:rsid w:val="009D200F"/>
    <w:rsid w:val="009D2011"/>
    <w:rsid w:val="009D228B"/>
    <w:rsid w:val="009D25F5"/>
    <w:rsid w:val="009D2ABF"/>
    <w:rsid w:val="009D377A"/>
    <w:rsid w:val="009D4222"/>
    <w:rsid w:val="009D441C"/>
    <w:rsid w:val="009D4624"/>
    <w:rsid w:val="009D486B"/>
    <w:rsid w:val="009D4981"/>
    <w:rsid w:val="009D4C51"/>
    <w:rsid w:val="009D4D60"/>
    <w:rsid w:val="009D559C"/>
    <w:rsid w:val="009D5F1A"/>
    <w:rsid w:val="009D6772"/>
    <w:rsid w:val="009D7125"/>
    <w:rsid w:val="009D7706"/>
    <w:rsid w:val="009D791C"/>
    <w:rsid w:val="009D7B51"/>
    <w:rsid w:val="009D7E18"/>
    <w:rsid w:val="009D7FE0"/>
    <w:rsid w:val="009E04F9"/>
    <w:rsid w:val="009E0883"/>
    <w:rsid w:val="009E103F"/>
    <w:rsid w:val="009E1175"/>
    <w:rsid w:val="009E13B5"/>
    <w:rsid w:val="009E1503"/>
    <w:rsid w:val="009E154E"/>
    <w:rsid w:val="009E171B"/>
    <w:rsid w:val="009E1AAE"/>
    <w:rsid w:val="009E1B34"/>
    <w:rsid w:val="009E1F50"/>
    <w:rsid w:val="009E2534"/>
    <w:rsid w:val="009E2A0A"/>
    <w:rsid w:val="009E2FEB"/>
    <w:rsid w:val="009E329D"/>
    <w:rsid w:val="009E3878"/>
    <w:rsid w:val="009E3B44"/>
    <w:rsid w:val="009E3CD5"/>
    <w:rsid w:val="009E45F3"/>
    <w:rsid w:val="009E493B"/>
    <w:rsid w:val="009E4AFF"/>
    <w:rsid w:val="009E4E21"/>
    <w:rsid w:val="009E4EBB"/>
    <w:rsid w:val="009E4FE2"/>
    <w:rsid w:val="009E55DB"/>
    <w:rsid w:val="009E5610"/>
    <w:rsid w:val="009E56C8"/>
    <w:rsid w:val="009E5DF3"/>
    <w:rsid w:val="009E607D"/>
    <w:rsid w:val="009E60F1"/>
    <w:rsid w:val="009E611F"/>
    <w:rsid w:val="009E63AD"/>
    <w:rsid w:val="009E63B0"/>
    <w:rsid w:val="009E64BD"/>
    <w:rsid w:val="009E6782"/>
    <w:rsid w:val="009E6788"/>
    <w:rsid w:val="009E7849"/>
    <w:rsid w:val="009E7874"/>
    <w:rsid w:val="009E78DF"/>
    <w:rsid w:val="009E7931"/>
    <w:rsid w:val="009E7C83"/>
    <w:rsid w:val="009F03B4"/>
    <w:rsid w:val="009F0552"/>
    <w:rsid w:val="009F094F"/>
    <w:rsid w:val="009F1611"/>
    <w:rsid w:val="009F1977"/>
    <w:rsid w:val="009F1A7B"/>
    <w:rsid w:val="009F1D4F"/>
    <w:rsid w:val="009F1E38"/>
    <w:rsid w:val="009F2072"/>
    <w:rsid w:val="009F2217"/>
    <w:rsid w:val="009F2F4A"/>
    <w:rsid w:val="009F30CD"/>
    <w:rsid w:val="009F32AA"/>
    <w:rsid w:val="009F3AE0"/>
    <w:rsid w:val="009F3B85"/>
    <w:rsid w:val="009F40B7"/>
    <w:rsid w:val="009F43DA"/>
    <w:rsid w:val="009F4DB5"/>
    <w:rsid w:val="009F53A7"/>
    <w:rsid w:val="009F58C9"/>
    <w:rsid w:val="009F59A6"/>
    <w:rsid w:val="009F5D35"/>
    <w:rsid w:val="009F6205"/>
    <w:rsid w:val="009F6363"/>
    <w:rsid w:val="009F63C7"/>
    <w:rsid w:val="009F63D2"/>
    <w:rsid w:val="009F68DA"/>
    <w:rsid w:val="009F6D91"/>
    <w:rsid w:val="009F6F1E"/>
    <w:rsid w:val="009F6F62"/>
    <w:rsid w:val="009F73E9"/>
    <w:rsid w:val="009F761B"/>
    <w:rsid w:val="009F7ECC"/>
    <w:rsid w:val="00A0023F"/>
    <w:rsid w:val="00A0058B"/>
    <w:rsid w:val="00A00683"/>
    <w:rsid w:val="00A006EA"/>
    <w:rsid w:val="00A00A35"/>
    <w:rsid w:val="00A00CA8"/>
    <w:rsid w:val="00A00CD5"/>
    <w:rsid w:val="00A00DCF"/>
    <w:rsid w:val="00A011C3"/>
    <w:rsid w:val="00A014FA"/>
    <w:rsid w:val="00A01B8D"/>
    <w:rsid w:val="00A01C9D"/>
    <w:rsid w:val="00A01DCB"/>
    <w:rsid w:val="00A0237F"/>
    <w:rsid w:val="00A02F19"/>
    <w:rsid w:val="00A03239"/>
    <w:rsid w:val="00A03353"/>
    <w:rsid w:val="00A03413"/>
    <w:rsid w:val="00A0346A"/>
    <w:rsid w:val="00A03911"/>
    <w:rsid w:val="00A03D1A"/>
    <w:rsid w:val="00A03FB3"/>
    <w:rsid w:val="00A044A0"/>
    <w:rsid w:val="00A045B3"/>
    <w:rsid w:val="00A0478C"/>
    <w:rsid w:val="00A04873"/>
    <w:rsid w:val="00A049FE"/>
    <w:rsid w:val="00A05B01"/>
    <w:rsid w:val="00A05B5A"/>
    <w:rsid w:val="00A05CB1"/>
    <w:rsid w:val="00A06451"/>
    <w:rsid w:val="00A065D1"/>
    <w:rsid w:val="00A06C65"/>
    <w:rsid w:val="00A06EF9"/>
    <w:rsid w:val="00A07BB1"/>
    <w:rsid w:val="00A104E9"/>
    <w:rsid w:val="00A107DF"/>
    <w:rsid w:val="00A10915"/>
    <w:rsid w:val="00A10CF3"/>
    <w:rsid w:val="00A10DA6"/>
    <w:rsid w:val="00A10E58"/>
    <w:rsid w:val="00A111FB"/>
    <w:rsid w:val="00A11451"/>
    <w:rsid w:val="00A1156B"/>
    <w:rsid w:val="00A11913"/>
    <w:rsid w:val="00A119E7"/>
    <w:rsid w:val="00A11A24"/>
    <w:rsid w:val="00A11B77"/>
    <w:rsid w:val="00A11CF4"/>
    <w:rsid w:val="00A11E9F"/>
    <w:rsid w:val="00A11EF1"/>
    <w:rsid w:val="00A125A1"/>
    <w:rsid w:val="00A12ACF"/>
    <w:rsid w:val="00A12E8B"/>
    <w:rsid w:val="00A12F45"/>
    <w:rsid w:val="00A130E0"/>
    <w:rsid w:val="00A134B7"/>
    <w:rsid w:val="00A13E8A"/>
    <w:rsid w:val="00A13EC8"/>
    <w:rsid w:val="00A13F10"/>
    <w:rsid w:val="00A14085"/>
    <w:rsid w:val="00A145D6"/>
    <w:rsid w:val="00A148B6"/>
    <w:rsid w:val="00A1491D"/>
    <w:rsid w:val="00A14932"/>
    <w:rsid w:val="00A15431"/>
    <w:rsid w:val="00A159F6"/>
    <w:rsid w:val="00A15E60"/>
    <w:rsid w:val="00A160A4"/>
    <w:rsid w:val="00A1676D"/>
    <w:rsid w:val="00A16EFB"/>
    <w:rsid w:val="00A16F51"/>
    <w:rsid w:val="00A17101"/>
    <w:rsid w:val="00A17298"/>
    <w:rsid w:val="00A1761E"/>
    <w:rsid w:val="00A1762C"/>
    <w:rsid w:val="00A206AF"/>
    <w:rsid w:val="00A2085B"/>
    <w:rsid w:val="00A21473"/>
    <w:rsid w:val="00A21565"/>
    <w:rsid w:val="00A215E7"/>
    <w:rsid w:val="00A2179F"/>
    <w:rsid w:val="00A219A0"/>
    <w:rsid w:val="00A21CB1"/>
    <w:rsid w:val="00A21CB6"/>
    <w:rsid w:val="00A21EE7"/>
    <w:rsid w:val="00A21F5F"/>
    <w:rsid w:val="00A22176"/>
    <w:rsid w:val="00A22371"/>
    <w:rsid w:val="00A2245D"/>
    <w:rsid w:val="00A224B1"/>
    <w:rsid w:val="00A229EF"/>
    <w:rsid w:val="00A22ADC"/>
    <w:rsid w:val="00A22E7F"/>
    <w:rsid w:val="00A2323E"/>
    <w:rsid w:val="00A23276"/>
    <w:rsid w:val="00A23661"/>
    <w:rsid w:val="00A2377D"/>
    <w:rsid w:val="00A239DF"/>
    <w:rsid w:val="00A2400C"/>
    <w:rsid w:val="00A242E7"/>
    <w:rsid w:val="00A2459B"/>
    <w:rsid w:val="00A248F5"/>
    <w:rsid w:val="00A24B07"/>
    <w:rsid w:val="00A24D40"/>
    <w:rsid w:val="00A24E29"/>
    <w:rsid w:val="00A24F62"/>
    <w:rsid w:val="00A25064"/>
    <w:rsid w:val="00A251EC"/>
    <w:rsid w:val="00A25303"/>
    <w:rsid w:val="00A253C0"/>
    <w:rsid w:val="00A2574C"/>
    <w:rsid w:val="00A25A07"/>
    <w:rsid w:val="00A25AD5"/>
    <w:rsid w:val="00A25D88"/>
    <w:rsid w:val="00A25EC0"/>
    <w:rsid w:val="00A25F40"/>
    <w:rsid w:val="00A2636B"/>
    <w:rsid w:val="00A26825"/>
    <w:rsid w:val="00A268AC"/>
    <w:rsid w:val="00A26FEC"/>
    <w:rsid w:val="00A27824"/>
    <w:rsid w:val="00A27DE5"/>
    <w:rsid w:val="00A30547"/>
    <w:rsid w:val="00A30A3C"/>
    <w:rsid w:val="00A30A6A"/>
    <w:rsid w:val="00A30E54"/>
    <w:rsid w:val="00A30EE0"/>
    <w:rsid w:val="00A30F04"/>
    <w:rsid w:val="00A311B7"/>
    <w:rsid w:val="00A3135B"/>
    <w:rsid w:val="00A3163C"/>
    <w:rsid w:val="00A3205D"/>
    <w:rsid w:val="00A32292"/>
    <w:rsid w:val="00A323BF"/>
    <w:rsid w:val="00A32503"/>
    <w:rsid w:val="00A3286B"/>
    <w:rsid w:val="00A32E35"/>
    <w:rsid w:val="00A330C5"/>
    <w:rsid w:val="00A33114"/>
    <w:rsid w:val="00A332E6"/>
    <w:rsid w:val="00A334FF"/>
    <w:rsid w:val="00A3357A"/>
    <w:rsid w:val="00A337B5"/>
    <w:rsid w:val="00A337E0"/>
    <w:rsid w:val="00A33858"/>
    <w:rsid w:val="00A33C77"/>
    <w:rsid w:val="00A33D2D"/>
    <w:rsid w:val="00A3429C"/>
    <w:rsid w:val="00A342A6"/>
    <w:rsid w:val="00A3496E"/>
    <w:rsid w:val="00A352A7"/>
    <w:rsid w:val="00A352B0"/>
    <w:rsid w:val="00A35EF3"/>
    <w:rsid w:val="00A35FF1"/>
    <w:rsid w:val="00A3630C"/>
    <w:rsid w:val="00A36653"/>
    <w:rsid w:val="00A36F68"/>
    <w:rsid w:val="00A37623"/>
    <w:rsid w:val="00A37931"/>
    <w:rsid w:val="00A37BDE"/>
    <w:rsid w:val="00A37F96"/>
    <w:rsid w:val="00A37FAA"/>
    <w:rsid w:val="00A4096B"/>
    <w:rsid w:val="00A41046"/>
    <w:rsid w:val="00A41551"/>
    <w:rsid w:val="00A417A8"/>
    <w:rsid w:val="00A41BBE"/>
    <w:rsid w:val="00A41F27"/>
    <w:rsid w:val="00A4230A"/>
    <w:rsid w:val="00A428C4"/>
    <w:rsid w:val="00A42C42"/>
    <w:rsid w:val="00A436A2"/>
    <w:rsid w:val="00A43929"/>
    <w:rsid w:val="00A43983"/>
    <w:rsid w:val="00A43C44"/>
    <w:rsid w:val="00A43C60"/>
    <w:rsid w:val="00A43FA8"/>
    <w:rsid w:val="00A4403D"/>
    <w:rsid w:val="00A4404C"/>
    <w:rsid w:val="00A44085"/>
    <w:rsid w:val="00A441D7"/>
    <w:rsid w:val="00A4494E"/>
    <w:rsid w:val="00A44CB5"/>
    <w:rsid w:val="00A459BF"/>
    <w:rsid w:val="00A459C2"/>
    <w:rsid w:val="00A45C90"/>
    <w:rsid w:val="00A46526"/>
    <w:rsid w:val="00A46D74"/>
    <w:rsid w:val="00A470F0"/>
    <w:rsid w:val="00A472C2"/>
    <w:rsid w:val="00A4737C"/>
    <w:rsid w:val="00A475AA"/>
    <w:rsid w:val="00A477D3"/>
    <w:rsid w:val="00A47ABC"/>
    <w:rsid w:val="00A47B5C"/>
    <w:rsid w:val="00A47EC7"/>
    <w:rsid w:val="00A47FE3"/>
    <w:rsid w:val="00A504B6"/>
    <w:rsid w:val="00A50BF9"/>
    <w:rsid w:val="00A50C39"/>
    <w:rsid w:val="00A50D6A"/>
    <w:rsid w:val="00A5100D"/>
    <w:rsid w:val="00A511EE"/>
    <w:rsid w:val="00A51789"/>
    <w:rsid w:val="00A51ABA"/>
    <w:rsid w:val="00A51EA0"/>
    <w:rsid w:val="00A51F78"/>
    <w:rsid w:val="00A51FAF"/>
    <w:rsid w:val="00A521BA"/>
    <w:rsid w:val="00A522D6"/>
    <w:rsid w:val="00A52978"/>
    <w:rsid w:val="00A52CEA"/>
    <w:rsid w:val="00A53173"/>
    <w:rsid w:val="00A53404"/>
    <w:rsid w:val="00A53719"/>
    <w:rsid w:val="00A5372D"/>
    <w:rsid w:val="00A53B0A"/>
    <w:rsid w:val="00A5491B"/>
    <w:rsid w:val="00A54D82"/>
    <w:rsid w:val="00A54DCE"/>
    <w:rsid w:val="00A54F11"/>
    <w:rsid w:val="00A550ED"/>
    <w:rsid w:val="00A552AF"/>
    <w:rsid w:val="00A55543"/>
    <w:rsid w:val="00A55AF2"/>
    <w:rsid w:val="00A55F60"/>
    <w:rsid w:val="00A565CF"/>
    <w:rsid w:val="00A566FD"/>
    <w:rsid w:val="00A5678B"/>
    <w:rsid w:val="00A56834"/>
    <w:rsid w:val="00A56B22"/>
    <w:rsid w:val="00A5738E"/>
    <w:rsid w:val="00A5768D"/>
    <w:rsid w:val="00A57B4C"/>
    <w:rsid w:val="00A57F78"/>
    <w:rsid w:val="00A60291"/>
    <w:rsid w:val="00A60601"/>
    <w:rsid w:val="00A60663"/>
    <w:rsid w:val="00A60A66"/>
    <w:rsid w:val="00A60B96"/>
    <w:rsid w:val="00A60CB8"/>
    <w:rsid w:val="00A60DFF"/>
    <w:rsid w:val="00A6107D"/>
    <w:rsid w:val="00A6110C"/>
    <w:rsid w:val="00A61327"/>
    <w:rsid w:val="00A6175A"/>
    <w:rsid w:val="00A6176F"/>
    <w:rsid w:val="00A6197B"/>
    <w:rsid w:val="00A61A85"/>
    <w:rsid w:val="00A61A86"/>
    <w:rsid w:val="00A61CCA"/>
    <w:rsid w:val="00A61D0A"/>
    <w:rsid w:val="00A61DE4"/>
    <w:rsid w:val="00A62579"/>
    <w:rsid w:val="00A62635"/>
    <w:rsid w:val="00A62976"/>
    <w:rsid w:val="00A62C9B"/>
    <w:rsid w:val="00A62DD0"/>
    <w:rsid w:val="00A6422E"/>
    <w:rsid w:val="00A64732"/>
    <w:rsid w:val="00A64C42"/>
    <w:rsid w:val="00A6645D"/>
    <w:rsid w:val="00A6648C"/>
    <w:rsid w:val="00A665E8"/>
    <w:rsid w:val="00A66CF9"/>
    <w:rsid w:val="00A67119"/>
    <w:rsid w:val="00A677CB"/>
    <w:rsid w:val="00A678D2"/>
    <w:rsid w:val="00A679DC"/>
    <w:rsid w:val="00A67A3A"/>
    <w:rsid w:val="00A67BD0"/>
    <w:rsid w:val="00A67EBC"/>
    <w:rsid w:val="00A70291"/>
    <w:rsid w:val="00A70352"/>
    <w:rsid w:val="00A7037C"/>
    <w:rsid w:val="00A703C6"/>
    <w:rsid w:val="00A70509"/>
    <w:rsid w:val="00A70AE3"/>
    <w:rsid w:val="00A70D55"/>
    <w:rsid w:val="00A70DAB"/>
    <w:rsid w:val="00A71197"/>
    <w:rsid w:val="00A71633"/>
    <w:rsid w:val="00A71817"/>
    <w:rsid w:val="00A71ECC"/>
    <w:rsid w:val="00A72162"/>
    <w:rsid w:val="00A722B2"/>
    <w:rsid w:val="00A728F0"/>
    <w:rsid w:val="00A72DFE"/>
    <w:rsid w:val="00A73307"/>
    <w:rsid w:val="00A73350"/>
    <w:rsid w:val="00A7356D"/>
    <w:rsid w:val="00A73674"/>
    <w:rsid w:val="00A7384E"/>
    <w:rsid w:val="00A73CB1"/>
    <w:rsid w:val="00A74020"/>
    <w:rsid w:val="00A742FB"/>
    <w:rsid w:val="00A7474E"/>
    <w:rsid w:val="00A7486A"/>
    <w:rsid w:val="00A74975"/>
    <w:rsid w:val="00A74AEA"/>
    <w:rsid w:val="00A74D5D"/>
    <w:rsid w:val="00A75195"/>
    <w:rsid w:val="00A751D4"/>
    <w:rsid w:val="00A752B4"/>
    <w:rsid w:val="00A7583E"/>
    <w:rsid w:val="00A760D0"/>
    <w:rsid w:val="00A76566"/>
    <w:rsid w:val="00A769B3"/>
    <w:rsid w:val="00A76CDA"/>
    <w:rsid w:val="00A76DEE"/>
    <w:rsid w:val="00A76E34"/>
    <w:rsid w:val="00A76EEA"/>
    <w:rsid w:val="00A76FB5"/>
    <w:rsid w:val="00A77389"/>
    <w:rsid w:val="00A77594"/>
    <w:rsid w:val="00A77793"/>
    <w:rsid w:val="00A77DF9"/>
    <w:rsid w:val="00A77E73"/>
    <w:rsid w:val="00A77F1C"/>
    <w:rsid w:val="00A80455"/>
    <w:rsid w:val="00A805DC"/>
    <w:rsid w:val="00A8080E"/>
    <w:rsid w:val="00A80818"/>
    <w:rsid w:val="00A808B3"/>
    <w:rsid w:val="00A808BE"/>
    <w:rsid w:val="00A80B43"/>
    <w:rsid w:val="00A80D7C"/>
    <w:rsid w:val="00A81001"/>
    <w:rsid w:val="00A81D04"/>
    <w:rsid w:val="00A81FDB"/>
    <w:rsid w:val="00A82226"/>
    <w:rsid w:val="00A8222C"/>
    <w:rsid w:val="00A8239D"/>
    <w:rsid w:val="00A8251E"/>
    <w:rsid w:val="00A826C1"/>
    <w:rsid w:val="00A827E7"/>
    <w:rsid w:val="00A82A8E"/>
    <w:rsid w:val="00A82BCA"/>
    <w:rsid w:val="00A83653"/>
    <w:rsid w:val="00A83A6C"/>
    <w:rsid w:val="00A83E7A"/>
    <w:rsid w:val="00A84564"/>
    <w:rsid w:val="00A845FC"/>
    <w:rsid w:val="00A84785"/>
    <w:rsid w:val="00A84891"/>
    <w:rsid w:val="00A84A60"/>
    <w:rsid w:val="00A84EE7"/>
    <w:rsid w:val="00A84FC7"/>
    <w:rsid w:val="00A85228"/>
    <w:rsid w:val="00A85304"/>
    <w:rsid w:val="00A8547E"/>
    <w:rsid w:val="00A854C1"/>
    <w:rsid w:val="00A8572D"/>
    <w:rsid w:val="00A85CDE"/>
    <w:rsid w:val="00A86015"/>
    <w:rsid w:val="00A86603"/>
    <w:rsid w:val="00A867DD"/>
    <w:rsid w:val="00A86AD1"/>
    <w:rsid w:val="00A86B21"/>
    <w:rsid w:val="00A87529"/>
    <w:rsid w:val="00A877AF"/>
    <w:rsid w:val="00A877FD"/>
    <w:rsid w:val="00A87876"/>
    <w:rsid w:val="00A878F7"/>
    <w:rsid w:val="00A87B0D"/>
    <w:rsid w:val="00A87C8B"/>
    <w:rsid w:val="00A87EE2"/>
    <w:rsid w:val="00A902C4"/>
    <w:rsid w:val="00A904AE"/>
    <w:rsid w:val="00A908FC"/>
    <w:rsid w:val="00A9095E"/>
    <w:rsid w:val="00A909ED"/>
    <w:rsid w:val="00A90B8A"/>
    <w:rsid w:val="00A90E7F"/>
    <w:rsid w:val="00A9138F"/>
    <w:rsid w:val="00A917E7"/>
    <w:rsid w:val="00A9188C"/>
    <w:rsid w:val="00A91B0B"/>
    <w:rsid w:val="00A91BD8"/>
    <w:rsid w:val="00A91C7F"/>
    <w:rsid w:val="00A92818"/>
    <w:rsid w:val="00A9289A"/>
    <w:rsid w:val="00A92A77"/>
    <w:rsid w:val="00A9303B"/>
    <w:rsid w:val="00A93383"/>
    <w:rsid w:val="00A93688"/>
    <w:rsid w:val="00A9383D"/>
    <w:rsid w:val="00A93850"/>
    <w:rsid w:val="00A93B47"/>
    <w:rsid w:val="00A93C59"/>
    <w:rsid w:val="00A940A0"/>
    <w:rsid w:val="00A940F3"/>
    <w:rsid w:val="00A94406"/>
    <w:rsid w:val="00A9464E"/>
    <w:rsid w:val="00A94B72"/>
    <w:rsid w:val="00A9511A"/>
    <w:rsid w:val="00A952A7"/>
    <w:rsid w:val="00A9577E"/>
    <w:rsid w:val="00A959B9"/>
    <w:rsid w:val="00A95B94"/>
    <w:rsid w:val="00A96DCB"/>
    <w:rsid w:val="00A96E7E"/>
    <w:rsid w:val="00A973A4"/>
    <w:rsid w:val="00A9781D"/>
    <w:rsid w:val="00A97D15"/>
    <w:rsid w:val="00A97EE6"/>
    <w:rsid w:val="00A97F6F"/>
    <w:rsid w:val="00AA0534"/>
    <w:rsid w:val="00AA0AB1"/>
    <w:rsid w:val="00AA0AFF"/>
    <w:rsid w:val="00AA0D5D"/>
    <w:rsid w:val="00AA1239"/>
    <w:rsid w:val="00AA143B"/>
    <w:rsid w:val="00AA1633"/>
    <w:rsid w:val="00AA1CB3"/>
    <w:rsid w:val="00AA1FD2"/>
    <w:rsid w:val="00AA28C7"/>
    <w:rsid w:val="00AA29CB"/>
    <w:rsid w:val="00AA29FC"/>
    <w:rsid w:val="00AA2AEA"/>
    <w:rsid w:val="00AA2B51"/>
    <w:rsid w:val="00AA2ECA"/>
    <w:rsid w:val="00AA2FBF"/>
    <w:rsid w:val="00AA3111"/>
    <w:rsid w:val="00AA3118"/>
    <w:rsid w:val="00AA32D0"/>
    <w:rsid w:val="00AA36D9"/>
    <w:rsid w:val="00AA37BD"/>
    <w:rsid w:val="00AA38C8"/>
    <w:rsid w:val="00AA3EA9"/>
    <w:rsid w:val="00AA4611"/>
    <w:rsid w:val="00AA48B4"/>
    <w:rsid w:val="00AA4957"/>
    <w:rsid w:val="00AA4AEA"/>
    <w:rsid w:val="00AA4E8B"/>
    <w:rsid w:val="00AA5369"/>
    <w:rsid w:val="00AA5372"/>
    <w:rsid w:val="00AA541B"/>
    <w:rsid w:val="00AA58CF"/>
    <w:rsid w:val="00AA5E8E"/>
    <w:rsid w:val="00AA61DE"/>
    <w:rsid w:val="00AA630F"/>
    <w:rsid w:val="00AA7088"/>
    <w:rsid w:val="00AA72E3"/>
    <w:rsid w:val="00AA73AA"/>
    <w:rsid w:val="00AA74CA"/>
    <w:rsid w:val="00AA75EC"/>
    <w:rsid w:val="00AA79D0"/>
    <w:rsid w:val="00AA7B88"/>
    <w:rsid w:val="00AA7D30"/>
    <w:rsid w:val="00AA7E5A"/>
    <w:rsid w:val="00AB062B"/>
    <w:rsid w:val="00AB11B5"/>
    <w:rsid w:val="00AB1241"/>
    <w:rsid w:val="00AB1670"/>
    <w:rsid w:val="00AB1AAC"/>
    <w:rsid w:val="00AB1AB1"/>
    <w:rsid w:val="00AB1D8F"/>
    <w:rsid w:val="00AB293D"/>
    <w:rsid w:val="00AB29FD"/>
    <w:rsid w:val="00AB2CB5"/>
    <w:rsid w:val="00AB2E38"/>
    <w:rsid w:val="00AB3118"/>
    <w:rsid w:val="00AB31AA"/>
    <w:rsid w:val="00AB3282"/>
    <w:rsid w:val="00AB33F8"/>
    <w:rsid w:val="00AB34B1"/>
    <w:rsid w:val="00AB3FF8"/>
    <w:rsid w:val="00AB40DC"/>
    <w:rsid w:val="00AB484B"/>
    <w:rsid w:val="00AB493F"/>
    <w:rsid w:val="00AB4A27"/>
    <w:rsid w:val="00AB4D8B"/>
    <w:rsid w:val="00AB4FCA"/>
    <w:rsid w:val="00AB52D1"/>
    <w:rsid w:val="00AB531C"/>
    <w:rsid w:val="00AB55A7"/>
    <w:rsid w:val="00AB5FC1"/>
    <w:rsid w:val="00AB60AA"/>
    <w:rsid w:val="00AB635F"/>
    <w:rsid w:val="00AB64DD"/>
    <w:rsid w:val="00AB6624"/>
    <w:rsid w:val="00AB6A24"/>
    <w:rsid w:val="00AB6EB4"/>
    <w:rsid w:val="00AB6ECF"/>
    <w:rsid w:val="00AB742C"/>
    <w:rsid w:val="00AB7705"/>
    <w:rsid w:val="00AB7E23"/>
    <w:rsid w:val="00AB7F5C"/>
    <w:rsid w:val="00AC026B"/>
    <w:rsid w:val="00AC04BC"/>
    <w:rsid w:val="00AC08CB"/>
    <w:rsid w:val="00AC098C"/>
    <w:rsid w:val="00AC0C90"/>
    <w:rsid w:val="00AC0EE3"/>
    <w:rsid w:val="00AC17C7"/>
    <w:rsid w:val="00AC1997"/>
    <w:rsid w:val="00AC1E08"/>
    <w:rsid w:val="00AC2229"/>
    <w:rsid w:val="00AC2257"/>
    <w:rsid w:val="00AC22CC"/>
    <w:rsid w:val="00AC23BD"/>
    <w:rsid w:val="00AC282B"/>
    <w:rsid w:val="00AC2ECC"/>
    <w:rsid w:val="00AC2EEE"/>
    <w:rsid w:val="00AC2FA1"/>
    <w:rsid w:val="00AC3035"/>
    <w:rsid w:val="00AC371C"/>
    <w:rsid w:val="00AC3A4E"/>
    <w:rsid w:val="00AC3C6A"/>
    <w:rsid w:val="00AC400B"/>
    <w:rsid w:val="00AC41BF"/>
    <w:rsid w:val="00AC433F"/>
    <w:rsid w:val="00AC4433"/>
    <w:rsid w:val="00AC46FA"/>
    <w:rsid w:val="00AC47A8"/>
    <w:rsid w:val="00AC485C"/>
    <w:rsid w:val="00AC4890"/>
    <w:rsid w:val="00AC4A76"/>
    <w:rsid w:val="00AC4AC4"/>
    <w:rsid w:val="00AC5155"/>
    <w:rsid w:val="00AC5620"/>
    <w:rsid w:val="00AC5775"/>
    <w:rsid w:val="00AC5FB9"/>
    <w:rsid w:val="00AC6881"/>
    <w:rsid w:val="00AC71D3"/>
    <w:rsid w:val="00AC7726"/>
    <w:rsid w:val="00AC7A48"/>
    <w:rsid w:val="00AC7E33"/>
    <w:rsid w:val="00AC7E6F"/>
    <w:rsid w:val="00AD0496"/>
    <w:rsid w:val="00AD05EE"/>
    <w:rsid w:val="00AD0667"/>
    <w:rsid w:val="00AD0853"/>
    <w:rsid w:val="00AD0A68"/>
    <w:rsid w:val="00AD0FE1"/>
    <w:rsid w:val="00AD11FA"/>
    <w:rsid w:val="00AD15DA"/>
    <w:rsid w:val="00AD1B57"/>
    <w:rsid w:val="00AD20A1"/>
    <w:rsid w:val="00AD214A"/>
    <w:rsid w:val="00AD2753"/>
    <w:rsid w:val="00AD2C0B"/>
    <w:rsid w:val="00AD2C9D"/>
    <w:rsid w:val="00AD2FFD"/>
    <w:rsid w:val="00AD354D"/>
    <w:rsid w:val="00AD369B"/>
    <w:rsid w:val="00AD40C9"/>
    <w:rsid w:val="00AD4253"/>
    <w:rsid w:val="00AD4272"/>
    <w:rsid w:val="00AD43B7"/>
    <w:rsid w:val="00AD441B"/>
    <w:rsid w:val="00AD459C"/>
    <w:rsid w:val="00AD4601"/>
    <w:rsid w:val="00AD4636"/>
    <w:rsid w:val="00AD47D6"/>
    <w:rsid w:val="00AD4863"/>
    <w:rsid w:val="00AD48E0"/>
    <w:rsid w:val="00AD4AFB"/>
    <w:rsid w:val="00AD4E82"/>
    <w:rsid w:val="00AD5081"/>
    <w:rsid w:val="00AD560D"/>
    <w:rsid w:val="00AD5A03"/>
    <w:rsid w:val="00AD69C6"/>
    <w:rsid w:val="00AD6C28"/>
    <w:rsid w:val="00AD6EED"/>
    <w:rsid w:val="00AD70B5"/>
    <w:rsid w:val="00AD7519"/>
    <w:rsid w:val="00AD7A2C"/>
    <w:rsid w:val="00AD7A3F"/>
    <w:rsid w:val="00AD7B43"/>
    <w:rsid w:val="00AD7BDC"/>
    <w:rsid w:val="00AD7D25"/>
    <w:rsid w:val="00AE08D9"/>
    <w:rsid w:val="00AE0E6A"/>
    <w:rsid w:val="00AE0E97"/>
    <w:rsid w:val="00AE0EE1"/>
    <w:rsid w:val="00AE157F"/>
    <w:rsid w:val="00AE1AB7"/>
    <w:rsid w:val="00AE1B0B"/>
    <w:rsid w:val="00AE1B24"/>
    <w:rsid w:val="00AE1D79"/>
    <w:rsid w:val="00AE257C"/>
    <w:rsid w:val="00AE2954"/>
    <w:rsid w:val="00AE29A3"/>
    <w:rsid w:val="00AE30A1"/>
    <w:rsid w:val="00AE3168"/>
    <w:rsid w:val="00AE3281"/>
    <w:rsid w:val="00AE3294"/>
    <w:rsid w:val="00AE3A23"/>
    <w:rsid w:val="00AE3C94"/>
    <w:rsid w:val="00AE3F4D"/>
    <w:rsid w:val="00AE441D"/>
    <w:rsid w:val="00AE446A"/>
    <w:rsid w:val="00AE4591"/>
    <w:rsid w:val="00AE4936"/>
    <w:rsid w:val="00AE4CA9"/>
    <w:rsid w:val="00AE59D1"/>
    <w:rsid w:val="00AE5B71"/>
    <w:rsid w:val="00AE6074"/>
    <w:rsid w:val="00AE633B"/>
    <w:rsid w:val="00AE6724"/>
    <w:rsid w:val="00AE6D05"/>
    <w:rsid w:val="00AE6D3A"/>
    <w:rsid w:val="00AE6D99"/>
    <w:rsid w:val="00AE6F43"/>
    <w:rsid w:val="00AF017D"/>
    <w:rsid w:val="00AF0432"/>
    <w:rsid w:val="00AF05EC"/>
    <w:rsid w:val="00AF088C"/>
    <w:rsid w:val="00AF0ADE"/>
    <w:rsid w:val="00AF0CB4"/>
    <w:rsid w:val="00AF1027"/>
    <w:rsid w:val="00AF18AF"/>
    <w:rsid w:val="00AF1E21"/>
    <w:rsid w:val="00AF1FFA"/>
    <w:rsid w:val="00AF2166"/>
    <w:rsid w:val="00AF21CC"/>
    <w:rsid w:val="00AF2284"/>
    <w:rsid w:val="00AF281F"/>
    <w:rsid w:val="00AF3184"/>
    <w:rsid w:val="00AF3420"/>
    <w:rsid w:val="00AF350F"/>
    <w:rsid w:val="00AF3B3B"/>
    <w:rsid w:val="00AF3F49"/>
    <w:rsid w:val="00AF3F75"/>
    <w:rsid w:val="00AF4061"/>
    <w:rsid w:val="00AF4CDA"/>
    <w:rsid w:val="00AF5440"/>
    <w:rsid w:val="00AF5519"/>
    <w:rsid w:val="00AF55DE"/>
    <w:rsid w:val="00AF567C"/>
    <w:rsid w:val="00AF583B"/>
    <w:rsid w:val="00AF59CB"/>
    <w:rsid w:val="00AF5A46"/>
    <w:rsid w:val="00AF5ACC"/>
    <w:rsid w:val="00AF5E86"/>
    <w:rsid w:val="00AF5ED3"/>
    <w:rsid w:val="00AF5F47"/>
    <w:rsid w:val="00AF6374"/>
    <w:rsid w:val="00AF64F9"/>
    <w:rsid w:val="00AF7205"/>
    <w:rsid w:val="00AF736F"/>
    <w:rsid w:val="00AF749A"/>
    <w:rsid w:val="00AF762E"/>
    <w:rsid w:val="00AF7AB9"/>
    <w:rsid w:val="00AF7F32"/>
    <w:rsid w:val="00B005B0"/>
    <w:rsid w:val="00B006BD"/>
    <w:rsid w:val="00B008D9"/>
    <w:rsid w:val="00B00AD1"/>
    <w:rsid w:val="00B00B57"/>
    <w:rsid w:val="00B0109D"/>
    <w:rsid w:val="00B011A4"/>
    <w:rsid w:val="00B0121F"/>
    <w:rsid w:val="00B0161E"/>
    <w:rsid w:val="00B01953"/>
    <w:rsid w:val="00B021D7"/>
    <w:rsid w:val="00B022AD"/>
    <w:rsid w:val="00B02845"/>
    <w:rsid w:val="00B02963"/>
    <w:rsid w:val="00B02D03"/>
    <w:rsid w:val="00B02F55"/>
    <w:rsid w:val="00B02F96"/>
    <w:rsid w:val="00B02FD8"/>
    <w:rsid w:val="00B0371A"/>
    <w:rsid w:val="00B0379C"/>
    <w:rsid w:val="00B03826"/>
    <w:rsid w:val="00B0385F"/>
    <w:rsid w:val="00B03B1C"/>
    <w:rsid w:val="00B03C05"/>
    <w:rsid w:val="00B03C49"/>
    <w:rsid w:val="00B03CC8"/>
    <w:rsid w:val="00B03F1F"/>
    <w:rsid w:val="00B04406"/>
    <w:rsid w:val="00B04797"/>
    <w:rsid w:val="00B04B1E"/>
    <w:rsid w:val="00B04CDB"/>
    <w:rsid w:val="00B05BF9"/>
    <w:rsid w:val="00B05E41"/>
    <w:rsid w:val="00B05FDA"/>
    <w:rsid w:val="00B0620E"/>
    <w:rsid w:val="00B06446"/>
    <w:rsid w:val="00B065EB"/>
    <w:rsid w:val="00B06BA2"/>
    <w:rsid w:val="00B06DB2"/>
    <w:rsid w:val="00B06F05"/>
    <w:rsid w:val="00B07097"/>
    <w:rsid w:val="00B073A8"/>
    <w:rsid w:val="00B102C7"/>
    <w:rsid w:val="00B10494"/>
    <w:rsid w:val="00B105BE"/>
    <w:rsid w:val="00B10FC1"/>
    <w:rsid w:val="00B11039"/>
    <w:rsid w:val="00B11253"/>
    <w:rsid w:val="00B11802"/>
    <w:rsid w:val="00B1204A"/>
    <w:rsid w:val="00B120BC"/>
    <w:rsid w:val="00B120C0"/>
    <w:rsid w:val="00B13037"/>
    <w:rsid w:val="00B1341B"/>
    <w:rsid w:val="00B1354B"/>
    <w:rsid w:val="00B13834"/>
    <w:rsid w:val="00B13ABE"/>
    <w:rsid w:val="00B13B97"/>
    <w:rsid w:val="00B1402B"/>
    <w:rsid w:val="00B14098"/>
    <w:rsid w:val="00B14684"/>
    <w:rsid w:val="00B146FB"/>
    <w:rsid w:val="00B1558E"/>
    <w:rsid w:val="00B15C58"/>
    <w:rsid w:val="00B15E9B"/>
    <w:rsid w:val="00B15F85"/>
    <w:rsid w:val="00B163AF"/>
    <w:rsid w:val="00B164F8"/>
    <w:rsid w:val="00B1652B"/>
    <w:rsid w:val="00B16767"/>
    <w:rsid w:val="00B16A4A"/>
    <w:rsid w:val="00B16B75"/>
    <w:rsid w:val="00B16D33"/>
    <w:rsid w:val="00B16D61"/>
    <w:rsid w:val="00B16E62"/>
    <w:rsid w:val="00B16F1B"/>
    <w:rsid w:val="00B17447"/>
    <w:rsid w:val="00B17563"/>
    <w:rsid w:val="00B1767C"/>
    <w:rsid w:val="00B17689"/>
    <w:rsid w:val="00B1774F"/>
    <w:rsid w:val="00B17EC5"/>
    <w:rsid w:val="00B17FB0"/>
    <w:rsid w:val="00B201B8"/>
    <w:rsid w:val="00B20D4D"/>
    <w:rsid w:val="00B20ECF"/>
    <w:rsid w:val="00B20F6A"/>
    <w:rsid w:val="00B2110C"/>
    <w:rsid w:val="00B21266"/>
    <w:rsid w:val="00B21549"/>
    <w:rsid w:val="00B2167D"/>
    <w:rsid w:val="00B21B9C"/>
    <w:rsid w:val="00B21F20"/>
    <w:rsid w:val="00B21F40"/>
    <w:rsid w:val="00B21F6D"/>
    <w:rsid w:val="00B21F70"/>
    <w:rsid w:val="00B22336"/>
    <w:rsid w:val="00B2243F"/>
    <w:rsid w:val="00B226FE"/>
    <w:rsid w:val="00B22D58"/>
    <w:rsid w:val="00B23291"/>
    <w:rsid w:val="00B2342A"/>
    <w:rsid w:val="00B2359E"/>
    <w:rsid w:val="00B2364F"/>
    <w:rsid w:val="00B23740"/>
    <w:rsid w:val="00B24215"/>
    <w:rsid w:val="00B24542"/>
    <w:rsid w:val="00B245A9"/>
    <w:rsid w:val="00B24848"/>
    <w:rsid w:val="00B250D0"/>
    <w:rsid w:val="00B25303"/>
    <w:rsid w:val="00B254BF"/>
    <w:rsid w:val="00B25887"/>
    <w:rsid w:val="00B25CD1"/>
    <w:rsid w:val="00B261D8"/>
    <w:rsid w:val="00B26331"/>
    <w:rsid w:val="00B2633B"/>
    <w:rsid w:val="00B2650A"/>
    <w:rsid w:val="00B26AAB"/>
    <w:rsid w:val="00B26C9F"/>
    <w:rsid w:val="00B2763A"/>
    <w:rsid w:val="00B27C12"/>
    <w:rsid w:val="00B301AB"/>
    <w:rsid w:val="00B30720"/>
    <w:rsid w:val="00B31273"/>
    <w:rsid w:val="00B31304"/>
    <w:rsid w:val="00B314D6"/>
    <w:rsid w:val="00B31606"/>
    <w:rsid w:val="00B31631"/>
    <w:rsid w:val="00B316C9"/>
    <w:rsid w:val="00B31DF3"/>
    <w:rsid w:val="00B31E14"/>
    <w:rsid w:val="00B31EB8"/>
    <w:rsid w:val="00B31F56"/>
    <w:rsid w:val="00B3237A"/>
    <w:rsid w:val="00B32546"/>
    <w:rsid w:val="00B32610"/>
    <w:rsid w:val="00B32C9B"/>
    <w:rsid w:val="00B32CF6"/>
    <w:rsid w:val="00B32E14"/>
    <w:rsid w:val="00B32FC7"/>
    <w:rsid w:val="00B33053"/>
    <w:rsid w:val="00B33335"/>
    <w:rsid w:val="00B333D9"/>
    <w:rsid w:val="00B338D2"/>
    <w:rsid w:val="00B3396F"/>
    <w:rsid w:val="00B33D4B"/>
    <w:rsid w:val="00B34452"/>
    <w:rsid w:val="00B34709"/>
    <w:rsid w:val="00B34AAB"/>
    <w:rsid w:val="00B34AAF"/>
    <w:rsid w:val="00B34E35"/>
    <w:rsid w:val="00B34FD4"/>
    <w:rsid w:val="00B3576F"/>
    <w:rsid w:val="00B357BF"/>
    <w:rsid w:val="00B35863"/>
    <w:rsid w:val="00B36166"/>
    <w:rsid w:val="00B361E6"/>
    <w:rsid w:val="00B3666C"/>
    <w:rsid w:val="00B366D0"/>
    <w:rsid w:val="00B36758"/>
    <w:rsid w:val="00B3693F"/>
    <w:rsid w:val="00B3699D"/>
    <w:rsid w:val="00B36D2F"/>
    <w:rsid w:val="00B370BC"/>
    <w:rsid w:val="00B370FA"/>
    <w:rsid w:val="00B37910"/>
    <w:rsid w:val="00B3796D"/>
    <w:rsid w:val="00B37B70"/>
    <w:rsid w:val="00B37EEB"/>
    <w:rsid w:val="00B400D6"/>
    <w:rsid w:val="00B40CDD"/>
    <w:rsid w:val="00B40E6B"/>
    <w:rsid w:val="00B40F77"/>
    <w:rsid w:val="00B411F4"/>
    <w:rsid w:val="00B41376"/>
    <w:rsid w:val="00B413C1"/>
    <w:rsid w:val="00B414A4"/>
    <w:rsid w:val="00B414DD"/>
    <w:rsid w:val="00B41680"/>
    <w:rsid w:val="00B41BAF"/>
    <w:rsid w:val="00B41E5D"/>
    <w:rsid w:val="00B421B3"/>
    <w:rsid w:val="00B4224D"/>
    <w:rsid w:val="00B42444"/>
    <w:rsid w:val="00B42D7C"/>
    <w:rsid w:val="00B43134"/>
    <w:rsid w:val="00B433D1"/>
    <w:rsid w:val="00B43AAC"/>
    <w:rsid w:val="00B43D70"/>
    <w:rsid w:val="00B43FA1"/>
    <w:rsid w:val="00B44010"/>
    <w:rsid w:val="00B4407A"/>
    <w:rsid w:val="00B44126"/>
    <w:rsid w:val="00B4419C"/>
    <w:rsid w:val="00B4444D"/>
    <w:rsid w:val="00B4452F"/>
    <w:rsid w:val="00B44C91"/>
    <w:rsid w:val="00B44D34"/>
    <w:rsid w:val="00B44D4B"/>
    <w:rsid w:val="00B44F3E"/>
    <w:rsid w:val="00B44F91"/>
    <w:rsid w:val="00B456F0"/>
    <w:rsid w:val="00B45B6E"/>
    <w:rsid w:val="00B45CE8"/>
    <w:rsid w:val="00B45DCB"/>
    <w:rsid w:val="00B45E35"/>
    <w:rsid w:val="00B45F4C"/>
    <w:rsid w:val="00B45F71"/>
    <w:rsid w:val="00B46129"/>
    <w:rsid w:val="00B46163"/>
    <w:rsid w:val="00B463EC"/>
    <w:rsid w:val="00B46562"/>
    <w:rsid w:val="00B4658B"/>
    <w:rsid w:val="00B46BB4"/>
    <w:rsid w:val="00B47AB0"/>
    <w:rsid w:val="00B47C37"/>
    <w:rsid w:val="00B47D07"/>
    <w:rsid w:val="00B47DF2"/>
    <w:rsid w:val="00B47F39"/>
    <w:rsid w:val="00B500A3"/>
    <w:rsid w:val="00B501D6"/>
    <w:rsid w:val="00B502D5"/>
    <w:rsid w:val="00B50561"/>
    <w:rsid w:val="00B506B4"/>
    <w:rsid w:val="00B50F3C"/>
    <w:rsid w:val="00B51045"/>
    <w:rsid w:val="00B518A4"/>
    <w:rsid w:val="00B519C5"/>
    <w:rsid w:val="00B519D9"/>
    <w:rsid w:val="00B51B7F"/>
    <w:rsid w:val="00B51EC3"/>
    <w:rsid w:val="00B523A7"/>
    <w:rsid w:val="00B52436"/>
    <w:rsid w:val="00B52594"/>
    <w:rsid w:val="00B525EC"/>
    <w:rsid w:val="00B52631"/>
    <w:rsid w:val="00B5265C"/>
    <w:rsid w:val="00B52720"/>
    <w:rsid w:val="00B529D3"/>
    <w:rsid w:val="00B52C07"/>
    <w:rsid w:val="00B53028"/>
    <w:rsid w:val="00B53383"/>
    <w:rsid w:val="00B53C36"/>
    <w:rsid w:val="00B5430C"/>
    <w:rsid w:val="00B54435"/>
    <w:rsid w:val="00B544B9"/>
    <w:rsid w:val="00B544C2"/>
    <w:rsid w:val="00B5490A"/>
    <w:rsid w:val="00B54B72"/>
    <w:rsid w:val="00B54E48"/>
    <w:rsid w:val="00B54E5C"/>
    <w:rsid w:val="00B55777"/>
    <w:rsid w:val="00B55EC6"/>
    <w:rsid w:val="00B55F19"/>
    <w:rsid w:val="00B561E4"/>
    <w:rsid w:val="00B563F1"/>
    <w:rsid w:val="00B568EF"/>
    <w:rsid w:val="00B56C77"/>
    <w:rsid w:val="00B570A9"/>
    <w:rsid w:val="00B570B9"/>
    <w:rsid w:val="00B573A9"/>
    <w:rsid w:val="00B57559"/>
    <w:rsid w:val="00B578AA"/>
    <w:rsid w:val="00B57959"/>
    <w:rsid w:val="00B57D0A"/>
    <w:rsid w:val="00B6040A"/>
    <w:rsid w:val="00B60A90"/>
    <w:rsid w:val="00B60D9A"/>
    <w:rsid w:val="00B60F9C"/>
    <w:rsid w:val="00B61060"/>
    <w:rsid w:val="00B61091"/>
    <w:rsid w:val="00B61208"/>
    <w:rsid w:val="00B61219"/>
    <w:rsid w:val="00B6124D"/>
    <w:rsid w:val="00B619DC"/>
    <w:rsid w:val="00B61F54"/>
    <w:rsid w:val="00B62781"/>
    <w:rsid w:val="00B62C0B"/>
    <w:rsid w:val="00B62C13"/>
    <w:rsid w:val="00B62F4A"/>
    <w:rsid w:val="00B63381"/>
    <w:rsid w:val="00B63B55"/>
    <w:rsid w:val="00B63B86"/>
    <w:rsid w:val="00B6446C"/>
    <w:rsid w:val="00B64641"/>
    <w:rsid w:val="00B64B04"/>
    <w:rsid w:val="00B64B25"/>
    <w:rsid w:val="00B64B98"/>
    <w:rsid w:val="00B64DD6"/>
    <w:rsid w:val="00B65403"/>
    <w:rsid w:val="00B655A6"/>
    <w:rsid w:val="00B65A56"/>
    <w:rsid w:val="00B65B96"/>
    <w:rsid w:val="00B65E9D"/>
    <w:rsid w:val="00B6660C"/>
    <w:rsid w:val="00B66F12"/>
    <w:rsid w:val="00B66F86"/>
    <w:rsid w:val="00B67079"/>
    <w:rsid w:val="00B6744C"/>
    <w:rsid w:val="00B6779D"/>
    <w:rsid w:val="00B67875"/>
    <w:rsid w:val="00B7034B"/>
    <w:rsid w:val="00B7059C"/>
    <w:rsid w:val="00B70C0B"/>
    <w:rsid w:val="00B7100D"/>
    <w:rsid w:val="00B7107D"/>
    <w:rsid w:val="00B71631"/>
    <w:rsid w:val="00B71C86"/>
    <w:rsid w:val="00B71CE9"/>
    <w:rsid w:val="00B71DCF"/>
    <w:rsid w:val="00B71DE3"/>
    <w:rsid w:val="00B7216C"/>
    <w:rsid w:val="00B72278"/>
    <w:rsid w:val="00B726C5"/>
    <w:rsid w:val="00B72A3A"/>
    <w:rsid w:val="00B72C99"/>
    <w:rsid w:val="00B7328C"/>
    <w:rsid w:val="00B73385"/>
    <w:rsid w:val="00B738B0"/>
    <w:rsid w:val="00B739D8"/>
    <w:rsid w:val="00B7457E"/>
    <w:rsid w:val="00B74773"/>
    <w:rsid w:val="00B7480A"/>
    <w:rsid w:val="00B749FA"/>
    <w:rsid w:val="00B74F3D"/>
    <w:rsid w:val="00B75262"/>
    <w:rsid w:val="00B75578"/>
    <w:rsid w:val="00B75616"/>
    <w:rsid w:val="00B75760"/>
    <w:rsid w:val="00B759BA"/>
    <w:rsid w:val="00B759E4"/>
    <w:rsid w:val="00B75B6E"/>
    <w:rsid w:val="00B75C45"/>
    <w:rsid w:val="00B760C0"/>
    <w:rsid w:val="00B765D6"/>
    <w:rsid w:val="00B768FC"/>
    <w:rsid w:val="00B76C9E"/>
    <w:rsid w:val="00B76F6F"/>
    <w:rsid w:val="00B7745C"/>
    <w:rsid w:val="00B77517"/>
    <w:rsid w:val="00B80158"/>
    <w:rsid w:val="00B80D1D"/>
    <w:rsid w:val="00B81597"/>
    <w:rsid w:val="00B819FE"/>
    <w:rsid w:val="00B81A8B"/>
    <w:rsid w:val="00B81D21"/>
    <w:rsid w:val="00B82159"/>
    <w:rsid w:val="00B82160"/>
    <w:rsid w:val="00B82768"/>
    <w:rsid w:val="00B82AF9"/>
    <w:rsid w:val="00B82B50"/>
    <w:rsid w:val="00B82C67"/>
    <w:rsid w:val="00B82C7D"/>
    <w:rsid w:val="00B82D35"/>
    <w:rsid w:val="00B82F44"/>
    <w:rsid w:val="00B83091"/>
    <w:rsid w:val="00B839ED"/>
    <w:rsid w:val="00B83A18"/>
    <w:rsid w:val="00B83CE4"/>
    <w:rsid w:val="00B83D08"/>
    <w:rsid w:val="00B843E5"/>
    <w:rsid w:val="00B849D0"/>
    <w:rsid w:val="00B84C24"/>
    <w:rsid w:val="00B84D7A"/>
    <w:rsid w:val="00B84DD3"/>
    <w:rsid w:val="00B84E4B"/>
    <w:rsid w:val="00B85007"/>
    <w:rsid w:val="00B858C4"/>
    <w:rsid w:val="00B859E4"/>
    <w:rsid w:val="00B85B01"/>
    <w:rsid w:val="00B86063"/>
    <w:rsid w:val="00B86670"/>
    <w:rsid w:val="00B86B9C"/>
    <w:rsid w:val="00B86C35"/>
    <w:rsid w:val="00B87026"/>
    <w:rsid w:val="00B872DD"/>
    <w:rsid w:val="00B874A0"/>
    <w:rsid w:val="00B875D6"/>
    <w:rsid w:val="00B878B5"/>
    <w:rsid w:val="00B87F16"/>
    <w:rsid w:val="00B906CD"/>
    <w:rsid w:val="00B90AFC"/>
    <w:rsid w:val="00B91C0E"/>
    <w:rsid w:val="00B91CC4"/>
    <w:rsid w:val="00B91F09"/>
    <w:rsid w:val="00B91FC1"/>
    <w:rsid w:val="00B920E0"/>
    <w:rsid w:val="00B923C4"/>
    <w:rsid w:val="00B92505"/>
    <w:rsid w:val="00B92696"/>
    <w:rsid w:val="00B92877"/>
    <w:rsid w:val="00B92B55"/>
    <w:rsid w:val="00B92DC6"/>
    <w:rsid w:val="00B931F6"/>
    <w:rsid w:val="00B93312"/>
    <w:rsid w:val="00B937ED"/>
    <w:rsid w:val="00B93DDC"/>
    <w:rsid w:val="00B941DD"/>
    <w:rsid w:val="00B94411"/>
    <w:rsid w:val="00B94824"/>
    <w:rsid w:val="00B948CB"/>
    <w:rsid w:val="00B949C9"/>
    <w:rsid w:val="00B9553E"/>
    <w:rsid w:val="00B95A79"/>
    <w:rsid w:val="00B95C6D"/>
    <w:rsid w:val="00B95DA0"/>
    <w:rsid w:val="00B95FA6"/>
    <w:rsid w:val="00B960B3"/>
    <w:rsid w:val="00B9658D"/>
    <w:rsid w:val="00B96D3B"/>
    <w:rsid w:val="00B96D69"/>
    <w:rsid w:val="00B96EDD"/>
    <w:rsid w:val="00B9716E"/>
    <w:rsid w:val="00B978CA"/>
    <w:rsid w:val="00B978EF"/>
    <w:rsid w:val="00B97F6C"/>
    <w:rsid w:val="00BA0323"/>
    <w:rsid w:val="00BA036C"/>
    <w:rsid w:val="00BA0564"/>
    <w:rsid w:val="00BA130C"/>
    <w:rsid w:val="00BA1385"/>
    <w:rsid w:val="00BA145E"/>
    <w:rsid w:val="00BA14E2"/>
    <w:rsid w:val="00BA15E0"/>
    <w:rsid w:val="00BA175B"/>
    <w:rsid w:val="00BA183C"/>
    <w:rsid w:val="00BA1C9F"/>
    <w:rsid w:val="00BA233D"/>
    <w:rsid w:val="00BA2610"/>
    <w:rsid w:val="00BA29F2"/>
    <w:rsid w:val="00BA2FD1"/>
    <w:rsid w:val="00BA31C9"/>
    <w:rsid w:val="00BA39C3"/>
    <w:rsid w:val="00BA3CAF"/>
    <w:rsid w:val="00BA43AD"/>
    <w:rsid w:val="00BA44E7"/>
    <w:rsid w:val="00BA461D"/>
    <w:rsid w:val="00BA46D8"/>
    <w:rsid w:val="00BA4A67"/>
    <w:rsid w:val="00BA4CFA"/>
    <w:rsid w:val="00BA5075"/>
    <w:rsid w:val="00BA5170"/>
    <w:rsid w:val="00BA5243"/>
    <w:rsid w:val="00BA54CF"/>
    <w:rsid w:val="00BA580C"/>
    <w:rsid w:val="00BA58AE"/>
    <w:rsid w:val="00BA5A9B"/>
    <w:rsid w:val="00BA6340"/>
    <w:rsid w:val="00BA6351"/>
    <w:rsid w:val="00BA63CD"/>
    <w:rsid w:val="00BA6DD8"/>
    <w:rsid w:val="00BA7145"/>
    <w:rsid w:val="00BA7A2F"/>
    <w:rsid w:val="00BA7A92"/>
    <w:rsid w:val="00BA7E75"/>
    <w:rsid w:val="00BB01E5"/>
    <w:rsid w:val="00BB0336"/>
    <w:rsid w:val="00BB0BE6"/>
    <w:rsid w:val="00BB0C4F"/>
    <w:rsid w:val="00BB0DA0"/>
    <w:rsid w:val="00BB153E"/>
    <w:rsid w:val="00BB1629"/>
    <w:rsid w:val="00BB178D"/>
    <w:rsid w:val="00BB188E"/>
    <w:rsid w:val="00BB18A8"/>
    <w:rsid w:val="00BB1CA0"/>
    <w:rsid w:val="00BB2348"/>
    <w:rsid w:val="00BB238A"/>
    <w:rsid w:val="00BB2506"/>
    <w:rsid w:val="00BB2827"/>
    <w:rsid w:val="00BB30DF"/>
    <w:rsid w:val="00BB30FB"/>
    <w:rsid w:val="00BB3198"/>
    <w:rsid w:val="00BB31D2"/>
    <w:rsid w:val="00BB3593"/>
    <w:rsid w:val="00BB3B24"/>
    <w:rsid w:val="00BB3B41"/>
    <w:rsid w:val="00BB3F24"/>
    <w:rsid w:val="00BB432B"/>
    <w:rsid w:val="00BB47DF"/>
    <w:rsid w:val="00BB486C"/>
    <w:rsid w:val="00BB4A14"/>
    <w:rsid w:val="00BB4AFA"/>
    <w:rsid w:val="00BB54DB"/>
    <w:rsid w:val="00BB56DF"/>
    <w:rsid w:val="00BB5849"/>
    <w:rsid w:val="00BB58FF"/>
    <w:rsid w:val="00BB5A3D"/>
    <w:rsid w:val="00BB5BA7"/>
    <w:rsid w:val="00BB616B"/>
    <w:rsid w:val="00BB6575"/>
    <w:rsid w:val="00BB6C50"/>
    <w:rsid w:val="00BB70C4"/>
    <w:rsid w:val="00BB7498"/>
    <w:rsid w:val="00BB7DB9"/>
    <w:rsid w:val="00BB7F74"/>
    <w:rsid w:val="00BC0068"/>
    <w:rsid w:val="00BC01F6"/>
    <w:rsid w:val="00BC0289"/>
    <w:rsid w:val="00BC03AD"/>
    <w:rsid w:val="00BC041E"/>
    <w:rsid w:val="00BC0F9A"/>
    <w:rsid w:val="00BC1C86"/>
    <w:rsid w:val="00BC20D2"/>
    <w:rsid w:val="00BC2D99"/>
    <w:rsid w:val="00BC2DB1"/>
    <w:rsid w:val="00BC2E5D"/>
    <w:rsid w:val="00BC3183"/>
    <w:rsid w:val="00BC3574"/>
    <w:rsid w:val="00BC3C08"/>
    <w:rsid w:val="00BC3F7C"/>
    <w:rsid w:val="00BC40A6"/>
    <w:rsid w:val="00BC449C"/>
    <w:rsid w:val="00BC471D"/>
    <w:rsid w:val="00BC4EAE"/>
    <w:rsid w:val="00BC4F9F"/>
    <w:rsid w:val="00BC5272"/>
    <w:rsid w:val="00BC53EF"/>
    <w:rsid w:val="00BC54EF"/>
    <w:rsid w:val="00BC5818"/>
    <w:rsid w:val="00BC5844"/>
    <w:rsid w:val="00BC5990"/>
    <w:rsid w:val="00BC5D6A"/>
    <w:rsid w:val="00BC617E"/>
    <w:rsid w:val="00BC66D3"/>
    <w:rsid w:val="00BC692D"/>
    <w:rsid w:val="00BC6C42"/>
    <w:rsid w:val="00BC7418"/>
    <w:rsid w:val="00BC76D6"/>
    <w:rsid w:val="00BC7762"/>
    <w:rsid w:val="00BC7774"/>
    <w:rsid w:val="00BC7A07"/>
    <w:rsid w:val="00BC7A32"/>
    <w:rsid w:val="00BC7A71"/>
    <w:rsid w:val="00BD016A"/>
    <w:rsid w:val="00BD05E9"/>
    <w:rsid w:val="00BD0CB4"/>
    <w:rsid w:val="00BD1071"/>
    <w:rsid w:val="00BD110A"/>
    <w:rsid w:val="00BD123E"/>
    <w:rsid w:val="00BD18BD"/>
    <w:rsid w:val="00BD1972"/>
    <w:rsid w:val="00BD1AA6"/>
    <w:rsid w:val="00BD2825"/>
    <w:rsid w:val="00BD2827"/>
    <w:rsid w:val="00BD28D4"/>
    <w:rsid w:val="00BD28F8"/>
    <w:rsid w:val="00BD2AC2"/>
    <w:rsid w:val="00BD2B33"/>
    <w:rsid w:val="00BD2C1A"/>
    <w:rsid w:val="00BD2C75"/>
    <w:rsid w:val="00BD2D18"/>
    <w:rsid w:val="00BD2DC3"/>
    <w:rsid w:val="00BD2E0B"/>
    <w:rsid w:val="00BD3B55"/>
    <w:rsid w:val="00BD3C0B"/>
    <w:rsid w:val="00BD3D96"/>
    <w:rsid w:val="00BD3DAD"/>
    <w:rsid w:val="00BD4256"/>
    <w:rsid w:val="00BD45FB"/>
    <w:rsid w:val="00BD483C"/>
    <w:rsid w:val="00BD4CAF"/>
    <w:rsid w:val="00BD5278"/>
    <w:rsid w:val="00BD55E1"/>
    <w:rsid w:val="00BD566A"/>
    <w:rsid w:val="00BD5675"/>
    <w:rsid w:val="00BD58BB"/>
    <w:rsid w:val="00BD5E11"/>
    <w:rsid w:val="00BD6521"/>
    <w:rsid w:val="00BD667B"/>
    <w:rsid w:val="00BD6BE0"/>
    <w:rsid w:val="00BD7547"/>
    <w:rsid w:val="00BD76C8"/>
    <w:rsid w:val="00BD7B5B"/>
    <w:rsid w:val="00BD7D3A"/>
    <w:rsid w:val="00BE0184"/>
    <w:rsid w:val="00BE051E"/>
    <w:rsid w:val="00BE06E4"/>
    <w:rsid w:val="00BE0705"/>
    <w:rsid w:val="00BE12C8"/>
    <w:rsid w:val="00BE13C7"/>
    <w:rsid w:val="00BE1541"/>
    <w:rsid w:val="00BE1544"/>
    <w:rsid w:val="00BE17BC"/>
    <w:rsid w:val="00BE1EFD"/>
    <w:rsid w:val="00BE221F"/>
    <w:rsid w:val="00BE2649"/>
    <w:rsid w:val="00BE2BDE"/>
    <w:rsid w:val="00BE302B"/>
    <w:rsid w:val="00BE3D08"/>
    <w:rsid w:val="00BE3E83"/>
    <w:rsid w:val="00BE3EAE"/>
    <w:rsid w:val="00BE4109"/>
    <w:rsid w:val="00BE41C5"/>
    <w:rsid w:val="00BE4434"/>
    <w:rsid w:val="00BE4547"/>
    <w:rsid w:val="00BE4768"/>
    <w:rsid w:val="00BE4797"/>
    <w:rsid w:val="00BE48C4"/>
    <w:rsid w:val="00BE505B"/>
    <w:rsid w:val="00BE5D04"/>
    <w:rsid w:val="00BE5F12"/>
    <w:rsid w:val="00BE605F"/>
    <w:rsid w:val="00BE6171"/>
    <w:rsid w:val="00BE64E8"/>
    <w:rsid w:val="00BE6628"/>
    <w:rsid w:val="00BE6DC3"/>
    <w:rsid w:val="00BE6F02"/>
    <w:rsid w:val="00BE70D0"/>
    <w:rsid w:val="00BE7645"/>
    <w:rsid w:val="00BE7D31"/>
    <w:rsid w:val="00BE7EB3"/>
    <w:rsid w:val="00BE7F6B"/>
    <w:rsid w:val="00BF066E"/>
    <w:rsid w:val="00BF08AC"/>
    <w:rsid w:val="00BF0A9B"/>
    <w:rsid w:val="00BF0C05"/>
    <w:rsid w:val="00BF0CD4"/>
    <w:rsid w:val="00BF0CD5"/>
    <w:rsid w:val="00BF0E12"/>
    <w:rsid w:val="00BF121C"/>
    <w:rsid w:val="00BF14B2"/>
    <w:rsid w:val="00BF1780"/>
    <w:rsid w:val="00BF17EA"/>
    <w:rsid w:val="00BF196B"/>
    <w:rsid w:val="00BF19FA"/>
    <w:rsid w:val="00BF1BA9"/>
    <w:rsid w:val="00BF2227"/>
    <w:rsid w:val="00BF22DC"/>
    <w:rsid w:val="00BF23D3"/>
    <w:rsid w:val="00BF2501"/>
    <w:rsid w:val="00BF2549"/>
    <w:rsid w:val="00BF2D8C"/>
    <w:rsid w:val="00BF2F91"/>
    <w:rsid w:val="00BF3295"/>
    <w:rsid w:val="00BF33A2"/>
    <w:rsid w:val="00BF35F1"/>
    <w:rsid w:val="00BF3B85"/>
    <w:rsid w:val="00BF3C19"/>
    <w:rsid w:val="00BF3FDA"/>
    <w:rsid w:val="00BF45C9"/>
    <w:rsid w:val="00BF5533"/>
    <w:rsid w:val="00BF5554"/>
    <w:rsid w:val="00BF5A4E"/>
    <w:rsid w:val="00BF5C04"/>
    <w:rsid w:val="00BF6626"/>
    <w:rsid w:val="00BF675F"/>
    <w:rsid w:val="00BF696C"/>
    <w:rsid w:val="00BF6CB4"/>
    <w:rsid w:val="00BF6D37"/>
    <w:rsid w:val="00BF70B7"/>
    <w:rsid w:val="00BF7784"/>
    <w:rsid w:val="00BF78BE"/>
    <w:rsid w:val="00BF7BA2"/>
    <w:rsid w:val="00BF7BFD"/>
    <w:rsid w:val="00BF7D98"/>
    <w:rsid w:val="00BF7EC6"/>
    <w:rsid w:val="00BF7F55"/>
    <w:rsid w:val="00BF7F85"/>
    <w:rsid w:val="00C00022"/>
    <w:rsid w:val="00C00242"/>
    <w:rsid w:val="00C006DC"/>
    <w:rsid w:val="00C010D5"/>
    <w:rsid w:val="00C01314"/>
    <w:rsid w:val="00C014A4"/>
    <w:rsid w:val="00C01921"/>
    <w:rsid w:val="00C01A4F"/>
    <w:rsid w:val="00C01B45"/>
    <w:rsid w:val="00C0223A"/>
    <w:rsid w:val="00C0289A"/>
    <w:rsid w:val="00C02AB7"/>
    <w:rsid w:val="00C02AEC"/>
    <w:rsid w:val="00C02E24"/>
    <w:rsid w:val="00C030BC"/>
    <w:rsid w:val="00C03120"/>
    <w:rsid w:val="00C03B4F"/>
    <w:rsid w:val="00C03CB5"/>
    <w:rsid w:val="00C042E2"/>
    <w:rsid w:val="00C04C04"/>
    <w:rsid w:val="00C04C7E"/>
    <w:rsid w:val="00C04D11"/>
    <w:rsid w:val="00C04E60"/>
    <w:rsid w:val="00C05377"/>
    <w:rsid w:val="00C0566D"/>
    <w:rsid w:val="00C05792"/>
    <w:rsid w:val="00C05AF4"/>
    <w:rsid w:val="00C05CFB"/>
    <w:rsid w:val="00C05F38"/>
    <w:rsid w:val="00C06037"/>
    <w:rsid w:val="00C060FF"/>
    <w:rsid w:val="00C06123"/>
    <w:rsid w:val="00C061ED"/>
    <w:rsid w:val="00C06350"/>
    <w:rsid w:val="00C0662C"/>
    <w:rsid w:val="00C06898"/>
    <w:rsid w:val="00C06908"/>
    <w:rsid w:val="00C06A76"/>
    <w:rsid w:val="00C071FF"/>
    <w:rsid w:val="00C0722B"/>
    <w:rsid w:val="00C07326"/>
    <w:rsid w:val="00C075C2"/>
    <w:rsid w:val="00C07A54"/>
    <w:rsid w:val="00C07C38"/>
    <w:rsid w:val="00C07FA8"/>
    <w:rsid w:val="00C10647"/>
    <w:rsid w:val="00C108BD"/>
    <w:rsid w:val="00C10E1A"/>
    <w:rsid w:val="00C1174B"/>
    <w:rsid w:val="00C11925"/>
    <w:rsid w:val="00C119B4"/>
    <w:rsid w:val="00C11BA5"/>
    <w:rsid w:val="00C11C97"/>
    <w:rsid w:val="00C11F31"/>
    <w:rsid w:val="00C12544"/>
    <w:rsid w:val="00C12616"/>
    <w:rsid w:val="00C127E1"/>
    <w:rsid w:val="00C12ACD"/>
    <w:rsid w:val="00C12B64"/>
    <w:rsid w:val="00C13145"/>
    <w:rsid w:val="00C1332A"/>
    <w:rsid w:val="00C137CC"/>
    <w:rsid w:val="00C137ED"/>
    <w:rsid w:val="00C13823"/>
    <w:rsid w:val="00C1417B"/>
    <w:rsid w:val="00C14319"/>
    <w:rsid w:val="00C14400"/>
    <w:rsid w:val="00C145E6"/>
    <w:rsid w:val="00C1492F"/>
    <w:rsid w:val="00C14F62"/>
    <w:rsid w:val="00C15119"/>
    <w:rsid w:val="00C15734"/>
    <w:rsid w:val="00C159C2"/>
    <w:rsid w:val="00C15AD5"/>
    <w:rsid w:val="00C15AED"/>
    <w:rsid w:val="00C15C3A"/>
    <w:rsid w:val="00C15EEB"/>
    <w:rsid w:val="00C15FCB"/>
    <w:rsid w:val="00C1602D"/>
    <w:rsid w:val="00C1643D"/>
    <w:rsid w:val="00C16726"/>
    <w:rsid w:val="00C16AAF"/>
    <w:rsid w:val="00C16CE0"/>
    <w:rsid w:val="00C17091"/>
    <w:rsid w:val="00C17F6B"/>
    <w:rsid w:val="00C2008A"/>
    <w:rsid w:val="00C2059F"/>
    <w:rsid w:val="00C205C2"/>
    <w:rsid w:val="00C206BC"/>
    <w:rsid w:val="00C20A5C"/>
    <w:rsid w:val="00C21398"/>
    <w:rsid w:val="00C217C3"/>
    <w:rsid w:val="00C218FF"/>
    <w:rsid w:val="00C21EFB"/>
    <w:rsid w:val="00C21F21"/>
    <w:rsid w:val="00C22365"/>
    <w:rsid w:val="00C225BA"/>
    <w:rsid w:val="00C2286F"/>
    <w:rsid w:val="00C22896"/>
    <w:rsid w:val="00C2289D"/>
    <w:rsid w:val="00C22E59"/>
    <w:rsid w:val="00C230A7"/>
    <w:rsid w:val="00C23315"/>
    <w:rsid w:val="00C23645"/>
    <w:rsid w:val="00C23662"/>
    <w:rsid w:val="00C237C4"/>
    <w:rsid w:val="00C237CB"/>
    <w:rsid w:val="00C23872"/>
    <w:rsid w:val="00C23B83"/>
    <w:rsid w:val="00C23D2B"/>
    <w:rsid w:val="00C23E9E"/>
    <w:rsid w:val="00C240B8"/>
    <w:rsid w:val="00C24445"/>
    <w:rsid w:val="00C248DA"/>
    <w:rsid w:val="00C251A0"/>
    <w:rsid w:val="00C2543C"/>
    <w:rsid w:val="00C2568B"/>
    <w:rsid w:val="00C25779"/>
    <w:rsid w:val="00C25868"/>
    <w:rsid w:val="00C2588F"/>
    <w:rsid w:val="00C25B7B"/>
    <w:rsid w:val="00C25F51"/>
    <w:rsid w:val="00C2646E"/>
    <w:rsid w:val="00C264C7"/>
    <w:rsid w:val="00C267A8"/>
    <w:rsid w:val="00C26E30"/>
    <w:rsid w:val="00C27209"/>
    <w:rsid w:val="00C27AF8"/>
    <w:rsid w:val="00C27B22"/>
    <w:rsid w:val="00C27DE1"/>
    <w:rsid w:val="00C27EE1"/>
    <w:rsid w:val="00C30567"/>
    <w:rsid w:val="00C3070C"/>
    <w:rsid w:val="00C30CB2"/>
    <w:rsid w:val="00C30F99"/>
    <w:rsid w:val="00C31A3B"/>
    <w:rsid w:val="00C31AB5"/>
    <w:rsid w:val="00C31BFD"/>
    <w:rsid w:val="00C31C9E"/>
    <w:rsid w:val="00C31D57"/>
    <w:rsid w:val="00C31E9D"/>
    <w:rsid w:val="00C326DA"/>
    <w:rsid w:val="00C32D27"/>
    <w:rsid w:val="00C32E54"/>
    <w:rsid w:val="00C33336"/>
    <w:rsid w:val="00C33719"/>
    <w:rsid w:val="00C33F69"/>
    <w:rsid w:val="00C3459C"/>
    <w:rsid w:val="00C34AFC"/>
    <w:rsid w:val="00C34CF0"/>
    <w:rsid w:val="00C35188"/>
    <w:rsid w:val="00C35285"/>
    <w:rsid w:val="00C3539D"/>
    <w:rsid w:val="00C354CB"/>
    <w:rsid w:val="00C3591B"/>
    <w:rsid w:val="00C35A50"/>
    <w:rsid w:val="00C35BC8"/>
    <w:rsid w:val="00C35FA1"/>
    <w:rsid w:val="00C362E1"/>
    <w:rsid w:val="00C36E54"/>
    <w:rsid w:val="00C37235"/>
    <w:rsid w:val="00C3727C"/>
    <w:rsid w:val="00C372CD"/>
    <w:rsid w:val="00C377B9"/>
    <w:rsid w:val="00C37850"/>
    <w:rsid w:val="00C378BC"/>
    <w:rsid w:val="00C3796C"/>
    <w:rsid w:val="00C37A6D"/>
    <w:rsid w:val="00C4015D"/>
    <w:rsid w:val="00C408D8"/>
    <w:rsid w:val="00C40F1F"/>
    <w:rsid w:val="00C412CC"/>
    <w:rsid w:val="00C4138D"/>
    <w:rsid w:val="00C4190D"/>
    <w:rsid w:val="00C41BCE"/>
    <w:rsid w:val="00C41F20"/>
    <w:rsid w:val="00C42298"/>
    <w:rsid w:val="00C4261F"/>
    <w:rsid w:val="00C426AF"/>
    <w:rsid w:val="00C4279B"/>
    <w:rsid w:val="00C429CC"/>
    <w:rsid w:val="00C42A9A"/>
    <w:rsid w:val="00C42D69"/>
    <w:rsid w:val="00C42FBC"/>
    <w:rsid w:val="00C4441C"/>
    <w:rsid w:val="00C444E5"/>
    <w:rsid w:val="00C44662"/>
    <w:rsid w:val="00C447DC"/>
    <w:rsid w:val="00C45D36"/>
    <w:rsid w:val="00C45E58"/>
    <w:rsid w:val="00C46119"/>
    <w:rsid w:val="00C466BE"/>
    <w:rsid w:val="00C46B38"/>
    <w:rsid w:val="00C4754E"/>
    <w:rsid w:val="00C47931"/>
    <w:rsid w:val="00C5023F"/>
    <w:rsid w:val="00C5043F"/>
    <w:rsid w:val="00C507BD"/>
    <w:rsid w:val="00C50B14"/>
    <w:rsid w:val="00C5108E"/>
    <w:rsid w:val="00C510B9"/>
    <w:rsid w:val="00C512D9"/>
    <w:rsid w:val="00C51A58"/>
    <w:rsid w:val="00C51A6E"/>
    <w:rsid w:val="00C524FB"/>
    <w:rsid w:val="00C52568"/>
    <w:rsid w:val="00C529BF"/>
    <w:rsid w:val="00C52A96"/>
    <w:rsid w:val="00C533D4"/>
    <w:rsid w:val="00C533F5"/>
    <w:rsid w:val="00C53688"/>
    <w:rsid w:val="00C537FE"/>
    <w:rsid w:val="00C5388E"/>
    <w:rsid w:val="00C538D0"/>
    <w:rsid w:val="00C53B2E"/>
    <w:rsid w:val="00C53B8E"/>
    <w:rsid w:val="00C53EB6"/>
    <w:rsid w:val="00C53FB9"/>
    <w:rsid w:val="00C54383"/>
    <w:rsid w:val="00C545AA"/>
    <w:rsid w:val="00C545BB"/>
    <w:rsid w:val="00C545F2"/>
    <w:rsid w:val="00C54789"/>
    <w:rsid w:val="00C547F8"/>
    <w:rsid w:val="00C55AC1"/>
    <w:rsid w:val="00C55CA1"/>
    <w:rsid w:val="00C55DE7"/>
    <w:rsid w:val="00C55E3A"/>
    <w:rsid w:val="00C56649"/>
    <w:rsid w:val="00C56DF2"/>
    <w:rsid w:val="00C56E1D"/>
    <w:rsid w:val="00C56E3A"/>
    <w:rsid w:val="00C578D9"/>
    <w:rsid w:val="00C57AB6"/>
    <w:rsid w:val="00C57FDC"/>
    <w:rsid w:val="00C60484"/>
    <w:rsid w:val="00C60596"/>
    <w:rsid w:val="00C6088C"/>
    <w:rsid w:val="00C608AF"/>
    <w:rsid w:val="00C6097C"/>
    <w:rsid w:val="00C61F9E"/>
    <w:rsid w:val="00C620BA"/>
    <w:rsid w:val="00C622D4"/>
    <w:rsid w:val="00C626DB"/>
    <w:rsid w:val="00C627F1"/>
    <w:rsid w:val="00C62886"/>
    <w:rsid w:val="00C6312C"/>
    <w:rsid w:val="00C63178"/>
    <w:rsid w:val="00C632C4"/>
    <w:rsid w:val="00C63458"/>
    <w:rsid w:val="00C63571"/>
    <w:rsid w:val="00C63B36"/>
    <w:rsid w:val="00C63C5F"/>
    <w:rsid w:val="00C63D8C"/>
    <w:rsid w:val="00C63EC3"/>
    <w:rsid w:val="00C63FC0"/>
    <w:rsid w:val="00C64079"/>
    <w:rsid w:val="00C64185"/>
    <w:rsid w:val="00C642CC"/>
    <w:rsid w:val="00C64420"/>
    <w:rsid w:val="00C647EE"/>
    <w:rsid w:val="00C6481C"/>
    <w:rsid w:val="00C649F7"/>
    <w:rsid w:val="00C651BD"/>
    <w:rsid w:val="00C65A79"/>
    <w:rsid w:val="00C65B25"/>
    <w:rsid w:val="00C65CC9"/>
    <w:rsid w:val="00C65D84"/>
    <w:rsid w:val="00C6668E"/>
    <w:rsid w:val="00C6679C"/>
    <w:rsid w:val="00C66956"/>
    <w:rsid w:val="00C66995"/>
    <w:rsid w:val="00C66A2B"/>
    <w:rsid w:val="00C66A6B"/>
    <w:rsid w:val="00C66C37"/>
    <w:rsid w:val="00C66E97"/>
    <w:rsid w:val="00C66F27"/>
    <w:rsid w:val="00C66F6C"/>
    <w:rsid w:val="00C6701D"/>
    <w:rsid w:val="00C6726D"/>
    <w:rsid w:val="00C674E7"/>
    <w:rsid w:val="00C675A9"/>
    <w:rsid w:val="00C67891"/>
    <w:rsid w:val="00C67A0D"/>
    <w:rsid w:val="00C67C86"/>
    <w:rsid w:val="00C67C98"/>
    <w:rsid w:val="00C67D4A"/>
    <w:rsid w:val="00C67D81"/>
    <w:rsid w:val="00C67DF2"/>
    <w:rsid w:val="00C70678"/>
    <w:rsid w:val="00C70864"/>
    <w:rsid w:val="00C70BBB"/>
    <w:rsid w:val="00C70BD8"/>
    <w:rsid w:val="00C711C4"/>
    <w:rsid w:val="00C7130A"/>
    <w:rsid w:val="00C71438"/>
    <w:rsid w:val="00C71617"/>
    <w:rsid w:val="00C7192F"/>
    <w:rsid w:val="00C71B1D"/>
    <w:rsid w:val="00C722CE"/>
    <w:rsid w:val="00C72422"/>
    <w:rsid w:val="00C72766"/>
    <w:rsid w:val="00C727E1"/>
    <w:rsid w:val="00C72A64"/>
    <w:rsid w:val="00C72CE2"/>
    <w:rsid w:val="00C72D9C"/>
    <w:rsid w:val="00C733C6"/>
    <w:rsid w:val="00C7394A"/>
    <w:rsid w:val="00C73C61"/>
    <w:rsid w:val="00C7431D"/>
    <w:rsid w:val="00C746BB"/>
    <w:rsid w:val="00C747DE"/>
    <w:rsid w:val="00C74C55"/>
    <w:rsid w:val="00C74EA2"/>
    <w:rsid w:val="00C75119"/>
    <w:rsid w:val="00C75593"/>
    <w:rsid w:val="00C75837"/>
    <w:rsid w:val="00C75A8B"/>
    <w:rsid w:val="00C75C2E"/>
    <w:rsid w:val="00C766BF"/>
    <w:rsid w:val="00C768A5"/>
    <w:rsid w:val="00C76931"/>
    <w:rsid w:val="00C77215"/>
    <w:rsid w:val="00C77254"/>
    <w:rsid w:val="00C772EB"/>
    <w:rsid w:val="00C779AD"/>
    <w:rsid w:val="00C77AF9"/>
    <w:rsid w:val="00C77BFA"/>
    <w:rsid w:val="00C77C63"/>
    <w:rsid w:val="00C804C2"/>
    <w:rsid w:val="00C80C60"/>
    <w:rsid w:val="00C80E97"/>
    <w:rsid w:val="00C81021"/>
    <w:rsid w:val="00C81159"/>
    <w:rsid w:val="00C8137D"/>
    <w:rsid w:val="00C813DA"/>
    <w:rsid w:val="00C81B58"/>
    <w:rsid w:val="00C81CB1"/>
    <w:rsid w:val="00C81F50"/>
    <w:rsid w:val="00C821FD"/>
    <w:rsid w:val="00C82902"/>
    <w:rsid w:val="00C82AB1"/>
    <w:rsid w:val="00C82E9E"/>
    <w:rsid w:val="00C83037"/>
    <w:rsid w:val="00C8304A"/>
    <w:rsid w:val="00C83230"/>
    <w:rsid w:val="00C83718"/>
    <w:rsid w:val="00C8391C"/>
    <w:rsid w:val="00C840F1"/>
    <w:rsid w:val="00C84A11"/>
    <w:rsid w:val="00C84E90"/>
    <w:rsid w:val="00C84ECE"/>
    <w:rsid w:val="00C85348"/>
    <w:rsid w:val="00C85503"/>
    <w:rsid w:val="00C85667"/>
    <w:rsid w:val="00C85CC3"/>
    <w:rsid w:val="00C85CF9"/>
    <w:rsid w:val="00C86588"/>
    <w:rsid w:val="00C8692F"/>
    <w:rsid w:val="00C86C2D"/>
    <w:rsid w:val="00C86D7A"/>
    <w:rsid w:val="00C86F9E"/>
    <w:rsid w:val="00C8711F"/>
    <w:rsid w:val="00C8729F"/>
    <w:rsid w:val="00C87699"/>
    <w:rsid w:val="00C876A2"/>
    <w:rsid w:val="00C8799F"/>
    <w:rsid w:val="00C87C7C"/>
    <w:rsid w:val="00C87CFD"/>
    <w:rsid w:val="00C900AD"/>
    <w:rsid w:val="00C90568"/>
    <w:rsid w:val="00C905D6"/>
    <w:rsid w:val="00C90618"/>
    <w:rsid w:val="00C90623"/>
    <w:rsid w:val="00C90695"/>
    <w:rsid w:val="00C906A8"/>
    <w:rsid w:val="00C90732"/>
    <w:rsid w:val="00C90A1E"/>
    <w:rsid w:val="00C90BB3"/>
    <w:rsid w:val="00C9109F"/>
    <w:rsid w:val="00C913FA"/>
    <w:rsid w:val="00C91450"/>
    <w:rsid w:val="00C9186F"/>
    <w:rsid w:val="00C91C8F"/>
    <w:rsid w:val="00C91F36"/>
    <w:rsid w:val="00C92189"/>
    <w:rsid w:val="00C9286E"/>
    <w:rsid w:val="00C92952"/>
    <w:rsid w:val="00C9299C"/>
    <w:rsid w:val="00C92EB9"/>
    <w:rsid w:val="00C92FCC"/>
    <w:rsid w:val="00C937B2"/>
    <w:rsid w:val="00C938C9"/>
    <w:rsid w:val="00C93A69"/>
    <w:rsid w:val="00C93C2E"/>
    <w:rsid w:val="00C93FA9"/>
    <w:rsid w:val="00C94514"/>
    <w:rsid w:val="00C948D8"/>
    <w:rsid w:val="00C94B64"/>
    <w:rsid w:val="00C94DC8"/>
    <w:rsid w:val="00C94E9D"/>
    <w:rsid w:val="00C95467"/>
    <w:rsid w:val="00C95793"/>
    <w:rsid w:val="00C95EBA"/>
    <w:rsid w:val="00C95FEA"/>
    <w:rsid w:val="00C9617A"/>
    <w:rsid w:val="00C961D2"/>
    <w:rsid w:val="00C96493"/>
    <w:rsid w:val="00C96520"/>
    <w:rsid w:val="00C965B2"/>
    <w:rsid w:val="00C966C8"/>
    <w:rsid w:val="00C96CD9"/>
    <w:rsid w:val="00CA0A6C"/>
    <w:rsid w:val="00CA119D"/>
    <w:rsid w:val="00CA1264"/>
    <w:rsid w:val="00CA1819"/>
    <w:rsid w:val="00CA2105"/>
    <w:rsid w:val="00CA2626"/>
    <w:rsid w:val="00CA280C"/>
    <w:rsid w:val="00CA283C"/>
    <w:rsid w:val="00CA29B5"/>
    <w:rsid w:val="00CA2C75"/>
    <w:rsid w:val="00CA2C8A"/>
    <w:rsid w:val="00CA3162"/>
    <w:rsid w:val="00CA3D13"/>
    <w:rsid w:val="00CA41DF"/>
    <w:rsid w:val="00CA4314"/>
    <w:rsid w:val="00CA44AC"/>
    <w:rsid w:val="00CA451E"/>
    <w:rsid w:val="00CA49AB"/>
    <w:rsid w:val="00CA4C4C"/>
    <w:rsid w:val="00CA4DF0"/>
    <w:rsid w:val="00CA54AA"/>
    <w:rsid w:val="00CA552F"/>
    <w:rsid w:val="00CA56FC"/>
    <w:rsid w:val="00CA5B61"/>
    <w:rsid w:val="00CA5CCA"/>
    <w:rsid w:val="00CA5D9D"/>
    <w:rsid w:val="00CA664D"/>
    <w:rsid w:val="00CA689D"/>
    <w:rsid w:val="00CA6C30"/>
    <w:rsid w:val="00CA6E69"/>
    <w:rsid w:val="00CA6F70"/>
    <w:rsid w:val="00CA704B"/>
    <w:rsid w:val="00CA71C0"/>
    <w:rsid w:val="00CA7387"/>
    <w:rsid w:val="00CA752F"/>
    <w:rsid w:val="00CA79EE"/>
    <w:rsid w:val="00CA7BEA"/>
    <w:rsid w:val="00CB068A"/>
    <w:rsid w:val="00CB0B29"/>
    <w:rsid w:val="00CB0E6E"/>
    <w:rsid w:val="00CB0E8C"/>
    <w:rsid w:val="00CB1046"/>
    <w:rsid w:val="00CB1306"/>
    <w:rsid w:val="00CB138C"/>
    <w:rsid w:val="00CB17D9"/>
    <w:rsid w:val="00CB2288"/>
    <w:rsid w:val="00CB228D"/>
    <w:rsid w:val="00CB2964"/>
    <w:rsid w:val="00CB2999"/>
    <w:rsid w:val="00CB2E51"/>
    <w:rsid w:val="00CB3328"/>
    <w:rsid w:val="00CB363F"/>
    <w:rsid w:val="00CB367C"/>
    <w:rsid w:val="00CB3B14"/>
    <w:rsid w:val="00CB3B53"/>
    <w:rsid w:val="00CB3C89"/>
    <w:rsid w:val="00CB3CFC"/>
    <w:rsid w:val="00CB4589"/>
    <w:rsid w:val="00CB48B5"/>
    <w:rsid w:val="00CB4BDC"/>
    <w:rsid w:val="00CB4E46"/>
    <w:rsid w:val="00CB52E3"/>
    <w:rsid w:val="00CB5529"/>
    <w:rsid w:val="00CB5893"/>
    <w:rsid w:val="00CB5B19"/>
    <w:rsid w:val="00CB5B66"/>
    <w:rsid w:val="00CB5FFC"/>
    <w:rsid w:val="00CB61D5"/>
    <w:rsid w:val="00CB61FC"/>
    <w:rsid w:val="00CB6477"/>
    <w:rsid w:val="00CB6726"/>
    <w:rsid w:val="00CB6A99"/>
    <w:rsid w:val="00CB700E"/>
    <w:rsid w:val="00CB740C"/>
    <w:rsid w:val="00CB77A5"/>
    <w:rsid w:val="00CB784C"/>
    <w:rsid w:val="00CB78B4"/>
    <w:rsid w:val="00CB7A0E"/>
    <w:rsid w:val="00CB7C02"/>
    <w:rsid w:val="00CB7C4B"/>
    <w:rsid w:val="00CB7C70"/>
    <w:rsid w:val="00CC000C"/>
    <w:rsid w:val="00CC0304"/>
    <w:rsid w:val="00CC04E0"/>
    <w:rsid w:val="00CC0520"/>
    <w:rsid w:val="00CC08B4"/>
    <w:rsid w:val="00CC093E"/>
    <w:rsid w:val="00CC09B4"/>
    <w:rsid w:val="00CC0CE8"/>
    <w:rsid w:val="00CC0E1B"/>
    <w:rsid w:val="00CC0E8A"/>
    <w:rsid w:val="00CC2122"/>
    <w:rsid w:val="00CC2E41"/>
    <w:rsid w:val="00CC303D"/>
    <w:rsid w:val="00CC315D"/>
    <w:rsid w:val="00CC3234"/>
    <w:rsid w:val="00CC388E"/>
    <w:rsid w:val="00CC3AEB"/>
    <w:rsid w:val="00CC3E3D"/>
    <w:rsid w:val="00CC4051"/>
    <w:rsid w:val="00CC4353"/>
    <w:rsid w:val="00CC4687"/>
    <w:rsid w:val="00CC47E9"/>
    <w:rsid w:val="00CC496E"/>
    <w:rsid w:val="00CC4D19"/>
    <w:rsid w:val="00CC4D1B"/>
    <w:rsid w:val="00CC505B"/>
    <w:rsid w:val="00CC534D"/>
    <w:rsid w:val="00CC56D2"/>
    <w:rsid w:val="00CC5BEE"/>
    <w:rsid w:val="00CC5F96"/>
    <w:rsid w:val="00CC6028"/>
    <w:rsid w:val="00CC6137"/>
    <w:rsid w:val="00CC6217"/>
    <w:rsid w:val="00CC64A0"/>
    <w:rsid w:val="00CC65A3"/>
    <w:rsid w:val="00CC690E"/>
    <w:rsid w:val="00CC6995"/>
    <w:rsid w:val="00CC6D6A"/>
    <w:rsid w:val="00CC7BB4"/>
    <w:rsid w:val="00CC7E72"/>
    <w:rsid w:val="00CC7FE0"/>
    <w:rsid w:val="00CD06B4"/>
    <w:rsid w:val="00CD06B7"/>
    <w:rsid w:val="00CD07C8"/>
    <w:rsid w:val="00CD0935"/>
    <w:rsid w:val="00CD0AE9"/>
    <w:rsid w:val="00CD0C03"/>
    <w:rsid w:val="00CD0CAF"/>
    <w:rsid w:val="00CD15BE"/>
    <w:rsid w:val="00CD1B86"/>
    <w:rsid w:val="00CD1DFC"/>
    <w:rsid w:val="00CD2B60"/>
    <w:rsid w:val="00CD2E65"/>
    <w:rsid w:val="00CD2EAE"/>
    <w:rsid w:val="00CD2FB1"/>
    <w:rsid w:val="00CD3035"/>
    <w:rsid w:val="00CD3201"/>
    <w:rsid w:val="00CD3B66"/>
    <w:rsid w:val="00CD3CA2"/>
    <w:rsid w:val="00CD3E48"/>
    <w:rsid w:val="00CD414F"/>
    <w:rsid w:val="00CD4563"/>
    <w:rsid w:val="00CD4782"/>
    <w:rsid w:val="00CD48CA"/>
    <w:rsid w:val="00CD49A9"/>
    <w:rsid w:val="00CD4DA6"/>
    <w:rsid w:val="00CD5B55"/>
    <w:rsid w:val="00CD5F42"/>
    <w:rsid w:val="00CD5FD0"/>
    <w:rsid w:val="00CD63EB"/>
    <w:rsid w:val="00CD6A11"/>
    <w:rsid w:val="00CD7451"/>
    <w:rsid w:val="00CD7639"/>
    <w:rsid w:val="00CD7BD4"/>
    <w:rsid w:val="00CD7CD6"/>
    <w:rsid w:val="00CE00D6"/>
    <w:rsid w:val="00CE0435"/>
    <w:rsid w:val="00CE0559"/>
    <w:rsid w:val="00CE0AA7"/>
    <w:rsid w:val="00CE0E47"/>
    <w:rsid w:val="00CE13ED"/>
    <w:rsid w:val="00CE1A32"/>
    <w:rsid w:val="00CE2139"/>
    <w:rsid w:val="00CE2695"/>
    <w:rsid w:val="00CE283D"/>
    <w:rsid w:val="00CE2AA6"/>
    <w:rsid w:val="00CE2D5D"/>
    <w:rsid w:val="00CE3B0D"/>
    <w:rsid w:val="00CE3FC8"/>
    <w:rsid w:val="00CE4107"/>
    <w:rsid w:val="00CE4167"/>
    <w:rsid w:val="00CE436C"/>
    <w:rsid w:val="00CE4418"/>
    <w:rsid w:val="00CE4813"/>
    <w:rsid w:val="00CE4B19"/>
    <w:rsid w:val="00CE5103"/>
    <w:rsid w:val="00CE5213"/>
    <w:rsid w:val="00CE5789"/>
    <w:rsid w:val="00CE57AE"/>
    <w:rsid w:val="00CE59FF"/>
    <w:rsid w:val="00CE5AF1"/>
    <w:rsid w:val="00CE5B4A"/>
    <w:rsid w:val="00CE5E79"/>
    <w:rsid w:val="00CE6039"/>
    <w:rsid w:val="00CE65D1"/>
    <w:rsid w:val="00CE6817"/>
    <w:rsid w:val="00CE76BE"/>
    <w:rsid w:val="00CF0106"/>
    <w:rsid w:val="00CF0453"/>
    <w:rsid w:val="00CF0666"/>
    <w:rsid w:val="00CF08BB"/>
    <w:rsid w:val="00CF0C8A"/>
    <w:rsid w:val="00CF0CB7"/>
    <w:rsid w:val="00CF139D"/>
    <w:rsid w:val="00CF1740"/>
    <w:rsid w:val="00CF1748"/>
    <w:rsid w:val="00CF17CF"/>
    <w:rsid w:val="00CF1833"/>
    <w:rsid w:val="00CF19E7"/>
    <w:rsid w:val="00CF1A49"/>
    <w:rsid w:val="00CF2292"/>
    <w:rsid w:val="00CF230C"/>
    <w:rsid w:val="00CF3658"/>
    <w:rsid w:val="00CF36FE"/>
    <w:rsid w:val="00CF39C8"/>
    <w:rsid w:val="00CF39EB"/>
    <w:rsid w:val="00CF3C25"/>
    <w:rsid w:val="00CF3CBF"/>
    <w:rsid w:val="00CF3DC9"/>
    <w:rsid w:val="00CF3DDC"/>
    <w:rsid w:val="00CF3F25"/>
    <w:rsid w:val="00CF430D"/>
    <w:rsid w:val="00CF44C8"/>
    <w:rsid w:val="00CF49E1"/>
    <w:rsid w:val="00CF4D6D"/>
    <w:rsid w:val="00CF4ED0"/>
    <w:rsid w:val="00CF5738"/>
    <w:rsid w:val="00CF5856"/>
    <w:rsid w:val="00CF5959"/>
    <w:rsid w:val="00CF5C5A"/>
    <w:rsid w:val="00CF607E"/>
    <w:rsid w:val="00CF62EE"/>
    <w:rsid w:val="00CF6324"/>
    <w:rsid w:val="00CF6431"/>
    <w:rsid w:val="00CF65E9"/>
    <w:rsid w:val="00CF6640"/>
    <w:rsid w:val="00CF68DE"/>
    <w:rsid w:val="00CF698A"/>
    <w:rsid w:val="00CF6AB5"/>
    <w:rsid w:val="00CF6BBD"/>
    <w:rsid w:val="00CF6D7B"/>
    <w:rsid w:val="00CF6F94"/>
    <w:rsid w:val="00CF7578"/>
    <w:rsid w:val="00CF7624"/>
    <w:rsid w:val="00CF7D1A"/>
    <w:rsid w:val="00CF7DDC"/>
    <w:rsid w:val="00D002F8"/>
    <w:rsid w:val="00D00994"/>
    <w:rsid w:val="00D009BF"/>
    <w:rsid w:val="00D009D7"/>
    <w:rsid w:val="00D00B71"/>
    <w:rsid w:val="00D00E15"/>
    <w:rsid w:val="00D00FD9"/>
    <w:rsid w:val="00D01793"/>
    <w:rsid w:val="00D017C3"/>
    <w:rsid w:val="00D0188E"/>
    <w:rsid w:val="00D019B1"/>
    <w:rsid w:val="00D01A4E"/>
    <w:rsid w:val="00D01B97"/>
    <w:rsid w:val="00D024AD"/>
    <w:rsid w:val="00D02779"/>
    <w:rsid w:val="00D02847"/>
    <w:rsid w:val="00D02BCE"/>
    <w:rsid w:val="00D02F45"/>
    <w:rsid w:val="00D03E5D"/>
    <w:rsid w:val="00D0403D"/>
    <w:rsid w:val="00D0420F"/>
    <w:rsid w:val="00D045D9"/>
    <w:rsid w:val="00D04B4E"/>
    <w:rsid w:val="00D04D49"/>
    <w:rsid w:val="00D04DDC"/>
    <w:rsid w:val="00D04E7E"/>
    <w:rsid w:val="00D04FFC"/>
    <w:rsid w:val="00D0516B"/>
    <w:rsid w:val="00D052D8"/>
    <w:rsid w:val="00D0545E"/>
    <w:rsid w:val="00D05461"/>
    <w:rsid w:val="00D05509"/>
    <w:rsid w:val="00D058E4"/>
    <w:rsid w:val="00D05C4C"/>
    <w:rsid w:val="00D06571"/>
    <w:rsid w:val="00D06976"/>
    <w:rsid w:val="00D06BFC"/>
    <w:rsid w:val="00D0707D"/>
    <w:rsid w:val="00D070E0"/>
    <w:rsid w:val="00D070EA"/>
    <w:rsid w:val="00D0738E"/>
    <w:rsid w:val="00D079F2"/>
    <w:rsid w:val="00D07B95"/>
    <w:rsid w:val="00D07D62"/>
    <w:rsid w:val="00D07DC5"/>
    <w:rsid w:val="00D07E70"/>
    <w:rsid w:val="00D10047"/>
    <w:rsid w:val="00D1011B"/>
    <w:rsid w:val="00D10132"/>
    <w:rsid w:val="00D10510"/>
    <w:rsid w:val="00D1067C"/>
    <w:rsid w:val="00D10842"/>
    <w:rsid w:val="00D10A9D"/>
    <w:rsid w:val="00D10C55"/>
    <w:rsid w:val="00D10E4C"/>
    <w:rsid w:val="00D10F06"/>
    <w:rsid w:val="00D116A4"/>
    <w:rsid w:val="00D11CE2"/>
    <w:rsid w:val="00D11E68"/>
    <w:rsid w:val="00D120AE"/>
    <w:rsid w:val="00D12C2E"/>
    <w:rsid w:val="00D12F31"/>
    <w:rsid w:val="00D13221"/>
    <w:rsid w:val="00D1322E"/>
    <w:rsid w:val="00D132DD"/>
    <w:rsid w:val="00D1368E"/>
    <w:rsid w:val="00D13727"/>
    <w:rsid w:val="00D13929"/>
    <w:rsid w:val="00D13C06"/>
    <w:rsid w:val="00D13DCF"/>
    <w:rsid w:val="00D13F96"/>
    <w:rsid w:val="00D14240"/>
    <w:rsid w:val="00D142EE"/>
    <w:rsid w:val="00D1453D"/>
    <w:rsid w:val="00D14BD8"/>
    <w:rsid w:val="00D14CB8"/>
    <w:rsid w:val="00D14E3E"/>
    <w:rsid w:val="00D15109"/>
    <w:rsid w:val="00D159AA"/>
    <w:rsid w:val="00D159AE"/>
    <w:rsid w:val="00D15C2B"/>
    <w:rsid w:val="00D15C82"/>
    <w:rsid w:val="00D15D52"/>
    <w:rsid w:val="00D15D7C"/>
    <w:rsid w:val="00D16035"/>
    <w:rsid w:val="00D16895"/>
    <w:rsid w:val="00D16B01"/>
    <w:rsid w:val="00D16C7B"/>
    <w:rsid w:val="00D173D8"/>
    <w:rsid w:val="00D17528"/>
    <w:rsid w:val="00D20765"/>
    <w:rsid w:val="00D207DC"/>
    <w:rsid w:val="00D20C28"/>
    <w:rsid w:val="00D210DA"/>
    <w:rsid w:val="00D211AE"/>
    <w:rsid w:val="00D21253"/>
    <w:rsid w:val="00D21444"/>
    <w:rsid w:val="00D214CC"/>
    <w:rsid w:val="00D21535"/>
    <w:rsid w:val="00D21D21"/>
    <w:rsid w:val="00D21FF1"/>
    <w:rsid w:val="00D2207F"/>
    <w:rsid w:val="00D224AF"/>
    <w:rsid w:val="00D226EC"/>
    <w:rsid w:val="00D22850"/>
    <w:rsid w:val="00D232B3"/>
    <w:rsid w:val="00D233B5"/>
    <w:rsid w:val="00D23B71"/>
    <w:rsid w:val="00D23CF1"/>
    <w:rsid w:val="00D240E5"/>
    <w:rsid w:val="00D24659"/>
    <w:rsid w:val="00D24803"/>
    <w:rsid w:val="00D248AA"/>
    <w:rsid w:val="00D248CF"/>
    <w:rsid w:val="00D24B85"/>
    <w:rsid w:val="00D24E7A"/>
    <w:rsid w:val="00D25149"/>
    <w:rsid w:val="00D25267"/>
    <w:rsid w:val="00D252EC"/>
    <w:rsid w:val="00D25898"/>
    <w:rsid w:val="00D25E01"/>
    <w:rsid w:val="00D26619"/>
    <w:rsid w:val="00D26746"/>
    <w:rsid w:val="00D26939"/>
    <w:rsid w:val="00D26B15"/>
    <w:rsid w:val="00D26BA4"/>
    <w:rsid w:val="00D26C55"/>
    <w:rsid w:val="00D2720A"/>
    <w:rsid w:val="00D27221"/>
    <w:rsid w:val="00D2722C"/>
    <w:rsid w:val="00D27539"/>
    <w:rsid w:val="00D279CB"/>
    <w:rsid w:val="00D27F56"/>
    <w:rsid w:val="00D27FFD"/>
    <w:rsid w:val="00D30834"/>
    <w:rsid w:val="00D308BD"/>
    <w:rsid w:val="00D309BB"/>
    <w:rsid w:val="00D30C6F"/>
    <w:rsid w:val="00D3117E"/>
    <w:rsid w:val="00D31314"/>
    <w:rsid w:val="00D3150D"/>
    <w:rsid w:val="00D316C6"/>
    <w:rsid w:val="00D31CE6"/>
    <w:rsid w:val="00D31DFD"/>
    <w:rsid w:val="00D324D8"/>
    <w:rsid w:val="00D32C6E"/>
    <w:rsid w:val="00D32D99"/>
    <w:rsid w:val="00D32E59"/>
    <w:rsid w:val="00D32FF9"/>
    <w:rsid w:val="00D330A5"/>
    <w:rsid w:val="00D33215"/>
    <w:rsid w:val="00D334E7"/>
    <w:rsid w:val="00D337C6"/>
    <w:rsid w:val="00D342D2"/>
    <w:rsid w:val="00D347FF"/>
    <w:rsid w:val="00D348F3"/>
    <w:rsid w:val="00D349BA"/>
    <w:rsid w:val="00D34DB0"/>
    <w:rsid w:val="00D34F71"/>
    <w:rsid w:val="00D34F81"/>
    <w:rsid w:val="00D35044"/>
    <w:rsid w:val="00D351CD"/>
    <w:rsid w:val="00D35474"/>
    <w:rsid w:val="00D355D0"/>
    <w:rsid w:val="00D35625"/>
    <w:rsid w:val="00D35941"/>
    <w:rsid w:val="00D359F6"/>
    <w:rsid w:val="00D35AE4"/>
    <w:rsid w:val="00D35CC0"/>
    <w:rsid w:val="00D36CE7"/>
    <w:rsid w:val="00D3700C"/>
    <w:rsid w:val="00D37277"/>
    <w:rsid w:val="00D37905"/>
    <w:rsid w:val="00D37966"/>
    <w:rsid w:val="00D37971"/>
    <w:rsid w:val="00D379EB"/>
    <w:rsid w:val="00D37B68"/>
    <w:rsid w:val="00D405B5"/>
    <w:rsid w:val="00D40D80"/>
    <w:rsid w:val="00D40F0C"/>
    <w:rsid w:val="00D412EB"/>
    <w:rsid w:val="00D41561"/>
    <w:rsid w:val="00D429BA"/>
    <w:rsid w:val="00D429C2"/>
    <w:rsid w:val="00D42A10"/>
    <w:rsid w:val="00D42BEB"/>
    <w:rsid w:val="00D4344C"/>
    <w:rsid w:val="00D438A0"/>
    <w:rsid w:val="00D43A6E"/>
    <w:rsid w:val="00D43B8C"/>
    <w:rsid w:val="00D43C08"/>
    <w:rsid w:val="00D44180"/>
    <w:rsid w:val="00D444B4"/>
    <w:rsid w:val="00D44572"/>
    <w:rsid w:val="00D446E6"/>
    <w:rsid w:val="00D44715"/>
    <w:rsid w:val="00D451EF"/>
    <w:rsid w:val="00D4543B"/>
    <w:rsid w:val="00D4545C"/>
    <w:rsid w:val="00D458AC"/>
    <w:rsid w:val="00D45AE1"/>
    <w:rsid w:val="00D462B3"/>
    <w:rsid w:val="00D462EE"/>
    <w:rsid w:val="00D46542"/>
    <w:rsid w:val="00D46A93"/>
    <w:rsid w:val="00D46D96"/>
    <w:rsid w:val="00D470BA"/>
    <w:rsid w:val="00D47254"/>
    <w:rsid w:val="00D47714"/>
    <w:rsid w:val="00D47726"/>
    <w:rsid w:val="00D47843"/>
    <w:rsid w:val="00D47888"/>
    <w:rsid w:val="00D47933"/>
    <w:rsid w:val="00D47ECF"/>
    <w:rsid w:val="00D5026E"/>
    <w:rsid w:val="00D50515"/>
    <w:rsid w:val="00D50B2B"/>
    <w:rsid w:val="00D50E7F"/>
    <w:rsid w:val="00D514B3"/>
    <w:rsid w:val="00D5154A"/>
    <w:rsid w:val="00D51844"/>
    <w:rsid w:val="00D520FF"/>
    <w:rsid w:val="00D521CB"/>
    <w:rsid w:val="00D522A9"/>
    <w:rsid w:val="00D522D0"/>
    <w:rsid w:val="00D5278F"/>
    <w:rsid w:val="00D52DC9"/>
    <w:rsid w:val="00D52F3D"/>
    <w:rsid w:val="00D5308E"/>
    <w:rsid w:val="00D535E3"/>
    <w:rsid w:val="00D53845"/>
    <w:rsid w:val="00D5384C"/>
    <w:rsid w:val="00D53961"/>
    <w:rsid w:val="00D539FA"/>
    <w:rsid w:val="00D53BB0"/>
    <w:rsid w:val="00D54439"/>
    <w:rsid w:val="00D544B1"/>
    <w:rsid w:val="00D545B0"/>
    <w:rsid w:val="00D5476E"/>
    <w:rsid w:val="00D54B14"/>
    <w:rsid w:val="00D54B5E"/>
    <w:rsid w:val="00D54F93"/>
    <w:rsid w:val="00D55256"/>
    <w:rsid w:val="00D55518"/>
    <w:rsid w:val="00D5578E"/>
    <w:rsid w:val="00D55867"/>
    <w:rsid w:val="00D55A04"/>
    <w:rsid w:val="00D55AD7"/>
    <w:rsid w:val="00D56095"/>
    <w:rsid w:val="00D560E3"/>
    <w:rsid w:val="00D56293"/>
    <w:rsid w:val="00D56431"/>
    <w:rsid w:val="00D5686B"/>
    <w:rsid w:val="00D56AB4"/>
    <w:rsid w:val="00D56C3B"/>
    <w:rsid w:val="00D56D42"/>
    <w:rsid w:val="00D575B2"/>
    <w:rsid w:val="00D57623"/>
    <w:rsid w:val="00D57701"/>
    <w:rsid w:val="00D60130"/>
    <w:rsid w:val="00D6016B"/>
    <w:rsid w:val="00D607E3"/>
    <w:rsid w:val="00D60C65"/>
    <w:rsid w:val="00D60DC8"/>
    <w:rsid w:val="00D60F76"/>
    <w:rsid w:val="00D616A7"/>
    <w:rsid w:val="00D617C8"/>
    <w:rsid w:val="00D62118"/>
    <w:rsid w:val="00D6288F"/>
    <w:rsid w:val="00D63114"/>
    <w:rsid w:val="00D63236"/>
    <w:rsid w:val="00D63258"/>
    <w:rsid w:val="00D636F5"/>
    <w:rsid w:val="00D637B0"/>
    <w:rsid w:val="00D63904"/>
    <w:rsid w:val="00D639DE"/>
    <w:rsid w:val="00D63A85"/>
    <w:rsid w:val="00D63E3B"/>
    <w:rsid w:val="00D6419E"/>
    <w:rsid w:val="00D6420C"/>
    <w:rsid w:val="00D64426"/>
    <w:rsid w:val="00D645FD"/>
    <w:rsid w:val="00D650F8"/>
    <w:rsid w:val="00D652AE"/>
    <w:rsid w:val="00D653A2"/>
    <w:rsid w:val="00D65838"/>
    <w:rsid w:val="00D65EE4"/>
    <w:rsid w:val="00D65F88"/>
    <w:rsid w:val="00D6601B"/>
    <w:rsid w:val="00D660AA"/>
    <w:rsid w:val="00D66A3C"/>
    <w:rsid w:val="00D671E0"/>
    <w:rsid w:val="00D6722B"/>
    <w:rsid w:val="00D67239"/>
    <w:rsid w:val="00D6735F"/>
    <w:rsid w:val="00D67418"/>
    <w:rsid w:val="00D675BC"/>
    <w:rsid w:val="00D6780B"/>
    <w:rsid w:val="00D6782E"/>
    <w:rsid w:val="00D67D18"/>
    <w:rsid w:val="00D70063"/>
    <w:rsid w:val="00D706F5"/>
    <w:rsid w:val="00D70791"/>
    <w:rsid w:val="00D707F4"/>
    <w:rsid w:val="00D709F0"/>
    <w:rsid w:val="00D71376"/>
    <w:rsid w:val="00D71703"/>
    <w:rsid w:val="00D717F6"/>
    <w:rsid w:val="00D71C71"/>
    <w:rsid w:val="00D71E2A"/>
    <w:rsid w:val="00D72123"/>
    <w:rsid w:val="00D722ED"/>
    <w:rsid w:val="00D72513"/>
    <w:rsid w:val="00D725F4"/>
    <w:rsid w:val="00D726DA"/>
    <w:rsid w:val="00D72762"/>
    <w:rsid w:val="00D7280E"/>
    <w:rsid w:val="00D72EF4"/>
    <w:rsid w:val="00D73486"/>
    <w:rsid w:val="00D7356E"/>
    <w:rsid w:val="00D735ED"/>
    <w:rsid w:val="00D7368B"/>
    <w:rsid w:val="00D739F5"/>
    <w:rsid w:val="00D73FE4"/>
    <w:rsid w:val="00D74317"/>
    <w:rsid w:val="00D743C8"/>
    <w:rsid w:val="00D7446C"/>
    <w:rsid w:val="00D74688"/>
    <w:rsid w:val="00D748B2"/>
    <w:rsid w:val="00D749C6"/>
    <w:rsid w:val="00D74B87"/>
    <w:rsid w:val="00D74C4D"/>
    <w:rsid w:val="00D75148"/>
    <w:rsid w:val="00D75491"/>
    <w:rsid w:val="00D755DD"/>
    <w:rsid w:val="00D75769"/>
    <w:rsid w:val="00D75B22"/>
    <w:rsid w:val="00D76102"/>
    <w:rsid w:val="00D765A1"/>
    <w:rsid w:val="00D76A52"/>
    <w:rsid w:val="00D76E7F"/>
    <w:rsid w:val="00D774AA"/>
    <w:rsid w:val="00D77544"/>
    <w:rsid w:val="00D7769E"/>
    <w:rsid w:val="00D776B1"/>
    <w:rsid w:val="00D7780F"/>
    <w:rsid w:val="00D7790E"/>
    <w:rsid w:val="00D77BF5"/>
    <w:rsid w:val="00D77E79"/>
    <w:rsid w:val="00D77F33"/>
    <w:rsid w:val="00D806FA"/>
    <w:rsid w:val="00D80971"/>
    <w:rsid w:val="00D8100E"/>
    <w:rsid w:val="00D81272"/>
    <w:rsid w:val="00D81450"/>
    <w:rsid w:val="00D8151D"/>
    <w:rsid w:val="00D823D2"/>
    <w:rsid w:val="00D82683"/>
    <w:rsid w:val="00D82C53"/>
    <w:rsid w:val="00D82CA1"/>
    <w:rsid w:val="00D83152"/>
    <w:rsid w:val="00D83D92"/>
    <w:rsid w:val="00D83E1F"/>
    <w:rsid w:val="00D83F1E"/>
    <w:rsid w:val="00D83FD6"/>
    <w:rsid w:val="00D842CD"/>
    <w:rsid w:val="00D843A7"/>
    <w:rsid w:val="00D844BF"/>
    <w:rsid w:val="00D849AF"/>
    <w:rsid w:val="00D84A3A"/>
    <w:rsid w:val="00D84F6F"/>
    <w:rsid w:val="00D852A4"/>
    <w:rsid w:val="00D8557A"/>
    <w:rsid w:val="00D85AF0"/>
    <w:rsid w:val="00D85C97"/>
    <w:rsid w:val="00D85EA0"/>
    <w:rsid w:val="00D860E8"/>
    <w:rsid w:val="00D865C3"/>
    <w:rsid w:val="00D86724"/>
    <w:rsid w:val="00D8696D"/>
    <w:rsid w:val="00D86C6E"/>
    <w:rsid w:val="00D86EF7"/>
    <w:rsid w:val="00D87367"/>
    <w:rsid w:val="00D8770B"/>
    <w:rsid w:val="00D87791"/>
    <w:rsid w:val="00D87EE6"/>
    <w:rsid w:val="00D90100"/>
    <w:rsid w:val="00D903B6"/>
    <w:rsid w:val="00D908E0"/>
    <w:rsid w:val="00D90BF4"/>
    <w:rsid w:val="00D90C2C"/>
    <w:rsid w:val="00D90D9E"/>
    <w:rsid w:val="00D9102A"/>
    <w:rsid w:val="00D91115"/>
    <w:rsid w:val="00D91C39"/>
    <w:rsid w:val="00D91EF6"/>
    <w:rsid w:val="00D92140"/>
    <w:rsid w:val="00D9256D"/>
    <w:rsid w:val="00D92CAD"/>
    <w:rsid w:val="00D92E96"/>
    <w:rsid w:val="00D931AC"/>
    <w:rsid w:val="00D931CE"/>
    <w:rsid w:val="00D932AC"/>
    <w:rsid w:val="00D933BB"/>
    <w:rsid w:val="00D934FD"/>
    <w:rsid w:val="00D936D2"/>
    <w:rsid w:val="00D93893"/>
    <w:rsid w:val="00D93C19"/>
    <w:rsid w:val="00D93E96"/>
    <w:rsid w:val="00D9496F"/>
    <w:rsid w:val="00D949AC"/>
    <w:rsid w:val="00D94B68"/>
    <w:rsid w:val="00D94BFE"/>
    <w:rsid w:val="00D950E0"/>
    <w:rsid w:val="00D9518B"/>
    <w:rsid w:val="00D9519F"/>
    <w:rsid w:val="00D955DC"/>
    <w:rsid w:val="00D9560C"/>
    <w:rsid w:val="00D957B4"/>
    <w:rsid w:val="00D957C0"/>
    <w:rsid w:val="00D95813"/>
    <w:rsid w:val="00D95D40"/>
    <w:rsid w:val="00D960AD"/>
    <w:rsid w:val="00D96221"/>
    <w:rsid w:val="00D964D7"/>
    <w:rsid w:val="00D969B9"/>
    <w:rsid w:val="00D96A8C"/>
    <w:rsid w:val="00D96E87"/>
    <w:rsid w:val="00D972DF"/>
    <w:rsid w:val="00D97617"/>
    <w:rsid w:val="00D978D8"/>
    <w:rsid w:val="00D97C4D"/>
    <w:rsid w:val="00D97D0D"/>
    <w:rsid w:val="00DA0690"/>
    <w:rsid w:val="00DA0F28"/>
    <w:rsid w:val="00DA1077"/>
    <w:rsid w:val="00DA1135"/>
    <w:rsid w:val="00DA12C6"/>
    <w:rsid w:val="00DA1683"/>
    <w:rsid w:val="00DA180F"/>
    <w:rsid w:val="00DA1C1D"/>
    <w:rsid w:val="00DA1D09"/>
    <w:rsid w:val="00DA1FB4"/>
    <w:rsid w:val="00DA228E"/>
    <w:rsid w:val="00DA2291"/>
    <w:rsid w:val="00DA241A"/>
    <w:rsid w:val="00DA299D"/>
    <w:rsid w:val="00DA333D"/>
    <w:rsid w:val="00DA384E"/>
    <w:rsid w:val="00DA3B52"/>
    <w:rsid w:val="00DA3D38"/>
    <w:rsid w:val="00DA3E79"/>
    <w:rsid w:val="00DA48F6"/>
    <w:rsid w:val="00DA49B9"/>
    <w:rsid w:val="00DA530C"/>
    <w:rsid w:val="00DA53D7"/>
    <w:rsid w:val="00DA58F2"/>
    <w:rsid w:val="00DA619D"/>
    <w:rsid w:val="00DA65EB"/>
    <w:rsid w:val="00DA7AA4"/>
    <w:rsid w:val="00DA7FA7"/>
    <w:rsid w:val="00DB0167"/>
    <w:rsid w:val="00DB04A1"/>
    <w:rsid w:val="00DB09E5"/>
    <w:rsid w:val="00DB0CFF"/>
    <w:rsid w:val="00DB0D0F"/>
    <w:rsid w:val="00DB0E6F"/>
    <w:rsid w:val="00DB1714"/>
    <w:rsid w:val="00DB1C4C"/>
    <w:rsid w:val="00DB246D"/>
    <w:rsid w:val="00DB266B"/>
    <w:rsid w:val="00DB26F7"/>
    <w:rsid w:val="00DB2921"/>
    <w:rsid w:val="00DB2A57"/>
    <w:rsid w:val="00DB2DE9"/>
    <w:rsid w:val="00DB30D2"/>
    <w:rsid w:val="00DB3130"/>
    <w:rsid w:val="00DB31F6"/>
    <w:rsid w:val="00DB3BF0"/>
    <w:rsid w:val="00DB3E03"/>
    <w:rsid w:val="00DB42C7"/>
    <w:rsid w:val="00DB4476"/>
    <w:rsid w:val="00DB471E"/>
    <w:rsid w:val="00DB482F"/>
    <w:rsid w:val="00DB490B"/>
    <w:rsid w:val="00DB544C"/>
    <w:rsid w:val="00DB55A2"/>
    <w:rsid w:val="00DB5849"/>
    <w:rsid w:val="00DB5914"/>
    <w:rsid w:val="00DB59E2"/>
    <w:rsid w:val="00DB5C4B"/>
    <w:rsid w:val="00DB5EA2"/>
    <w:rsid w:val="00DB6178"/>
    <w:rsid w:val="00DB6209"/>
    <w:rsid w:val="00DB63DA"/>
    <w:rsid w:val="00DB64B9"/>
    <w:rsid w:val="00DB6593"/>
    <w:rsid w:val="00DB6620"/>
    <w:rsid w:val="00DB6763"/>
    <w:rsid w:val="00DB6782"/>
    <w:rsid w:val="00DB6A15"/>
    <w:rsid w:val="00DB7046"/>
    <w:rsid w:val="00DB7171"/>
    <w:rsid w:val="00DB7514"/>
    <w:rsid w:val="00DB7BAB"/>
    <w:rsid w:val="00DB7C1D"/>
    <w:rsid w:val="00DB7CFC"/>
    <w:rsid w:val="00DB7F9C"/>
    <w:rsid w:val="00DC001B"/>
    <w:rsid w:val="00DC0184"/>
    <w:rsid w:val="00DC0988"/>
    <w:rsid w:val="00DC09F4"/>
    <w:rsid w:val="00DC1194"/>
    <w:rsid w:val="00DC119A"/>
    <w:rsid w:val="00DC1C69"/>
    <w:rsid w:val="00DC1E71"/>
    <w:rsid w:val="00DC2140"/>
    <w:rsid w:val="00DC2972"/>
    <w:rsid w:val="00DC2D78"/>
    <w:rsid w:val="00DC2FE7"/>
    <w:rsid w:val="00DC3493"/>
    <w:rsid w:val="00DC3A67"/>
    <w:rsid w:val="00DC3EC8"/>
    <w:rsid w:val="00DC4330"/>
    <w:rsid w:val="00DC46C3"/>
    <w:rsid w:val="00DC49A9"/>
    <w:rsid w:val="00DC4C3A"/>
    <w:rsid w:val="00DC4DF8"/>
    <w:rsid w:val="00DC4E56"/>
    <w:rsid w:val="00DC4EBD"/>
    <w:rsid w:val="00DC500D"/>
    <w:rsid w:val="00DC50E1"/>
    <w:rsid w:val="00DC5540"/>
    <w:rsid w:val="00DC5665"/>
    <w:rsid w:val="00DC5B77"/>
    <w:rsid w:val="00DC5C39"/>
    <w:rsid w:val="00DC5D54"/>
    <w:rsid w:val="00DC600E"/>
    <w:rsid w:val="00DC6C7F"/>
    <w:rsid w:val="00DC6DB2"/>
    <w:rsid w:val="00DC70F6"/>
    <w:rsid w:val="00DC72F9"/>
    <w:rsid w:val="00DC7471"/>
    <w:rsid w:val="00DC74A0"/>
    <w:rsid w:val="00DC7637"/>
    <w:rsid w:val="00DC77E6"/>
    <w:rsid w:val="00DC7820"/>
    <w:rsid w:val="00DC7E85"/>
    <w:rsid w:val="00DC7EB3"/>
    <w:rsid w:val="00DD047F"/>
    <w:rsid w:val="00DD069A"/>
    <w:rsid w:val="00DD07C0"/>
    <w:rsid w:val="00DD0B36"/>
    <w:rsid w:val="00DD0BEE"/>
    <w:rsid w:val="00DD0C53"/>
    <w:rsid w:val="00DD0FB2"/>
    <w:rsid w:val="00DD1714"/>
    <w:rsid w:val="00DD185E"/>
    <w:rsid w:val="00DD1912"/>
    <w:rsid w:val="00DD1B68"/>
    <w:rsid w:val="00DD1BAA"/>
    <w:rsid w:val="00DD1C69"/>
    <w:rsid w:val="00DD1FB9"/>
    <w:rsid w:val="00DD295D"/>
    <w:rsid w:val="00DD2B97"/>
    <w:rsid w:val="00DD2C94"/>
    <w:rsid w:val="00DD2EFE"/>
    <w:rsid w:val="00DD33A2"/>
    <w:rsid w:val="00DD3E63"/>
    <w:rsid w:val="00DD3FD7"/>
    <w:rsid w:val="00DD4438"/>
    <w:rsid w:val="00DD46A5"/>
    <w:rsid w:val="00DD4954"/>
    <w:rsid w:val="00DD50A2"/>
    <w:rsid w:val="00DD5266"/>
    <w:rsid w:val="00DD52F0"/>
    <w:rsid w:val="00DD53CC"/>
    <w:rsid w:val="00DD576F"/>
    <w:rsid w:val="00DD5853"/>
    <w:rsid w:val="00DD614D"/>
    <w:rsid w:val="00DD645F"/>
    <w:rsid w:val="00DD68BD"/>
    <w:rsid w:val="00DD6D06"/>
    <w:rsid w:val="00DD72E2"/>
    <w:rsid w:val="00DD7843"/>
    <w:rsid w:val="00DD7876"/>
    <w:rsid w:val="00DD7A0C"/>
    <w:rsid w:val="00DE0144"/>
    <w:rsid w:val="00DE0324"/>
    <w:rsid w:val="00DE08C5"/>
    <w:rsid w:val="00DE0B56"/>
    <w:rsid w:val="00DE1646"/>
    <w:rsid w:val="00DE17C9"/>
    <w:rsid w:val="00DE1B25"/>
    <w:rsid w:val="00DE1C02"/>
    <w:rsid w:val="00DE1CB0"/>
    <w:rsid w:val="00DE2211"/>
    <w:rsid w:val="00DE2481"/>
    <w:rsid w:val="00DE2510"/>
    <w:rsid w:val="00DE251A"/>
    <w:rsid w:val="00DE26C0"/>
    <w:rsid w:val="00DE28A9"/>
    <w:rsid w:val="00DE2ABF"/>
    <w:rsid w:val="00DE3821"/>
    <w:rsid w:val="00DE3997"/>
    <w:rsid w:val="00DE3A6E"/>
    <w:rsid w:val="00DE3B62"/>
    <w:rsid w:val="00DE4011"/>
    <w:rsid w:val="00DE41A1"/>
    <w:rsid w:val="00DE42A5"/>
    <w:rsid w:val="00DE43BF"/>
    <w:rsid w:val="00DE43D7"/>
    <w:rsid w:val="00DE451B"/>
    <w:rsid w:val="00DE4B5B"/>
    <w:rsid w:val="00DE4D53"/>
    <w:rsid w:val="00DE504E"/>
    <w:rsid w:val="00DE5430"/>
    <w:rsid w:val="00DE5D6A"/>
    <w:rsid w:val="00DE5E86"/>
    <w:rsid w:val="00DE61C4"/>
    <w:rsid w:val="00DE6632"/>
    <w:rsid w:val="00DE6891"/>
    <w:rsid w:val="00DE6AAD"/>
    <w:rsid w:val="00DE7518"/>
    <w:rsid w:val="00DE7756"/>
    <w:rsid w:val="00DE77C1"/>
    <w:rsid w:val="00DE78E7"/>
    <w:rsid w:val="00DE7EAB"/>
    <w:rsid w:val="00DE7F35"/>
    <w:rsid w:val="00DE7FF8"/>
    <w:rsid w:val="00DF069B"/>
    <w:rsid w:val="00DF06D7"/>
    <w:rsid w:val="00DF12A5"/>
    <w:rsid w:val="00DF199C"/>
    <w:rsid w:val="00DF2712"/>
    <w:rsid w:val="00DF2787"/>
    <w:rsid w:val="00DF2995"/>
    <w:rsid w:val="00DF2C8C"/>
    <w:rsid w:val="00DF322E"/>
    <w:rsid w:val="00DF33A1"/>
    <w:rsid w:val="00DF36B2"/>
    <w:rsid w:val="00DF3702"/>
    <w:rsid w:val="00DF3888"/>
    <w:rsid w:val="00DF3C8A"/>
    <w:rsid w:val="00DF3DA2"/>
    <w:rsid w:val="00DF3DB6"/>
    <w:rsid w:val="00DF3E27"/>
    <w:rsid w:val="00DF4578"/>
    <w:rsid w:val="00DF4A51"/>
    <w:rsid w:val="00DF4B2C"/>
    <w:rsid w:val="00DF4B4B"/>
    <w:rsid w:val="00DF4F5B"/>
    <w:rsid w:val="00DF507C"/>
    <w:rsid w:val="00DF51EE"/>
    <w:rsid w:val="00DF554C"/>
    <w:rsid w:val="00DF5A44"/>
    <w:rsid w:val="00DF5B5C"/>
    <w:rsid w:val="00DF64D8"/>
    <w:rsid w:val="00DF657A"/>
    <w:rsid w:val="00DF66DF"/>
    <w:rsid w:val="00DF6B27"/>
    <w:rsid w:val="00DF6BAA"/>
    <w:rsid w:val="00DF6C0B"/>
    <w:rsid w:val="00DF6CB9"/>
    <w:rsid w:val="00DF6EA8"/>
    <w:rsid w:val="00DF7104"/>
    <w:rsid w:val="00DF7851"/>
    <w:rsid w:val="00DF792E"/>
    <w:rsid w:val="00DF7D76"/>
    <w:rsid w:val="00E003DA"/>
    <w:rsid w:val="00E00524"/>
    <w:rsid w:val="00E005B4"/>
    <w:rsid w:val="00E00603"/>
    <w:rsid w:val="00E00BB2"/>
    <w:rsid w:val="00E01182"/>
    <w:rsid w:val="00E01A87"/>
    <w:rsid w:val="00E01BEC"/>
    <w:rsid w:val="00E02653"/>
    <w:rsid w:val="00E02762"/>
    <w:rsid w:val="00E02966"/>
    <w:rsid w:val="00E02B64"/>
    <w:rsid w:val="00E02E58"/>
    <w:rsid w:val="00E02FA6"/>
    <w:rsid w:val="00E03215"/>
    <w:rsid w:val="00E0363D"/>
    <w:rsid w:val="00E03711"/>
    <w:rsid w:val="00E03C91"/>
    <w:rsid w:val="00E04448"/>
    <w:rsid w:val="00E0456B"/>
    <w:rsid w:val="00E048F0"/>
    <w:rsid w:val="00E0495B"/>
    <w:rsid w:val="00E04B9F"/>
    <w:rsid w:val="00E04E0F"/>
    <w:rsid w:val="00E054CC"/>
    <w:rsid w:val="00E0561B"/>
    <w:rsid w:val="00E0573F"/>
    <w:rsid w:val="00E05F3C"/>
    <w:rsid w:val="00E066A5"/>
    <w:rsid w:val="00E07206"/>
    <w:rsid w:val="00E072C9"/>
    <w:rsid w:val="00E073D5"/>
    <w:rsid w:val="00E07E66"/>
    <w:rsid w:val="00E1031E"/>
    <w:rsid w:val="00E10612"/>
    <w:rsid w:val="00E107B1"/>
    <w:rsid w:val="00E10A97"/>
    <w:rsid w:val="00E10AC0"/>
    <w:rsid w:val="00E10C6C"/>
    <w:rsid w:val="00E10E07"/>
    <w:rsid w:val="00E10E5A"/>
    <w:rsid w:val="00E10EE2"/>
    <w:rsid w:val="00E10FEF"/>
    <w:rsid w:val="00E1103A"/>
    <w:rsid w:val="00E11375"/>
    <w:rsid w:val="00E1144D"/>
    <w:rsid w:val="00E11633"/>
    <w:rsid w:val="00E1166C"/>
    <w:rsid w:val="00E11A04"/>
    <w:rsid w:val="00E11A8D"/>
    <w:rsid w:val="00E11AA0"/>
    <w:rsid w:val="00E11B5D"/>
    <w:rsid w:val="00E11C6E"/>
    <w:rsid w:val="00E11F62"/>
    <w:rsid w:val="00E1245B"/>
    <w:rsid w:val="00E124EE"/>
    <w:rsid w:val="00E12709"/>
    <w:rsid w:val="00E12ADF"/>
    <w:rsid w:val="00E12BB9"/>
    <w:rsid w:val="00E13419"/>
    <w:rsid w:val="00E13C54"/>
    <w:rsid w:val="00E13C5E"/>
    <w:rsid w:val="00E13D7E"/>
    <w:rsid w:val="00E1410C"/>
    <w:rsid w:val="00E14198"/>
    <w:rsid w:val="00E146D6"/>
    <w:rsid w:val="00E14736"/>
    <w:rsid w:val="00E1479C"/>
    <w:rsid w:val="00E147C8"/>
    <w:rsid w:val="00E14B6F"/>
    <w:rsid w:val="00E14E89"/>
    <w:rsid w:val="00E14FD7"/>
    <w:rsid w:val="00E157BA"/>
    <w:rsid w:val="00E15A50"/>
    <w:rsid w:val="00E15D25"/>
    <w:rsid w:val="00E15FC1"/>
    <w:rsid w:val="00E162AF"/>
    <w:rsid w:val="00E1636C"/>
    <w:rsid w:val="00E163FB"/>
    <w:rsid w:val="00E1650F"/>
    <w:rsid w:val="00E16671"/>
    <w:rsid w:val="00E16809"/>
    <w:rsid w:val="00E168F2"/>
    <w:rsid w:val="00E16A1E"/>
    <w:rsid w:val="00E17AF6"/>
    <w:rsid w:val="00E17B3A"/>
    <w:rsid w:val="00E2004A"/>
    <w:rsid w:val="00E20110"/>
    <w:rsid w:val="00E213E9"/>
    <w:rsid w:val="00E2146F"/>
    <w:rsid w:val="00E219D6"/>
    <w:rsid w:val="00E21A08"/>
    <w:rsid w:val="00E21FF0"/>
    <w:rsid w:val="00E22277"/>
    <w:rsid w:val="00E224EC"/>
    <w:rsid w:val="00E2268E"/>
    <w:rsid w:val="00E227B8"/>
    <w:rsid w:val="00E22EA9"/>
    <w:rsid w:val="00E230A5"/>
    <w:rsid w:val="00E2319B"/>
    <w:rsid w:val="00E23446"/>
    <w:rsid w:val="00E23867"/>
    <w:rsid w:val="00E2393F"/>
    <w:rsid w:val="00E239E6"/>
    <w:rsid w:val="00E24205"/>
    <w:rsid w:val="00E2432B"/>
    <w:rsid w:val="00E24332"/>
    <w:rsid w:val="00E2439D"/>
    <w:rsid w:val="00E245AC"/>
    <w:rsid w:val="00E24997"/>
    <w:rsid w:val="00E24FA6"/>
    <w:rsid w:val="00E251AB"/>
    <w:rsid w:val="00E254EA"/>
    <w:rsid w:val="00E256D6"/>
    <w:rsid w:val="00E2572A"/>
    <w:rsid w:val="00E259D9"/>
    <w:rsid w:val="00E25EEA"/>
    <w:rsid w:val="00E2697B"/>
    <w:rsid w:val="00E26A2B"/>
    <w:rsid w:val="00E26C74"/>
    <w:rsid w:val="00E273A2"/>
    <w:rsid w:val="00E276AB"/>
    <w:rsid w:val="00E27799"/>
    <w:rsid w:val="00E2784B"/>
    <w:rsid w:val="00E30640"/>
    <w:rsid w:val="00E30643"/>
    <w:rsid w:val="00E3068E"/>
    <w:rsid w:val="00E30BF9"/>
    <w:rsid w:val="00E313B9"/>
    <w:rsid w:val="00E313D4"/>
    <w:rsid w:val="00E31416"/>
    <w:rsid w:val="00E314A6"/>
    <w:rsid w:val="00E315A4"/>
    <w:rsid w:val="00E31932"/>
    <w:rsid w:val="00E319BE"/>
    <w:rsid w:val="00E31BF2"/>
    <w:rsid w:val="00E3268D"/>
    <w:rsid w:val="00E3289E"/>
    <w:rsid w:val="00E32D23"/>
    <w:rsid w:val="00E32D9E"/>
    <w:rsid w:val="00E32F37"/>
    <w:rsid w:val="00E332DB"/>
    <w:rsid w:val="00E33418"/>
    <w:rsid w:val="00E33813"/>
    <w:rsid w:val="00E341ED"/>
    <w:rsid w:val="00E34C9F"/>
    <w:rsid w:val="00E350E1"/>
    <w:rsid w:val="00E3531C"/>
    <w:rsid w:val="00E353DD"/>
    <w:rsid w:val="00E355A4"/>
    <w:rsid w:val="00E3562B"/>
    <w:rsid w:val="00E35784"/>
    <w:rsid w:val="00E35908"/>
    <w:rsid w:val="00E35C84"/>
    <w:rsid w:val="00E35FA2"/>
    <w:rsid w:val="00E35FAB"/>
    <w:rsid w:val="00E365AB"/>
    <w:rsid w:val="00E36DFA"/>
    <w:rsid w:val="00E377B3"/>
    <w:rsid w:val="00E37825"/>
    <w:rsid w:val="00E40C40"/>
    <w:rsid w:val="00E40CB9"/>
    <w:rsid w:val="00E41272"/>
    <w:rsid w:val="00E41331"/>
    <w:rsid w:val="00E4182B"/>
    <w:rsid w:val="00E41928"/>
    <w:rsid w:val="00E41DE2"/>
    <w:rsid w:val="00E42282"/>
    <w:rsid w:val="00E42681"/>
    <w:rsid w:val="00E427EA"/>
    <w:rsid w:val="00E42D3B"/>
    <w:rsid w:val="00E4365A"/>
    <w:rsid w:val="00E43836"/>
    <w:rsid w:val="00E43CDD"/>
    <w:rsid w:val="00E43E28"/>
    <w:rsid w:val="00E43EAE"/>
    <w:rsid w:val="00E4416B"/>
    <w:rsid w:val="00E446FF"/>
    <w:rsid w:val="00E448A6"/>
    <w:rsid w:val="00E44A49"/>
    <w:rsid w:val="00E44E1D"/>
    <w:rsid w:val="00E4505C"/>
    <w:rsid w:val="00E453B9"/>
    <w:rsid w:val="00E455E8"/>
    <w:rsid w:val="00E45E94"/>
    <w:rsid w:val="00E46A5E"/>
    <w:rsid w:val="00E46DB8"/>
    <w:rsid w:val="00E46DCC"/>
    <w:rsid w:val="00E4730D"/>
    <w:rsid w:val="00E47370"/>
    <w:rsid w:val="00E4747A"/>
    <w:rsid w:val="00E47619"/>
    <w:rsid w:val="00E47713"/>
    <w:rsid w:val="00E479D8"/>
    <w:rsid w:val="00E47A81"/>
    <w:rsid w:val="00E50296"/>
    <w:rsid w:val="00E502D2"/>
    <w:rsid w:val="00E50430"/>
    <w:rsid w:val="00E5069F"/>
    <w:rsid w:val="00E506BB"/>
    <w:rsid w:val="00E509F4"/>
    <w:rsid w:val="00E50A94"/>
    <w:rsid w:val="00E50AFF"/>
    <w:rsid w:val="00E50C17"/>
    <w:rsid w:val="00E50DA5"/>
    <w:rsid w:val="00E50E4D"/>
    <w:rsid w:val="00E50E6D"/>
    <w:rsid w:val="00E511D7"/>
    <w:rsid w:val="00E512E0"/>
    <w:rsid w:val="00E513F4"/>
    <w:rsid w:val="00E519DD"/>
    <w:rsid w:val="00E52643"/>
    <w:rsid w:val="00E52798"/>
    <w:rsid w:val="00E5291E"/>
    <w:rsid w:val="00E52933"/>
    <w:rsid w:val="00E52AF1"/>
    <w:rsid w:val="00E52F0A"/>
    <w:rsid w:val="00E52F40"/>
    <w:rsid w:val="00E53307"/>
    <w:rsid w:val="00E53721"/>
    <w:rsid w:val="00E53B81"/>
    <w:rsid w:val="00E543EF"/>
    <w:rsid w:val="00E54706"/>
    <w:rsid w:val="00E54939"/>
    <w:rsid w:val="00E54948"/>
    <w:rsid w:val="00E54F95"/>
    <w:rsid w:val="00E55179"/>
    <w:rsid w:val="00E55ACA"/>
    <w:rsid w:val="00E55B04"/>
    <w:rsid w:val="00E5618A"/>
    <w:rsid w:val="00E56962"/>
    <w:rsid w:val="00E57404"/>
    <w:rsid w:val="00E57886"/>
    <w:rsid w:val="00E5789E"/>
    <w:rsid w:val="00E579EE"/>
    <w:rsid w:val="00E57BCE"/>
    <w:rsid w:val="00E57D02"/>
    <w:rsid w:val="00E60A9F"/>
    <w:rsid w:val="00E60B5F"/>
    <w:rsid w:val="00E61259"/>
    <w:rsid w:val="00E612A7"/>
    <w:rsid w:val="00E61410"/>
    <w:rsid w:val="00E61CB9"/>
    <w:rsid w:val="00E61D81"/>
    <w:rsid w:val="00E62180"/>
    <w:rsid w:val="00E6224E"/>
    <w:rsid w:val="00E628FE"/>
    <w:rsid w:val="00E6297F"/>
    <w:rsid w:val="00E62B05"/>
    <w:rsid w:val="00E62C67"/>
    <w:rsid w:val="00E63C00"/>
    <w:rsid w:val="00E64326"/>
    <w:rsid w:val="00E64352"/>
    <w:rsid w:val="00E645CB"/>
    <w:rsid w:val="00E6463C"/>
    <w:rsid w:val="00E64A20"/>
    <w:rsid w:val="00E64D24"/>
    <w:rsid w:val="00E64EFE"/>
    <w:rsid w:val="00E64F7E"/>
    <w:rsid w:val="00E6510D"/>
    <w:rsid w:val="00E652C0"/>
    <w:rsid w:val="00E6534E"/>
    <w:rsid w:val="00E65559"/>
    <w:rsid w:val="00E659AA"/>
    <w:rsid w:val="00E66545"/>
    <w:rsid w:val="00E66A55"/>
    <w:rsid w:val="00E67876"/>
    <w:rsid w:val="00E67C8C"/>
    <w:rsid w:val="00E67F56"/>
    <w:rsid w:val="00E67FFB"/>
    <w:rsid w:val="00E70028"/>
    <w:rsid w:val="00E706CC"/>
    <w:rsid w:val="00E707A6"/>
    <w:rsid w:val="00E70F19"/>
    <w:rsid w:val="00E71155"/>
    <w:rsid w:val="00E7117B"/>
    <w:rsid w:val="00E717A6"/>
    <w:rsid w:val="00E71889"/>
    <w:rsid w:val="00E718AC"/>
    <w:rsid w:val="00E71A84"/>
    <w:rsid w:val="00E71F4E"/>
    <w:rsid w:val="00E726FB"/>
    <w:rsid w:val="00E729A3"/>
    <w:rsid w:val="00E72A02"/>
    <w:rsid w:val="00E72A25"/>
    <w:rsid w:val="00E72BC6"/>
    <w:rsid w:val="00E72C5C"/>
    <w:rsid w:val="00E72E22"/>
    <w:rsid w:val="00E73723"/>
    <w:rsid w:val="00E73741"/>
    <w:rsid w:val="00E738F3"/>
    <w:rsid w:val="00E73E17"/>
    <w:rsid w:val="00E73E18"/>
    <w:rsid w:val="00E73FBF"/>
    <w:rsid w:val="00E74481"/>
    <w:rsid w:val="00E744B9"/>
    <w:rsid w:val="00E74563"/>
    <w:rsid w:val="00E74674"/>
    <w:rsid w:val="00E7477F"/>
    <w:rsid w:val="00E74C9A"/>
    <w:rsid w:val="00E7509E"/>
    <w:rsid w:val="00E75809"/>
    <w:rsid w:val="00E758AB"/>
    <w:rsid w:val="00E759B7"/>
    <w:rsid w:val="00E76600"/>
    <w:rsid w:val="00E76789"/>
    <w:rsid w:val="00E768BF"/>
    <w:rsid w:val="00E7693F"/>
    <w:rsid w:val="00E76A2B"/>
    <w:rsid w:val="00E76A5D"/>
    <w:rsid w:val="00E76C7A"/>
    <w:rsid w:val="00E76E9A"/>
    <w:rsid w:val="00E7701E"/>
    <w:rsid w:val="00E770AD"/>
    <w:rsid w:val="00E77AF7"/>
    <w:rsid w:val="00E77E1F"/>
    <w:rsid w:val="00E77F76"/>
    <w:rsid w:val="00E8033A"/>
    <w:rsid w:val="00E80355"/>
    <w:rsid w:val="00E806EA"/>
    <w:rsid w:val="00E8072B"/>
    <w:rsid w:val="00E80732"/>
    <w:rsid w:val="00E80AE6"/>
    <w:rsid w:val="00E80D66"/>
    <w:rsid w:val="00E8106F"/>
    <w:rsid w:val="00E81242"/>
    <w:rsid w:val="00E812F4"/>
    <w:rsid w:val="00E81371"/>
    <w:rsid w:val="00E819AF"/>
    <w:rsid w:val="00E81ECA"/>
    <w:rsid w:val="00E824B3"/>
    <w:rsid w:val="00E825C7"/>
    <w:rsid w:val="00E827A6"/>
    <w:rsid w:val="00E82B5A"/>
    <w:rsid w:val="00E82DE4"/>
    <w:rsid w:val="00E8331A"/>
    <w:rsid w:val="00E834BD"/>
    <w:rsid w:val="00E83978"/>
    <w:rsid w:val="00E83EF6"/>
    <w:rsid w:val="00E84677"/>
    <w:rsid w:val="00E84690"/>
    <w:rsid w:val="00E84C48"/>
    <w:rsid w:val="00E851B0"/>
    <w:rsid w:val="00E853F4"/>
    <w:rsid w:val="00E85484"/>
    <w:rsid w:val="00E85B6D"/>
    <w:rsid w:val="00E85CF5"/>
    <w:rsid w:val="00E85DCA"/>
    <w:rsid w:val="00E85EC7"/>
    <w:rsid w:val="00E85F84"/>
    <w:rsid w:val="00E86B63"/>
    <w:rsid w:val="00E86B92"/>
    <w:rsid w:val="00E86D73"/>
    <w:rsid w:val="00E87378"/>
    <w:rsid w:val="00E875B5"/>
    <w:rsid w:val="00E87C08"/>
    <w:rsid w:val="00E87C56"/>
    <w:rsid w:val="00E906FA"/>
    <w:rsid w:val="00E90ACA"/>
    <w:rsid w:val="00E90B99"/>
    <w:rsid w:val="00E90C5A"/>
    <w:rsid w:val="00E9155F"/>
    <w:rsid w:val="00E915CB"/>
    <w:rsid w:val="00E9199E"/>
    <w:rsid w:val="00E91A69"/>
    <w:rsid w:val="00E91DAC"/>
    <w:rsid w:val="00E91DF1"/>
    <w:rsid w:val="00E91E67"/>
    <w:rsid w:val="00E9220D"/>
    <w:rsid w:val="00E92BA8"/>
    <w:rsid w:val="00E92F2C"/>
    <w:rsid w:val="00E9313F"/>
    <w:rsid w:val="00E932E6"/>
    <w:rsid w:val="00E932F0"/>
    <w:rsid w:val="00E9360D"/>
    <w:rsid w:val="00E93A20"/>
    <w:rsid w:val="00E93A3C"/>
    <w:rsid w:val="00E93C28"/>
    <w:rsid w:val="00E940F2"/>
    <w:rsid w:val="00E94B62"/>
    <w:rsid w:val="00E94EAD"/>
    <w:rsid w:val="00E94F52"/>
    <w:rsid w:val="00E957B0"/>
    <w:rsid w:val="00E9580B"/>
    <w:rsid w:val="00E95A4A"/>
    <w:rsid w:val="00E95C03"/>
    <w:rsid w:val="00E95E21"/>
    <w:rsid w:val="00E9609C"/>
    <w:rsid w:val="00E9658C"/>
    <w:rsid w:val="00E9688F"/>
    <w:rsid w:val="00E96915"/>
    <w:rsid w:val="00E96B0A"/>
    <w:rsid w:val="00E96B62"/>
    <w:rsid w:val="00E96CC0"/>
    <w:rsid w:val="00E97055"/>
    <w:rsid w:val="00E971A2"/>
    <w:rsid w:val="00E97395"/>
    <w:rsid w:val="00E97737"/>
    <w:rsid w:val="00E97E64"/>
    <w:rsid w:val="00EA06BC"/>
    <w:rsid w:val="00EA0A9C"/>
    <w:rsid w:val="00EA0CD0"/>
    <w:rsid w:val="00EA0ED8"/>
    <w:rsid w:val="00EA1093"/>
    <w:rsid w:val="00EA15BC"/>
    <w:rsid w:val="00EA16B2"/>
    <w:rsid w:val="00EA17CF"/>
    <w:rsid w:val="00EA17F1"/>
    <w:rsid w:val="00EA1990"/>
    <w:rsid w:val="00EA1B29"/>
    <w:rsid w:val="00EA1D7C"/>
    <w:rsid w:val="00EA24D4"/>
    <w:rsid w:val="00EA2A1E"/>
    <w:rsid w:val="00EA2FC6"/>
    <w:rsid w:val="00EA31FC"/>
    <w:rsid w:val="00EA32ED"/>
    <w:rsid w:val="00EA34D0"/>
    <w:rsid w:val="00EA35E4"/>
    <w:rsid w:val="00EA3B7D"/>
    <w:rsid w:val="00EA3C72"/>
    <w:rsid w:val="00EA3C81"/>
    <w:rsid w:val="00EA4117"/>
    <w:rsid w:val="00EA46A5"/>
    <w:rsid w:val="00EA485E"/>
    <w:rsid w:val="00EA48C5"/>
    <w:rsid w:val="00EA4DDC"/>
    <w:rsid w:val="00EA4EBC"/>
    <w:rsid w:val="00EA4EE5"/>
    <w:rsid w:val="00EA5189"/>
    <w:rsid w:val="00EA53F6"/>
    <w:rsid w:val="00EA5622"/>
    <w:rsid w:val="00EA57B3"/>
    <w:rsid w:val="00EA5C8D"/>
    <w:rsid w:val="00EA6026"/>
    <w:rsid w:val="00EA6390"/>
    <w:rsid w:val="00EA650E"/>
    <w:rsid w:val="00EA65ED"/>
    <w:rsid w:val="00EA689F"/>
    <w:rsid w:val="00EA6987"/>
    <w:rsid w:val="00EA6AFE"/>
    <w:rsid w:val="00EA6BAF"/>
    <w:rsid w:val="00EA6C4D"/>
    <w:rsid w:val="00EA6CCC"/>
    <w:rsid w:val="00EA6E41"/>
    <w:rsid w:val="00EA722F"/>
    <w:rsid w:val="00EA72FD"/>
    <w:rsid w:val="00EA736C"/>
    <w:rsid w:val="00EA772A"/>
    <w:rsid w:val="00EA77DB"/>
    <w:rsid w:val="00EA7827"/>
    <w:rsid w:val="00EA7F89"/>
    <w:rsid w:val="00EA7FD0"/>
    <w:rsid w:val="00EB02A0"/>
    <w:rsid w:val="00EB050F"/>
    <w:rsid w:val="00EB07E4"/>
    <w:rsid w:val="00EB09C1"/>
    <w:rsid w:val="00EB0A57"/>
    <w:rsid w:val="00EB0EA2"/>
    <w:rsid w:val="00EB0FE3"/>
    <w:rsid w:val="00EB1089"/>
    <w:rsid w:val="00EB1ABE"/>
    <w:rsid w:val="00EB1E52"/>
    <w:rsid w:val="00EB21B3"/>
    <w:rsid w:val="00EB22CC"/>
    <w:rsid w:val="00EB25CF"/>
    <w:rsid w:val="00EB26B3"/>
    <w:rsid w:val="00EB26E2"/>
    <w:rsid w:val="00EB36BB"/>
    <w:rsid w:val="00EB36DE"/>
    <w:rsid w:val="00EB39D9"/>
    <w:rsid w:val="00EB3C81"/>
    <w:rsid w:val="00EB3F57"/>
    <w:rsid w:val="00EB499F"/>
    <w:rsid w:val="00EB49E5"/>
    <w:rsid w:val="00EB4BF2"/>
    <w:rsid w:val="00EB5514"/>
    <w:rsid w:val="00EB554B"/>
    <w:rsid w:val="00EB5CA3"/>
    <w:rsid w:val="00EB5F01"/>
    <w:rsid w:val="00EB61B2"/>
    <w:rsid w:val="00EB623B"/>
    <w:rsid w:val="00EB635E"/>
    <w:rsid w:val="00EB6407"/>
    <w:rsid w:val="00EB65B7"/>
    <w:rsid w:val="00EB6D30"/>
    <w:rsid w:val="00EB6E34"/>
    <w:rsid w:val="00EB6EC3"/>
    <w:rsid w:val="00EB7024"/>
    <w:rsid w:val="00EB7079"/>
    <w:rsid w:val="00EB736B"/>
    <w:rsid w:val="00EB755E"/>
    <w:rsid w:val="00EB7BA9"/>
    <w:rsid w:val="00EC0710"/>
    <w:rsid w:val="00EC09F9"/>
    <w:rsid w:val="00EC11E2"/>
    <w:rsid w:val="00EC12CB"/>
    <w:rsid w:val="00EC1332"/>
    <w:rsid w:val="00EC1392"/>
    <w:rsid w:val="00EC1F65"/>
    <w:rsid w:val="00EC21D5"/>
    <w:rsid w:val="00EC235F"/>
    <w:rsid w:val="00EC297C"/>
    <w:rsid w:val="00EC30AB"/>
    <w:rsid w:val="00EC36B9"/>
    <w:rsid w:val="00EC3C7E"/>
    <w:rsid w:val="00EC3E1C"/>
    <w:rsid w:val="00EC3E69"/>
    <w:rsid w:val="00EC40CA"/>
    <w:rsid w:val="00EC41A0"/>
    <w:rsid w:val="00EC43DA"/>
    <w:rsid w:val="00EC48DB"/>
    <w:rsid w:val="00EC48F2"/>
    <w:rsid w:val="00EC4BAB"/>
    <w:rsid w:val="00EC4DEF"/>
    <w:rsid w:val="00EC50C9"/>
    <w:rsid w:val="00EC5199"/>
    <w:rsid w:val="00EC51AC"/>
    <w:rsid w:val="00EC525B"/>
    <w:rsid w:val="00EC52F9"/>
    <w:rsid w:val="00EC56FD"/>
    <w:rsid w:val="00EC57F9"/>
    <w:rsid w:val="00EC5AD9"/>
    <w:rsid w:val="00EC5C64"/>
    <w:rsid w:val="00EC5CA7"/>
    <w:rsid w:val="00EC5CD9"/>
    <w:rsid w:val="00EC5D7B"/>
    <w:rsid w:val="00EC5F4A"/>
    <w:rsid w:val="00EC6289"/>
    <w:rsid w:val="00EC6940"/>
    <w:rsid w:val="00EC6AF4"/>
    <w:rsid w:val="00EC6FD7"/>
    <w:rsid w:val="00EC7013"/>
    <w:rsid w:val="00EC76C0"/>
    <w:rsid w:val="00EC77DB"/>
    <w:rsid w:val="00ED0B6F"/>
    <w:rsid w:val="00ED0B8A"/>
    <w:rsid w:val="00ED0CF2"/>
    <w:rsid w:val="00ED1334"/>
    <w:rsid w:val="00ED138C"/>
    <w:rsid w:val="00ED160D"/>
    <w:rsid w:val="00ED16F4"/>
    <w:rsid w:val="00ED192D"/>
    <w:rsid w:val="00ED1B0A"/>
    <w:rsid w:val="00ED1B51"/>
    <w:rsid w:val="00ED1DC2"/>
    <w:rsid w:val="00ED1EE6"/>
    <w:rsid w:val="00ED2974"/>
    <w:rsid w:val="00ED2FF0"/>
    <w:rsid w:val="00ED3127"/>
    <w:rsid w:val="00ED35AB"/>
    <w:rsid w:val="00ED36CB"/>
    <w:rsid w:val="00ED37B0"/>
    <w:rsid w:val="00ED38B4"/>
    <w:rsid w:val="00ED399D"/>
    <w:rsid w:val="00ED3B6E"/>
    <w:rsid w:val="00ED3C94"/>
    <w:rsid w:val="00ED3DE9"/>
    <w:rsid w:val="00ED3E7E"/>
    <w:rsid w:val="00ED4030"/>
    <w:rsid w:val="00ED417D"/>
    <w:rsid w:val="00ED45DF"/>
    <w:rsid w:val="00ED469C"/>
    <w:rsid w:val="00ED46FF"/>
    <w:rsid w:val="00ED4939"/>
    <w:rsid w:val="00ED49F2"/>
    <w:rsid w:val="00ED4D72"/>
    <w:rsid w:val="00ED5BBD"/>
    <w:rsid w:val="00ED5F04"/>
    <w:rsid w:val="00ED6465"/>
    <w:rsid w:val="00ED6562"/>
    <w:rsid w:val="00ED69BF"/>
    <w:rsid w:val="00ED6C04"/>
    <w:rsid w:val="00ED6EB9"/>
    <w:rsid w:val="00ED6F25"/>
    <w:rsid w:val="00ED704E"/>
    <w:rsid w:val="00ED707D"/>
    <w:rsid w:val="00ED73E9"/>
    <w:rsid w:val="00ED7A2D"/>
    <w:rsid w:val="00ED7BEF"/>
    <w:rsid w:val="00ED7D63"/>
    <w:rsid w:val="00ED7F2B"/>
    <w:rsid w:val="00EE01A4"/>
    <w:rsid w:val="00EE0911"/>
    <w:rsid w:val="00EE0F47"/>
    <w:rsid w:val="00EE0FEF"/>
    <w:rsid w:val="00EE127F"/>
    <w:rsid w:val="00EE1AA9"/>
    <w:rsid w:val="00EE1B2B"/>
    <w:rsid w:val="00EE1C15"/>
    <w:rsid w:val="00EE1EE2"/>
    <w:rsid w:val="00EE1EE9"/>
    <w:rsid w:val="00EE29C2"/>
    <w:rsid w:val="00EE2A07"/>
    <w:rsid w:val="00EE2B0D"/>
    <w:rsid w:val="00EE2E25"/>
    <w:rsid w:val="00EE3432"/>
    <w:rsid w:val="00EE34A0"/>
    <w:rsid w:val="00EE3722"/>
    <w:rsid w:val="00EE38BF"/>
    <w:rsid w:val="00EE3E24"/>
    <w:rsid w:val="00EE3E43"/>
    <w:rsid w:val="00EE3E83"/>
    <w:rsid w:val="00EE4437"/>
    <w:rsid w:val="00EE44C8"/>
    <w:rsid w:val="00EE4542"/>
    <w:rsid w:val="00EE482D"/>
    <w:rsid w:val="00EE4B74"/>
    <w:rsid w:val="00EE4C06"/>
    <w:rsid w:val="00EE4CBF"/>
    <w:rsid w:val="00EE514F"/>
    <w:rsid w:val="00EE5249"/>
    <w:rsid w:val="00EE532A"/>
    <w:rsid w:val="00EE5783"/>
    <w:rsid w:val="00EE596C"/>
    <w:rsid w:val="00EE5CEC"/>
    <w:rsid w:val="00EE5D33"/>
    <w:rsid w:val="00EE6117"/>
    <w:rsid w:val="00EE61F8"/>
    <w:rsid w:val="00EE663E"/>
    <w:rsid w:val="00EE66A4"/>
    <w:rsid w:val="00EE6D64"/>
    <w:rsid w:val="00EE6E04"/>
    <w:rsid w:val="00EE6EBA"/>
    <w:rsid w:val="00EE70B0"/>
    <w:rsid w:val="00EE70F6"/>
    <w:rsid w:val="00EE71B4"/>
    <w:rsid w:val="00EE7238"/>
    <w:rsid w:val="00EE732E"/>
    <w:rsid w:val="00EE7496"/>
    <w:rsid w:val="00EE7DAE"/>
    <w:rsid w:val="00EE7F0F"/>
    <w:rsid w:val="00EE7FF7"/>
    <w:rsid w:val="00EF011C"/>
    <w:rsid w:val="00EF03E0"/>
    <w:rsid w:val="00EF08C1"/>
    <w:rsid w:val="00EF09ED"/>
    <w:rsid w:val="00EF0AA7"/>
    <w:rsid w:val="00EF0EDC"/>
    <w:rsid w:val="00EF0EE4"/>
    <w:rsid w:val="00EF0F1D"/>
    <w:rsid w:val="00EF0F56"/>
    <w:rsid w:val="00EF138B"/>
    <w:rsid w:val="00EF1456"/>
    <w:rsid w:val="00EF15EB"/>
    <w:rsid w:val="00EF1646"/>
    <w:rsid w:val="00EF17FE"/>
    <w:rsid w:val="00EF189C"/>
    <w:rsid w:val="00EF1C21"/>
    <w:rsid w:val="00EF1D8A"/>
    <w:rsid w:val="00EF2445"/>
    <w:rsid w:val="00EF299C"/>
    <w:rsid w:val="00EF2AA0"/>
    <w:rsid w:val="00EF2DFC"/>
    <w:rsid w:val="00EF2EA4"/>
    <w:rsid w:val="00EF30C4"/>
    <w:rsid w:val="00EF3265"/>
    <w:rsid w:val="00EF3404"/>
    <w:rsid w:val="00EF34DF"/>
    <w:rsid w:val="00EF35D4"/>
    <w:rsid w:val="00EF3758"/>
    <w:rsid w:val="00EF3971"/>
    <w:rsid w:val="00EF39C1"/>
    <w:rsid w:val="00EF3D90"/>
    <w:rsid w:val="00EF443A"/>
    <w:rsid w:val="00EF4B89"/>
    <w:rsid w:val="00EF4D9E"/>
    <w:rsid w:val="00EF5095"/>
    <w:rsid w:val="00EF52C2"/>
    <w:rsid w:val="00EF5412"/>
    <w:rsid w:val="00EF5583"/>
    <w:rsid w:val="00EF5BD5"/>
    <w:rsid w:val="00EF6076"/>
    <w:rsid w:val="00EF682B"/>
    <w:rsid w:val="00EF6875"/>
    <w:rsid w:val="00EF6D5A"/>
    <w:rsid w:val="00EF6FAB"/>
    <w:rsid w:val="00EF731C"/>
    <w:rsid w:val="00EF7575"/>
    <w:rsid w:val="00EF7BD5"/>
    <w:rsid w:val="00EF7E90"/>
    <w:rsid w:val="00F002D5"/>
    <w:rsid w:val="00F00639"/>
    <w:rsid w:val="00F0073A"/>
    <w:rsid w:val="00F00A3C"/>
    <w:rsid w:val="00F00C40"/>
    <w:rsid w:val="00F01456"/>
    <w:rsid w:val="00F015ED"/>
    <w:rsid w:val="00F01649"/>
    <w:rsid w:val="00F016E8"/>
    <w:rsid w:val="00F01B5E"/>
    <w:rsid w:val="00F01EAF"/>
    <w:rsid w:val="00F01EFF"/>
    <w:rsid w:val="00F021F9"/>
    <w:rsid w:val="00F0238F"/>
    <w:rsid w:val="00F02526"/>
    <w:rsid w:val="00F02556"/>
    <w:rsid w:val="00F025D6"/>
    <w:rsid w:val="00F026D7"/>
    <w:rsid w:val="00F0285C"/>
    <w:rsid w:val="00F03190"/>
    <w:rsid w:val="00F0328C"/>
    <w:rsid w:val="00F0328E"/>
    <w:rsid w:val="00F03304"/>
    <w:rsid w:val="00F03307"/>
    <w:rsid w:val="00F03795"/>
    <w:rsid w:val="00F03B59"/>
    <w:rsid w:val="00F03EB9"/>
    <w:rsid w:val="00F03EBF"/>
    <w:rsid w:val="00F03F4C"/>
    <w:rsid w:val="00F04140"/>
    <w:rsid w:val="00F04190"/>
    <w:rsid w:val="00F04394"/>
    <w:rsid w:val="00F0479A"/>
    <w:rsid w:val="00F04BD4"/>
    <w:rsid w:val="00F04C9C"/>
    <w:rsid w:val="00F04CB9"/>
    <w:rsid w:val="00F04F4F"/>
    <w:rsid w:val="00F050BC"/>
    <w:rsid w:val="00F051F7"/>
    <w:rsid w:val="00F0588C"/>
    <w:rsid w:val="00F05D5F"/>
    <w:rsid w:val="00F06213"/>
    <w:rsid w:val="00F06279"/>
    <w:rsid w:val="00F06BB0"/>
    <w:rsid w:val="00F06CD9"/>
    <w:rsid w:val="00F06D7F"/>
    <w:rsid w:val="00F07787"/>
    <w:rsid w:val="00F07DCD"/>
    <w:rsid w:val="00F07E1F"/>
    <w:rsid w:val="00F106FB"/>
    <w:rsid w:val="00F10CEE"/>
    <w:rsid w:val="00F10E37"/>
    <w:rsid w:val="00F11461"/>
    <w:rsid w:val="00F11476"/>
    <w:rsid w:val="00F11828"/>
    <w:rsid w:val="00F1186A"/>
    <w:rsid w:val="00F11B1A"/>
    <w:rsid w:val="00F11D52"/>
    <w:rsid w:val="00F11DEA"/>
    <w:rsid w:val="00F11EDA"/>
    <w:rsid w:val="00F120D3"/>
    <w:rsid w:val="00F122DB"/>
    <w:rsid w:val="00F126A9"/>
    <w:rsid w:val="00F12C48"/>
    <w:rsid w:val="00F137D9"/>
    <w:rsid w:val="00F13903"/>
    <w:rsid w:val="00F13E94"/>
    <w:rsid w:val="00F13ED4"/>
    <w:rsid w:val="00F13F33"/>
    <w:rsid w:val="00F13F9C"/>
    <w:rsid w:val="00F141E9"/>
    <w:rsid w:val="00F144A5"/>
    <w:rsid w:val="00F1485D"/>
    <w:rsid w:val="00F14FF6"/>
    <w:rsid w:val="00F154EF"/>
    <w:rsid w:val="00F15D5C"/>
    <w:rsid w:val="00F1604B"/>
    <w:rsid w:val="00F1607F"/>
    <w:rsid w:val="00F160C3"/>
    <w:rsid w:val="00F162E8"/>
    <w:rsid w:val="00F16A8E"/>
    <w:rsid w:val="00F16B5C"/>
    <w:rsid w:val="00F16B7C"/>
    <w:rsid w:val="00F16C5B"/>
    <w:rsid w:val="00F16D7E"/>
    <w:rsid w:val="00F17108"/>
    <w:rsid w:val="00F17223"/>
    <w:rsid w:val="00F17A09"/>
    <w:rsid w:val="00F17BAB"/>
    <w:rsid w:val="00F20661"/>
    <w:rsid w:val="00F208D2"/>
    <w:rsid w:val="00F208F4"/>
    <w:rsid w:val="00F20913"/>
    <w:rsid w:val="00F2097F"/>
    <w:rsid w:val="00F2099E"/>
    <w:rsid w:val="00F20A43"/>
    <w:rsid w:val="00F20DDD"/>
    <w:rsid w:val="00F2121E"/>
    <w:rsid w:val="00F215CD"/>
    <w:rsid w:val="00F21CC0"/>
    <w:rsid w:val="00F220FB"/>
    <w:rsid w:val="00F2225D"/>
    <w:rsid w:val="00F228EC"/>
    <w:rsid w:val="00F229BA"/>
    <w:rsid w:val="00F22AFC"/>
    <w:rsid w:val="00F22E1E"/>
    <w:rsid w:val="00F22E47"/>
    <w:rsid w:val="00F2312D"/>
    <w:rsid w:val="00F232C5"/>
    <w:rsid w:val="00F23963"/>
    <w:rsid w:val="00F23B1A"/>
    <w:rsid w:val="00F2414A"/>
    <w:rsid w:val="00F244CB"/>
    <w:rsid w:val="00F24586"/>
    <w:rsid w:val="00F24FDB"/>
    <w:rsid w:val="00F251C5"/>
    <w:rsid w:val="00F252B8"/>
    <w:rsid w:val="00F25416"/>
    <w:rsid w:val="00F2565B"/>
    <w:rsid w:val="00F2612D"/>
    <w:rsid w:val="00F264B0"/>
    <w:rsid w:val="00F264EC"/>
    <w:rsid w:val="00F266B2"/>
    <w:rsid w:val="00F266C4"/>
    <w:rsid w:val="00F2690F"/>
    <w:rsid w:val="00F26E13"/>
    <w:rsid w:val="00F2725C"/>
    <w:rsid w:val="00F2768F"/>
    <w:rsid w:val="00F2777C"/>
    <w:rsid w:val="00F30092"/>
    <w:rsid w:val="00F30395"/>
    <w:rsid w:val="00F30693"/>
    <w:rsid w:val="00F30696"/>
    <w:rsid w:val="00F3075B"/>
    <w:rsid w:val="00F311C4"/>
    <w:rsid w:val="00F3134F"/>
    <w:rsid w:val="00F3135C"/>
    <w:rsid w:val="00F31362"/>
    <w:rsid w:val="00F314CC"/>
    <w:rsid w:val="00F31876"/>
    <w:rsid w:val="00F318C6"/>
    <w:rsid w:val="00F31A1B"/>
    <w:rsid w:val="00F31AE6"/>
    <w:rsid w:val="00F31B01"/>
    <w:rsid w:val="00F31E4C"/>
    <w:rsid w:val="00F3227F"/>
    <w:rsid w:val="00F3259A"/>
    <w:rsid w:val="00F32A75"/>
    <w:rsid w:val="00F32C86"/>
    <w:rsid w:val="00F32D26"/>
    <w:rsid w:val="00F32E88"/>
    <w:rsid w:val="00F32E8C"/>
    <w:rsid w:val="00F32F5D"/>
    <w:rsid w:val="00F333FD"/>
    <w:rsid w:val="00F3340F"/>
    <w:rsid w:val="00F33620"/>
    <w:rsid w:val="00F33A72"/>
    <w:rsid w:val="00F344CF"/>
    <w:rsid w:val="00F34756"/>
    <w:rsid w:val="00F348F3"/>
    <w:rsid w:val="00F34908"/>
    <w:rsid w:val="00F353BF"/>
    <w:rsid w:val="00F35577"/>
    <w:rsid w:val="00F35DC5"/>
    <w:rsid w:val="00F3637F"/>
    <w:rsid w:val="00F36712"/>
    <w:rsid w:val="00F36B7F"/>
    <w:rsid w:val="00F36C6B"/>
    <w:rsid w:val="00F374B6"/>
    <w:rsid w:val="00F3774D"/>
    <w:rsid w:val="00F37944"/>
    <w:rsid w:val="00F37CAA"/>
    <w:rsid w:val="00F37D4C"/>
    <w:rsid w:val="00F404FC"/>
    <w:rsid w:val="00F40EA7"/>
    <w:rsid w:val="00F41051"/>
    <w:rsid w:val="00F4120C"/>
    <w:rsid w:val="00F41889"/>
    <w:rsid w:val="00F41932"/>
    <w:rsid w:val="00F41D8C"/>
    <w:rsid w:val="00F42027"/>
    <w:rsid w:val="00F42130"/>
    <w:rsid w:val="00F42301"/>
    <w:rsid w:val="00F42466"/>
    <w:rsid w:val="00F424C7"/>
    <w:rsid w:val="00F4295F"/>
    <w:rsid w:val="00F42B1E"/>
    <w:rsid w:val="00F42B62"/>
    <w:rsid w:val="00F42ECF"/>
    <w:rsid w:val="00F4375A"/>
    <w:rsid w:val="00F438BD"/>
    <w:rsid w:val="00F43AB9"/>
    <w:rsid w:val="00F44793"/>
    <w:rsid w:val="00F44929"/>
    <w:rsid w:val="00F44AEA"/>
    <w:rsid w:val="00F44C64"/>
    <w:rsid w:val="00F44D3A"/>
    <w:rsid w:val="00F44FD3"/>
    <w:rsid w:val="00F450AF"/>
    <w:rsid w:val="00F45252"/>
    <w:rsid w:val="00F4561F"/>
    <w:rsid w:val="00F4563E"/>
    <w:rsid w:val="00F456C1"/>
    <w:rsid w:val="00F45D81"/>
    <w:rsid w:val="00F46089"/>
    <w:rsid w:val="00F461B4"/>
    <w:rsid w:val="00F4670C"/>
    <w:rsid w:val="00F46BCB"/>
    <w:rsid w:val="00F46E0B"/>
    <w:rsid w:val="00F46F8F"/>
    <w:rsid w:val="00F4725B"/>
    <w:rsid w:val="00F47765"/>
    <w:rsid w:val="00F477A8"/>
    <w:rsid w:val="00F479B7"/>
    <w:rsid w:val="00F47CDD"/>
    <w:rsid w:val="00F47DFF"/>
    <w:rsid w:val="00F47F6E"/>
    <w:rsid w:val="00F500B8"/>
    <w:rsid w:val="00F50218"/>
    <w:rsid w:val="00F50612"/>
    <w:rsid w:val="00F50635"/>
    <w:rsid w:val="00F50A2D"/>
    <w:rsid w:val="00F50A9A"/>
    <w:rsid w:val="00F50B99"/>
    <w:rsid w:val="00F50D81"/>
    <w:rsid w:val="00F50FC4"/>
    <w:rsid w:val="00F51C90"/>
    <w:rsid w:val="00F51F2F"/>
    <w:rsid w:val="00F52359"/>
    <w:rsid w:val="00F5235A"/>
    <w:rsid w:val="00F529AA"/>
    <w:rsid w:val="00F52BFC"/>
    <w:rsid w:val="00F531E6"/>
    <w:rsid w:val="00F53723"/>
    <w:rsid w:val="00F538DB"/>
    <w:rsid w:val="00F53D87"/>
    <w:rsid w:val="00F540A2"/>
    <w:rsid w:val="00F5424C"/>
    <w:rsid w:val="00F54BC6"/>
    <w:rsid w:val="00F54CA0"/>
    <w:rsid w:val="00F54FAC"/>
    <w:rsid w:val="00F551E2"/>
    <w:rsid w:val="00F553A6"/>
    <w:rsid w:val="00F5542D"/>
    <w:rsid w:val="00F55924"/>
    <w:rsid w:val="00F55B15"/>
    <w:rsid w:val="00F55E7C"/>
    <w:rsid w:val="00F55F19"/>
    <w:rsid w:val="00F56253"/>
    <w:rsid w:val="00F56279"/>
    <w:rsid w:val="00F56AFB"/>
    <w:rsid w:val="00F56D8E"/>
    <w:rsid w:val="00F5703B"/>
    <w:rsid w:val="00F571BE"/>
    <w:rsid w:val="00F579D6"/>
    <w:rsid w:val="00F57C48"/>
    <w:rsid w:val="00F57CFA"/>
    <w:rsid w:val="00F60120"/>
    <w:rsid w:val="00F601B1"/>
    <w:rsid w:val="00F60352"/>
    <w:rsid w:val="00F6035E"/>
    <w:rsid w:val="00F609FC"/>
    <w:rsid w:val="00F60A88"/>
    <w:rsid w:val="00F60C49"/>
    <w:rsid w:val="00F617FF"/>
    <w:rsid w:val="00F61B5C"/>
    <w:rsid w:val="00F61CF4"/>
    <w:rsid w:val="00F61E49"/>
    <w:rsid w:val="00F61EAA"/>
    <w:rsid w:val="00F62828"/>
    <w:rsid w:val="00F62D50"/>
    <w:rsid w:val="00F62FC2"/>
    <w:rsid w:val="00F632E7"/>
    <w:rsid w:val="00F6351D"/>
    <w:rsid w:val="00F6352F"/>
    <w:rsid w:val="00F63749"/>
    <w:rsid w:val="00F64034"/>
    <w:rsid w:val="00F640AB"/>
    <w:rsid w:val="00F64D71"/>
    <w:rsid w:val="00F64E54"/>
    <w:rsid w:val="00F64F4A"/>
    <w:rsid w:val="00F650E8"/>
    <w:rsid w:val="00F65493"/>
    <w:rsid w:val="00F655CE"/>
    <w:rsid w:val="00F65900"/>
    <w:rsid w:val="00F65B20"/>
    <w:rsid w:val="00F65B67"/>
    <w:rsid w:val="00F65D16"/>
    <w:rsid w:val="00F65F11"/>
    <w:rsid w:val="00F66256"/>
    <w:rsid w:val="00F662A2"/>
    <w:rsid w:val="00F6676F"/>
    <w:rsid w:val="00F66AE5"/>
    <w:rsid w:val="00F66EC0"/>
    <w:rsid w:val="00F67193"/>
    <w:rsid w:val="00F671BC"/>
    <w:rsid w:val="00F67262"/>
    <w:rsid w:val="00F67C39"/>
    <w:rsid w:val="00F7123E"/>
    <w:rsid w:val="00F71626"/>
    <w:rsid w:val="00F71AEC"/>
    <w:rsid w:val="00F71B97"/>
    <w:rsid w:val="00F71DB9"/>
    <w:rsid w:val="00F72184"/>
    <w:rsid w:val="00F723BE"/>
    <w:rsid w:val="00F7261E"/>
    <w:rsid w:val="00F7285A"/>
    <w:rsid w:val="00F729F0"/>
    <w:rsid w:val="00F73DBB"/>
    <w:rsid w:val="00F740A2"/>
    <w:rsid w:val="00F749EA"/>
    <w:rsid w:val="00F74B5C"/>
    <w:rsid w:val="00F74C0D"/>
    <w:rsid w:val="00F74C94"/>
    <w:rsid w:val="00F74E4C"/>
    <w:rsid w:val="00F75203"/>
    <w:rsid w:val="00F75320"/>
    <w:rsid w:val="00F75500"/>
    <w:rsid w:val="00F756B4"/>
    <w:rsid w:val="00F7576C"/>
    <w:rsid w:val="00F75867"/>
    <w:rsid w:val="00F75F09"/>
    <w:rsid w:val="00F76476"/>
    <w:rsid w:val="00F764EF"/>
    <w:rsid w:val="00F76A8E"/>
    <w:rsid w:val="00F76AB1"/>
    <w:rsid w:val="00F76CDE"/>
    <w:rsid w:val="00F76E5F"/>
    <w:rsid w:val="00F773B3"/>
    <w:rsid w:val="00F77629"/>
    <w:rsid w:val="00F7791F"/>
    <w:rsid w:val="00F80365"/>
    <w:rsid w:val="00F807BB"/>
    <w:rsid w:val="00F807D6"/>
    <w:rsid w:val="00F80ECD"/>
    <w:rsid w:val="00F81111"/>
    <w:rsid w:val="00F812DA"/>
    <w:rsid w:val="00F8164F"/>
    <w:rsid w:val="00F8181E"/>
    <w:rsid w:val="00F822CF"/>
    <w:rsid w:val="00F82810"/>
    <w:rsid w:val="00F82CFE"/>
    <w:rsid w:val="00F83522"/>
    <w:rsid w:val="00F8369C"/>
    <w:rsid w:val="00F839C9"/>
    <w:rsid w:val="00F83E6A"/>
    <w:rsid w:val="00F84033"/>
    <w:rsid w:val="00F840D5"/>
    <w:rsid w:val="00F843F8"/>
    <w:rsid w:val="00F850EF"/>
    <w:rsid w:val="00F851C6"/>
    <w:rsid w:val="00F8536B"/>
    <w:rsid w:val="00F8536F"/>
    <w:rsid w:val="00F855F7"/>
    <w:rsid w:val="00F85921"/>
    <w:rsid w:val="00F859F9"/>
    <w:rsid w:val="00F85C57"/>
    <w:rsid w:val="00F85D77"/>
    <w:rsid w:val="00F85EAB"/>
    <w:rsid w:val="00F8699A"/>
    <w:rsid w:val="00F86A15"/>
    <w:rsid w:val="00F86A1D"/>
    <w:rsid w:val="00F86AF5"/>
    <w:rsid w:val="00F8761F"/>
    <w:rsid w:val="00F877FD"/>
    <w:rsid w:val="00F879A9"/>
    <w:rsid w:val="00F87DE7"/>
    <w:rsid w:val="00F91689"/>
    <w:rsid w:val="00F91BBD"/>
    <w:rsid w:val="00F91BEF"/>
    <w:rsid w:val="00F91DB4"/>
    <w:rsid w:val="00F926A1"/>
    <w:rsid w:val="00F926BE"/>
    <w:rsid w:val="00F92E32"/>
    <w:rsid w:val="00F93082"/>
    <w:rsid w:val="00F9330A"/>
    <w:rsid w:val="00F93ACF"/>
    <w:rsid w:val="00F93C19"/>
    <w:rsid w:val="00F93CDC"/>
    <w:rsid w:val="00F93EE6"/>
    <w:rsid w:val="00F93F33"/>
    <w:rsid w:val="00F94120"/>
    <w:rsid w:val="00F94496"/>
    <w:rsid w:val="00F946D6"/>
    <w:rsid w:val="00F94E42"/>
    <w:rsid w:val="00F957C0"/>
    <w:rsid w:val="00F95ACC"/>
    <w:rsid w:val="00F9610F"/>
    <w:rsid w:val="00F96136"/>
    <w:rsid w:val="00F96967"/>
    <w:rsid w:val="00F96AC1"/>
    <w:rsid w:val="00F96FEF"/>
    <w:rsid w:val="00F97025"/>
    <w:rsid w:val="00F97072"/>
    <w:rsid w:val="00F971E1"/>
    <w:rsid w:val="00F97723"/>
    <w:rsid w:val="00F97DA6"/>
    <w:rsid w:val="00F97EA2"/>
    <w:rsid w:val="00FA0120"/>
    <w:rsid w:val="00FA01B3"/>
    <w:rsid w:val="00FA0569"/>
    <w:rsid w:val="00FA0622"/>
    <w:rsid w:val="00FA09F6"/>
    <w:rsid w:val="00FA0D46"/>
    <w:rsid w:val="00FA1001"/>
    <w:rsid w:val="00FA14BD"/>
    <w:rsid w:val="00FA18F5"/>
    <w:rsid w:val="00FA223F"/>
    <w:rsid w:val="00FA2294"/>
    <w:rsid w:val="00FA2CB3"/>
    <w:rsid w:val="00FA2DF2"/>
    <w:rsid w:val="00FA32F7"/>
    <w:rsid w:val="00FA34D5"/>
    <w:rsid w:val="00FA35B1"/>
    <w:rsid w:val="00FA368F"/>
    <w:rsid w:val="00FA3758"/>
    <w:rsid w:val="00FA375F"/>
    <w:rsid w:val="00FA3B65"/>
    <w:rsid w:val="00FA3CE4"/>
    <w:rsid w:val="00FA3F82"/>
    <w:rsid w:val="00FA4653"/>
    <w:rsid w:val="00FA5245"/>
    <w:rsid w:val="00FA56EE"/>
    <w:rsid w:val="00FA5901"/>
    <w:rsid w:val="00FA5C6D"/>
    <w:rsid w:val="00FA6067"/>
    <w:rsid w:val="00FA64B5"/>
    <w:rsid w:val="00FA6602"/>
    <w:rsid w:val="00FA6AB6"/>
    <w:rsid w:val="00FA6BDE"/>
    <w:rsid w:val="00FA7024"/>
    <w:rsid w:val="00FA70E2"/>
    <w:rsid w:val="00FA7197"/>
    <w:rsid w:val="00FA73F8"/>
    <w:rsid w:val="00FA742B"/>
    <w:rsid w:val="00FA7552"/>
    <w:rsid w:val="00FA7812"/>
    <w:rsid w:val="00FA7F10"/>
    <w:rsid w:val="00FB01FF"/>
    <w:rsid w:val="00FB0629"/>
    <w:rsid w:val="00FB0987"/>
    <w:rsid w:val="00FB0D5B"/>
    <w:rsid w:val="00FB0FA6"/>
    <w:rsid w:val="00FB1111"/>
    <w:rsid w:val="00FB11A4"/>
    <w:rsid w:val="00FB12E3"/>
    <w:rsid w:val="00FB1453"/>
    <w:rsid w:val="00FB146D"/>
    <w:rsid w:val="00FB1FCE"/>
    <w:rsid w:val="00FB1FFA"/>
    <w:rsid w:val="00FB249C"/>
    <w:rsid w:val="00FB2915"/>
    <w:rsid w:val="00FB2A3A"/>
    <w:rsid w:val="00FB2C27"/>
    <w:rsid w:val="00FB30E7"/>
    <w:rsid w:val="00FB334F"/>
    <w:rsid w:val="00FB3356"/>
    <w:rsid w:val="00FB39E5"/>
    <w:rsid w:val="00FB3B35"/>
    <w:rsid w:val="00FB4951"/>
    <w:rsid w:val="00FB4A32"/>
    <w:rsid w:val="00FB4AF1"/>
    <w:rsid w:val="00FB4BC3"/>
    <w:rsid w:val="00FB4C30"/>
    <w:rsid w:val="00FB4D2B"/>
    <w:rsid w:val="00FB4DE2"/>
    <w:rsid w:val="00FB4F3B"/>
    <w:rsid w:val="00FB4FAE"/>
    <w:rsid w:val="00FB5704"/>
    <w:rsid w:val="00FB58DC"/>
    <w:rsid w:val="00FB5A56"/>
    <w:rsid w:val="00FB62F8"/>
    <w:rsid w:val="00FB6668"/>
    <w:rsid w:val="00FB6D08"/>
    <w:rsid w:val="00FB6E5C"/>
    <w:rsid w:val="00FB71FA"/>
    <w:rsid w:val="00FB7242"/>
    <w:rsid w:val="00FB7481"/>
    <w:rsid w:val="00FB76A6"/>
    <w:rsid w:val="00FB76F3"/>
    <w:rsid w:val="00FB7BFA"/>
    <w:rsid w:val="00FC0091"/>
    <w:rsid w:val="00FC01C4"/>
    <w:rsid w:val="00FC046B"/>
    <w:rsid w:val="00FC070E"/>
    <w:rsid w:val="00FC0A2B"/>
    <w:rsid w:val="00FC0A4A"/>
    <w:rsid w:val="00FC0BAE"/>
    <w:rsid w:val="00FC0C08"/>
    <w:rsid w:val="00FC0C96"/>
    <w:rsid w:val="00FC0DE6"/>
    <w:rsid w:val="00FC0E9A"/>
    <w:rsid w:val="00FC15C0"/>
    <w:rsid w:val="00FC15D2"/>
    <w:rsid w:val="00FC1CF9"/>
    <w:rsid w:val="00FC1E11"/>
    <w:rsid w:val="00FC23FF"/>
    <w:rsid w:val="00FC2688"/>
    <w:rsid w:val="00FC2711"/>
    <w:rsid w:val="00FC2B37"/>
    <w:rsid w:val="00FC30CE"/>
    <w:rsid w:val="00FC368A"/>
    <w:rsid w:val="00FC3FB6"/>
    <w:rsid w:val="00FC40AB"/>
    <w:rsid w:val="00FC4DE9"/>
    <w:rsid w:val="00FC4EE7"/>
    <w:rsid w:val="00FC5220"/>
    <w:rsid w:val="00FC5282"/>
    <w:rsid w:val="00FC5392"/>
    <w:rsid w:val="00FC5598"/>
    <w:rsid w:val="00FC5CA6"/>
    <w:rsid w:val="00FC5F71"/>
    <w:rsid w:val="00FC5FD5"/>
    <w:rsid w:val="00FC6232"/>
    <w:rsid w:val="00FC63B1"/>
    <w:rsid w:val="00FC6931"/>
    <w:rsid w:val="00FC6CC5"/>
    <w:rsid w:val="00FC6E80"/>
    <w:rsid w:val="00FC765D"/>
    <w:rsid w:val="00FC766F"/>
    <w:rsid w:val="00FC76AC"/>
    <w:rsid w:val="00FC7755"/>
    <w:rsid w:val="00FC7ADB"/>
    <w:rsid w:val="00FC7C15"/>
    <w:rsid w:val="00FC7E57"/>
    <w:rsid w:val="00FC7EBF"/>
    <w:rsid w:val="00FD045E"/>
    <w:rsid w:val="00FD04F2"/>
    <w:rsid w:val="00FD052E"/>
    <w:rsid w:val="00FD05BB"/>
    <w:rsid w:val="00FD0700"/>
    <w:rsid w:val="00FD0D98"/>
    <w:rsid w:val="00FD146E"/>
    <w:rsid w:val="00FD18FB"/>
    <w:rsid w:val="00FD198A"/>
    <w:rsid w:val="00FD1A3C"/>
    <w:rsid w:val="00FD1F44"/>
    <w:rsid w:val="00FD219D"/>
    <w:rsid w:val="00FD2286"/>
    <w:rsid w:val="00FD2692"/>
    <w:rsid w:val="00FD2808"/>
    <w:rsid w:val="00FD3192"/>
    <w:rsid w:val="00FD3A99"/>
    <w:rsid w:val="00FD3C67"/>
    <w:rsid w:val="00FD3CDE"/>
    <w:rsid w:val="00FD43A4"/>
    <w:rsid w:val="00FD43E1"/>
    <w:rsid w:val="00FD44AC"/>
    <w:rsid w:val="00FD4D69"/>
    <w:rsid w:val="00FD5588"/>
    <w:rsid w:val="00FD568E"/>
    <w:rsid w:val="00FD56B3"/>
    <w:rsid w:val="00FD59D3"/>
    <w:rsid w:val="00FD5A53"/>
    <w:rsid w:val="00FD5B24"/>
    <w:rsid w:val="00FD5F2E"/>
    <w:rsid w:val="00FD6586"/>
    <w:rsid w:val="00FD670E"/>
    <w:rsid w:val="00FD671E"/>
    <w:rsid w:val="00FD6E7E"/>
    <w:rsid w:val="00FD70D5"/>
    <w:rsid w:val="00FD7382"/>
    <w:rsid w:val="00FD7A7A"/>
    <w:rsid w:val="00FE003D"/>
    <w:rsid w:val="00FE0120"/>
    <w:rsid w:val="00FE01B4"/>
    <w:rsid w:val="00FE0F52"/>
    <w:rsid w:val="00FE1129"/>
    <w:rsid w:val="00FE1545"/>
    <w:rsid w:val="00FE181C"/>
    <w:rsid w:val="00FE1D71"/>
    <w:rsid w:val="00FE1F77"/>
    <w:rsid w:val="00FE2407"/>
    <w:rsid w:val="00FE264A"/>
    <w:rsid w:val="00FE376B"/>
    <w:rsid w:val="00FE3AC4"/>
    <w:rsid w:val="00FE3B5B"/>
    <w:rsid w:val="00FE3BCE"/>
    <w:rsid w:val="00FE3F7C"/>
    <w:rsid w:val="00FE49AC"/>
    <w:rsid w:val="00FE55D9"/>
    <w:rsid w:val="00FE5BC6"/>
    <w:rsid w:val="00FE5D1F"/>
    <w:rsid w:val="00FE6032"/>
    <w:rsid w:val="00FE61EB"/>
    <w:rsid w:val="00FE63BB"/>
    <w:rsid w:val="00FE6475"/>
    <w:rsid w:val="00FE66E4"/>
    <w:rsid w:val="00FE68BE"/>
    <w:rsid w:val="00FE6AB7"/>
    <w:rsid w:val="00FE6AD8"/>
    <w:rsid w:val="00FE6D17"/>
    <w:rsid w:val="00FE732F"/>
    <w:rsid w:val="00FE75F3"/>
    <w:rsid w:val="00FE78E9"/>
    <w:rsid w:val="00FE7960"/>
    <w:rsid w:val="00FE7D4F"/>
    <w:rsid w:val="00FE7DDC"/>
    <w:rsid w:val="00FF0234"/>
    <w:rsid w:val="00FF02A1"/>
    <w:rsid w:val="00FF066E"/>
    <w:rsid w:val="00FF0771"/>
    <w:rsid w:val="00FF087C"/>
    <w:rsid w:val="00FF0C45"/>
    <w:rsid w:val="00FF0E07"/>
    <w:rsid w:val="00FF0E57"/>
    <w:rsid w:val="00FF0E60"/>
    <w:rsid w:val="00FF0E6B"/>
    <w:rsid w:val="00FF14B7"/>
    <w:rsid w:val="00FF1A31"/>
    <w:rsid w:val="00FF1AAF"/>
    <w:rsid w:val="00FF1B10"/>
    <w:rsid w:val="00FF2440"/>
    <w:rsid w:val="00FF26E5"/>
    <w:rsid w:val="00FF2A9F"/>
    <w:rsid w:val="00FF301B"/>
    <w:rsid w:val="00FF36D1"/>
    <w:rsid w:val="00FF374C"/>
    <w:rsid w:val="00FF3958"/>
    <w:rsid w:val="00FF3BB4"/>
    <w:rsid w:val="00FF3DB4"/>
    <w:rsid w:val="00FF4185"/>
    <w:rsid w:val="00FF42CD"/>
    <w:rsid w:val="00FF47A0"/>
    <w:rsid w:val="00FF4E7F"/>
    <w:rsid w:val="00FF5455"/>
    <w:rsid w:val="00FF5472"/>
    <w:rsid w:val="00FF5967"/>
    <w:rsid w:val="00FF6460"/>
    <w:rsid w:val="00FF66B5"/>
    <w:rsid w:val="00FF674A"/>
    <w:rsid w:val="00FF6CE4"/>
    <w:rsid w:val="00FF710C"/>
    <w:rsid w:val="00FF71AE"/>
    <w:rsid w:val="00FF71D6"/>
    <w:rsid w:val="00FF728D"/>
    <w:rsid w:val="00FF7CCA"/>
    <w:rsid w:val="00FF7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EE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E1EE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252</Words>
  <Characters>1441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..</cp:lastModifiedBy>
  <cp:revision>5</cp:revision>
  <cp:lastPrinted>2018-04-26T08:27:00Z</cp:lastPrinted>
  <dcterms:created xsi:type="dcterms:W3CDTF">2018-04-25T04:26:00Z</dcterms:created>
  <dcterms:modified xsi:type="dcterms:W3CDTF">2018-04-26T08:27:00Z</dcterms:modified>
</cp:coreProperties>
</file>