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75" w:rsidRPr="0043034A" w:rsidRDefault="00E01075" w:rsidP="00E349A7">
      <w:pPr>
        <w:jc w:val="center"/>
      </w:pPr>
      <w:r w:rsidRPr="0043034A">
        <w:t xml:space="preserve">АДМИНИСТРАЦИЯ </w:t>
      </w:r>
      <w:r>
        <w:t>ЕРЕМИНСКОГО</w:t>
      </w:r>
      <w:r w:rsidRPr="0043034A">
        <w:t xml:space="preserve"> СЕЛЬСОВЕТА</w:t>
      </w:r>
    </w:p>
    <w:p w:rsidR="00E01075" w:rsidRPr="0043034A" w:rsidRDefault="00E01075" w:rsidP="00E349A7">
      <w:pPr>
        <w:jc w:val="center"/>
      </w:pPr>
      <w:r w:rsidRPr="0043034A">
        <w:t>КЫШТОВСКОГО РАЙОНА</w:t>
      </w:r>
      <w:r>
        <w:t xml:space="preserve"> </w:t>
      </w:r>
      <w:r w:rsidRPr="0043034A">
        <w:t>НОВОСИБИРСКОЙ ОБЛАСТИ</w:t>
      </w:r>
    </w:p>
    <w:p w:rsidR="00E01075" w:rsidRPr="0043034A" w:rsidRDefault="00E01075" w:rsidP="00E349A7">
      <w:pPr>
        <w:jc w:val="center"/>
      </w:pPr>
    </w:p>
    <w:p w:rsidR="00E01075" w:rsidRPr="0043034A" w:rsidRDefault="00E01075" w:rsidP="00E349A7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  <w:r w:rsidRPr="0043034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01075" w:rsidRPr="0043034A" w:rsidRDefault="00E01075" w:rsidP="00E349A7">
      <w:pPr>
        <w:jc w:val="center"/>
      </w:pPr>
    </w:p>
    <w:p w:rsidR="00E01075" w:rsidRPr="0043034A" w:rsidRDefault="00E01075" w:rsidP="00E349A7">
      <w:pPr>
        <w:jc w:val="center"/>
      </w:pPr>
      <w:r>
        <w:t xml:space="preserve">От 15.08.2018 </w:t>
      </w:r>
      <w:r w:rsidRPr="0043034A">
        <w:t xml:space="preserve">г.                                                                         </w:t>
      </w:r>
      <w:r>
        <w:t xml:space="preserve">        №34</w:t>
      </w:r>
    </w:p>
    <w:p w:rsidR="00E01075" w:rsidRDefault="00E01075" w:rsidP="00E349A7">
      <w:pPr>
        <w:jc w:val="center"/>
      </w:pPr>
    </w:p>
    <w:p w:rsidR="00E01075" w:rsidRDefault="00E01075" w:rsidP="00E349A7">
      <w:pPr>
        <w:jc w:val="both"/>
      </w:pPr>
    </w:p>
    <w:p w:rsidR="00E01075" w:rsidRDefault="00E01075" w:rsidP="00E349A7">
      <w:pPr>
        <w:ind w:firstLine="0"/>
        <w:jc w:val="center"/>
        <w:rPr>
          <w:b/>
          <w:bCs/>
        </w:rPr>
      </w:pPr>
      <w:r>
        <w:rPr>
          <w:b/>
          <w:bCs/>
        </w:rPr>
        <w:t>Об утверждении Порядка проведения анализа осуществления главными администраторами средств бюджета Ереминского сельсовета Кыштовского района Новосибирской области внутреннего финансового контроля и внутреннего финансового аудита</w:t>
      </w:r>
    </w:p>
    <w:p w:rsidR="00E01075" w:rsidRDefault="00E01075" w:rsidP="00E349A7">
      <w:pPr>
        <w:jc w:val="both"/>
      </w:pPr>
    </w:p>
    <w:p w:rsidR="00E01075" w:rsidRDefault="00E01075" w:rsidP="00E349A7">
      <w:pPr>
        <w:jc w:val="both"/>
      </w:pPr>
    </w:p>
    <w:p w:rsidR="00E01075" w:rsidRDefault="00E01075" w:rsidP="00E349A7">
      <w:pPr>
        <w:jc w:val="both"/>
      </w:pPr>
      <w:r w:rsidRPr="00306F1F">
        <w:t xml:space="preserve">В </w:t>
      </w:r>
      <w:r>
        <w:t>соответствии с пунктом 4 статьи 157 Бюджетного кодекса Российской Федерации, Постановлением администрации Ереминского сельсовета № 35 от 13.06.2018 г. «Об утверждении порядка осуществления внутреннего муниципального финансового контроля и контроля в сфере закупок товаров, работ, услуг для обеспечения муниципальных нужд Ереминского сельсовета Кыштовского района Новосибирской области», а</w:t>
      </w:r>
      <w:r w:rsidRPr="00306F1F">
        <w:t xml:space="preserve">дминистрация </w:t>
      </w:r>
      <w:r>
        <w:t xml:space="preserve">Ереминского сельсовета </w:t>
      </w:r>
    </w:p>
    <w:p w:rsidR="00E01075" w:rsidRDefault="00E01075" w:rsidP="00E349A7">
      <w:pPr>
        <w:jc w:val="both"/>
        <w:rPr>
          <w:color w:val="000000"/>
        </w:rPr>
      </w:pPr>
      <w:r>
        <w:rPr>
          <w:color w:val="000000"/>
        </w:rPr>
        <w:t>ПОСТАНОВЛЯЕТ:</w:t>
      </w:r>
    </w:p>
    <w:p w:rsidR="00E01075" w:rsidRPr="007F11D7" w:rsidRDefault="00E01075" w:rsidP="00E349A7">
      <w:pPr>
        <w:jc w:val="both"/>
        <w:rPr>
          <w:color w:val="000000"/>
        </w:rPr>
      </w:pPr>
      <w:r w:rsidRPr="00F10472">
        <w:rPr>
          <w:color w:val="000000"/>
        </w:rPr>
        <w:t xml:space="preserve">1. </w:t>
      </w:r>
      <w:r w:rsidRPr="007F11D7">
        <w:t xml:space="preserve">Утвердить прилагаемый </w:t>
      </w:r>
      <w:r>
        <w:t>Порядок</w:t>
      </w:r>
      <w:r w:rsidRPr="007F11D7">
        <w:t xml:space="preserve"> проведения анализа осуществления главными администраторами средств бюджета </w:t>
      </w:r>
      <w:r>
        <w:t>Ереминского сельсовета Кыштовского района Новосибирской области</w:t>
      </w:r>
      <w:r w:rsidRPr="007F11D7">
        <w:t xml:space="preserve"> внутреннего финансового контроля и внутреннего финансового аудита.</w:t>
      </w:r>
    </w:p>
    <w:p w:rsidR="00E01075" w:rsidRPr="002A7BFD" w:rsidRDefault="00E01075" w:rsidP="00E349A7">
      <w:pPr>
        <w:pStyle w:val="NoSpacing"/>
      </w:pPr>
      <w:r w:rsidRPr="00693F67">
        <w:t xml:space="preserve">2. </w:t>
      </w:r>
      <w:r w:rsidRPr="002A7BFD">
        <w:t xml:space="preserve">Постановление вступает в силу со дня его официального </w:t>
      </w:r>
      <w:r>
        <w:t>о</w:t>
      </w:r>
      <w:r w:rsidRPr="002A7BFD">
        <w:t>публикования.</w:t>
      </w:r>
    </w:p>
    <w:p w:rsidR="00E01075" w:rsidRPr="00693F67" w:rsidRDefault="00E01075" w:rsidP="00E349A7">
      <w:pPr>
        <w:pStyle w:val="NoSpacing"/>
      </w:pPr>
      <w:r w:rsidRPr="00693F67">
        <w:t xml:space="preserve">3. Контроль за исполнением </w:t>
      </w:r>
      <w:r>
        <w:t>постановления оставляю за собой</w:t>
      </w:r>
    </w:p>
    <w:p w:rsidR="00E01075" w:rsidRPr="00693F67" w:rsidRDefault="00E01075" w:rsidP="00E349A7">
      <w:pPr>
        <w:pStyle w:val="NoSpacing"/>
      </w:pPr>
    </w:p>
    <w:p w:rsidR="00E01075" w:rsidRDefault="00E01075" w:rsidP="00E349A7"/>
    <w:tbl>
      <w:tblPr>
        <w:tblW w:w="0" w:type="auto"/>
        <w:tblInd w:w="-106" w:type="dxa"/>
        <w:tblLayout w:type="fixed"/>
        <w:tblLook w:val="0000"/>
      </w:tblPr>
      <w:tblGrid>
        <w:gridCol w:w="6062"/>
        <w:gridCol w:w="992"/>
        <w:gridCol w:w="3083"/>
      </w:tblGrid>
      <w:tr w:rsidR="00E01075">
        <w:tc>
          <w:tcPr>
            <w:tcW w:w="6062" w:type="dxa"/>
          </w:tcPr>
          <w:p w:rsidR="00E01075" w:rsidRDefault="00E01075" w:rsidP="00E349A7">
            <w:pPr>
              <w:pStyle w:val="NoSpacing"/>
            </w:pPr>
          </w:p>
          <w:p w:rsidR="00E01075" w:rsidRDefault="00E01075" w:rsidP="00E349A7">
            <w:pPr>
              <w:pStyle w:val="NoSpacing"/>
            </w:pPr>
          </w:p>
          <w:p w:rsidR="00E01075" w:rsidRDefault="00E01075" w:rsidP="00E349A7">
            <w:pPr>
              <w:pStyle w:val="NoSpacing"/>
            </w:pPr>
          </w:p>
          <w:p w:rsidR="00E01075" w:rsidRDefault="00E01075" w:rsidP="00E349A7">
            <w:pPr>
              <w:pStyle w:val="NoSpacing"/>
            </w:pPr>
            <w:r>
              <w:t>Глава Ереминского сельсовета</w:t>
            </w:r>
          </w:p>
          <w:p w:rsidR="00E01075" w:rsidRDefault="00E01075" w:rsidP="00E349A7">
            <w:pPr>
              <w:pStyle w:val="NoSpacing"/>
            </w:pPr>
            <w:r>
              <w:t xml:space="preserve">Кыштовского района </w:t>
            </w:r>
          </w:p>
          <w:p w:rsidR="00E01075" w:rsidRPr="00C07D83" w:rsidRDefault="00E01075" w:rsidP="00E349A7">
            <w:pPr>
              <w:pStyle w:val="NoSpacing"/>
            </w:pPr>
            <w:r>
              <w:t>Новосибирской области</w:t>
            </w:r>
          </w:p>
        </w:tc>
        <w:tc>
          <w:tcPr>
            <w:tcW w:w="992" w:type="dxa"/>
          </w:tcPr>
          <w:p w:rsidR="00E01075" w:rsidRDefault="00E01075" w:rsidP="00CE11AD">
            <w:pPr>
              <w:pStyle w:val="a"/>
            </w:pPr>
          </w:p>
        </w:tc>
        <w:tc>
          <w:tcPr>
            <w:tcW w:w="3083" w:type="dxa"/>
          </w:tcPr>
          <w:p w:rsidR="00E01075" w:rsidRDefault="00E01075" w:rsidP="00CE11AD">
            <w:pPr>
              <w:pStyle w:val="a"/>
            </w:pPr>
          </w:p>
          <w:p w:rsidR="00E01075" w:rsidRDefault="00E01075" w:rsidP="00CE11AD">
            <w:pPr>
              <w:pStyle w:val="a"/>
            </w:pPr>
          </w:p>
          <w:p w:rsidR="00E01075" w:rsidRDefault="00E01075" w:rsidP="00CE11AD">
            <w:pPr>
              <w:pStyle w:val="a"/>
            </w:pPr>
            <w:r>
              <w:t>А.Н.Мизгирев</w:t>
            </w:r>
          </w:p>
        </w:tc>
      </w:tr>
    </w:tbl>
    <w:p w:rsidR="00E01075" w:rsidRDefault="00E01075" w:rsidP="00E349A7">
      <w:pPr>
        <w:pStyle w:val="a0"/>
        <w:rPr>
          <w:lang w:val="en-US"/>
        </w:rPr>
      </w:pPr>
    </w:p>
    <w:p w:rsidR="00E01075" w:rsidRDefault="00E01075" w:rsidP="00E349A7">
      <w:pPr>
        <w:pStyle w:val="a0"/>
      </w:pPr>
    </w:p>
    <w:p w:rsidR="00E01075" w:rsidRDefault="00E01075" w:rsidP="00E349A7"/>
    <w:p w:rsidR="00E01075" w:rsidRDefault="00E01075" w:rsidP="00E349A7"/>
    <w:tbl>
      <w:tblPr>
        <w:tblW w:w="10172" w:type="dxa"/>
        <w:tblInd w:w="-106" w:type="dxa"/>
        <w:tblLook w:val="01E0"/>
      </w:tblPr>
      <w:tblGrid>
        <w:gridCol w:w="5920"/>
        <w:gridCol w:w="4252"/>
      </w:tblGrid>
      <w:tr w:rsidR="00E01075">
        <w:tc>
          <w:tcPr>
            <w:tcW w:w="5920" w:type="dxa"/>
          </w:tcPr>
          <w:p w:rsidR="00E01075" w:rsidRPr="00A2710D" w:rsidRDefault="00E01075" w:rsidP="00CE11AD">
            <w:pPr>
              <w:jc w:val="both"/>
            </w:pPr>
            <w:r w:rsidRPr="00A2710D">
              <w:br w:type="page"/>
            </w:r>
          </w:p>
        </w:tc>
        <w:tc>
          <w:tcPr>
            <w:tcW w:w="4252" w:type="dxa"/>
          </w:tcPr>
          <w:p w:rsidR="00E01075" w:rsidRDefault="00E01075" w:rsidP="00CE11AD">
            <w:pPr>
              <w:ind w:firstLine="0"/>
            </w:pPr>
          </w:p>
          <w:p w:rsidR="00E01075" w:rsidRPr="00A2710D" w:rsidRDefault="00E01075" w:rsidP="00CE11AD">
            <w:pPr>
              <w:ind w:firstLine="0"/>
            </w:pPr>
            <w:r w:rsidRPr="00A2710D">
              <w:t>УТВЕРЖДЕН</w:t>
            </w:r>
          </w:p>
          <w:p w:rsidR="00E01075" w:rsidRPr="00A2710D" w:rsidRDefault="00E01075" w:rsidP="00CE11AD">
            <w:pPr>
              <w:autoSpaceDE w:val="0"/>
              <w:autoSpaceDN w:val="0"/>
              <w:adjustRightInd w:val="0"/>
              <w:ind w:firstLine="0"/>
            </w:pPr>
            <w:r w:rsidRPr="00A2710D">
              <w:t>постановлением администрации</w:t>
            </w:r>
          </w:p>
          <w:p w:rsidR="00E01075" w:rsidRPr="00A2710D" w:rsidRDefault="00E01075" w:rsidP="00CE11AD">
            <w:pPr>
              <w:autoSpaceDE w:val="0"/>
              <w:autoSpaceDN w:val="0"/>
              <w:adjustRightInd w:val="0"/>
              <w:ind w:firstLine="0"/>
            </w:pPr>
            <w:r>
              <w:t>Ереминского сельсовета Кыштовского района Новосибирской области</w:t>
            </w:r>
          </w:p>
          <w:p w:rsidR="00E01075" w:rsidRPr="00A2710D" w:rsidRDefault="00E01075" w:rsidP="00E349A7">
            <w:pPr>
              <w:autoSpaceDE w:val="0"/>
              <w:autoSpaceDN w:val="0"/>
              <w:adjustRightInd w:val="0"/>
              <w:ind w:firstLine="0"/>
            </w:pPr>
            <w:r w:rsidRPr="00A2710D">
              <w:t xml:space="preserve">от </w:t>
            </w:r>
            <w:r>
              <w:t xml:space="preserve">  15.08.2018 г.  </w:t>
            </w:r>
            <w:r w:rsidRPr="00A2710D">
              <w:t xml:space="preserve">№ </w:t>
            </w:r>
            <w:r>
              <w:t>34</w:t>
            </w:r>
          </w:p>
        </w:tc>
      </w:tr>
    </w:tbl>
    <w:p w:rsidR="00E01075" w:rsidRDefault="00E01075" w:rsidP="00E349A7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01075" w:rsidRDefault="00E01075" w:rsidP="00E349A7">
      <w:pPr>
        <w:pStyle w:val="Heading1"/>
        <w:spacing w:before="0" w:line="360" w:lineRule="exact"/>
        <w:jc w:val="center"/>
        <w:rPr>
          <w:rFonts w:ascii="Times New Roman" w:hAnsi="Times New Roman" w:cs="Times New Roman"/>
          <w:color w:val="auto"/>
        </w:rPr>
      </w:pPr>
      <w:r w:rsidRPr="00C729C7">
        <w:rPr>
          <w:rFonts w:ascii="Times New Roman" w:hAnsi="Times New Roman" w:cs="Times New Roman"/>
          <w:color w:val="auto"/>
        </w:rPr>
        <w:t>П</w:t>
      </w:r>
      <w:r>
        <w:rPr>
          <w:rFonts w:ascii="Times New Roman" w:hAnsi="Times New Roman" w:cs="Times New Roman"/>
          <w:color w:val="auto"/>
        </w:rPr>
        <w:t>ОРЯДОК</w:t>
      </w:r>
    </w:p>
    <w:p w:rsidR="00E01075" w:rsidRPr="002A674B" w:rsidRDefault="00E01075" w:rsidP="00E349A7">
      <w:pPr>
        <w:spacing w:after="100" w:afterAutospacing="1"/>
        <w:jc w:val="center"/>
        <w:rPr>
          <w:b/>
          <w:bCs/>
        </w:rPr>
      </w:pPr>
      <w:r w:rsidRPr="002A674B">
        <w:rPr>
          <w:b/>
          <w:bCs/>
        </w:rPr>
        <w:t>проведения анализа осуществления главными администраторами средств бюджета</w:t>
      </w:r>
      <w:r>
        <w:rPr>
          <w:b/>
          <w:bCs/>
        </w:rPr>
        <w:t xml:space="preserve"> Ереминского сельсовета Кыштовского района Новосибирской области</w:t>
      </w:r>
      <w:r w:rsidRPr="002A674B">
        <w:rPr>
          <w:b/>
          <w:bCs/>
        </w:rPr>
        <w:t xml:space="preserve"> внутреннего финансового контроля и внутреннего финансового аудита</w:t>
      </w:r>
    </w:p>
    <w:p w:rsidR="00E01075" w:rsidRDefault="00E01075" w:rsidP="00E349A7">
      <w:pPr>
        <w:jc w:val="center"/>
        <w:rPr>
          <w:b/>
          <w:bCs/>
        </w:rPr>
      </w:pPr>
      <w:r w:rsidRPr="00E20A88">
        <w:rPr>
          <w:b/>
          <w:bCs/>
        </w:rPr>
        <w:t>1. Общие положения</w:t>
      </w:r>
    </w:p>
    <w:p w:rsidR="00E01075" w:rsidRPr="00E20A88" w:rsidRDefault="00E01075" w:rsidP="00E349A7">
      <w:pPr>
        <w:jc w:val="center"/>
        <w:rPr>
          <w:b/>
          <w:bCs/>
        </w:rPr>
      </w:pPr>
    </w:p>
    <w:p w:rsidR="00E01075" w:rsidRPr="00E20A88" w:rsidRDefault="00E01075" w:rsidP="00E349A7">
      <w:pPr>
        <w:jc w:val="both"/>
      </w:pPr>
      <w:r w:rsidRPr="00E20A88">
        <w:t>1.1.</w:t>
      </w:r>
      <w:r>
        <w:t xml:space="preserve"> </w:t>
      </w:r>
      <w:r w:rsidRPr="00E20A88">
        <w:t xml:space="preserve">Настоящий Порядок разработан в целях обеспечения реализации администрацией </w:t>
      </w:r>
      <w:r>
        <w:t>Ереминского сельсовета</w:t>
      </w:r>
      <w:r w:rsidRPr="00E20A88">
        <w:t xml:space="preserve">, бюджетных полномочий  органа муниципального финансового контроля, определенных положениями </w:t>
      </w:r>
      <w:hyperlink r:id="rId4" w:history="1">
        <w:r w:rsidRPr="00A45A60">
          <w:rPr>
            <w:rStyle w:val="Hyperlink"/>
          </w:rPr>
          <w:t>пункта 4 статьи 157</w:t>
        </w:r>
      </w:hyperlink>
      <w:r w:rsidRPr="00A45A60">
        <w:t xml:space="preserve"> Бюджетного кодекса Российской Федерации, и устанавл</w:t>
      </w:r>
      <w:r w:rsidRPr="00E20A88">
        <w:t>ивает правила проведения анализа осуществления бюджетных полномочий главного распорядителя бюджетных средств, главного администратора доходов бюджета, главного администратора источников финансирования дефицита бюджета, имеющих подведомственную сеть, по осуществлению внутреннего финансового контроля и внутреннего финансового аудита (далее –</w:t>
      </w:r>
      <w:r>
        <w:t xml:space="preserve"> </w:t>
      </w:r>
      <w:r w:rsidRPr="00E20A88">
        <w:t xml:space="preserve">главные администраторы бюджетных средств), определенных положениями статьи 160.2-1.Бюджетного кодекса Российской Федерации (далее – бюджетные полномочия). </w:t>
      </w:r>
    </w:p>
    <w:p w:rsidR="00E01075" w:rsidRPr="00E20A88" w:rsidRDefault="00E01075" w:rsidP="00E349A7">
      <w:pPr>
        <w:jc w:val="both"/>
      </w:pPr>
      <w:r w:rsidRPr="00E20A88">
        <w:t>1.</w:t>
      </w:r>
      <w:r>
        <w:t xml:space="preserve">2. </w:t>
      </w:r>
      <w:r w:rsidRPr="00E20A88">
        <w:t xml:space="preserve">Проведение анализа осуществления бюджетных полномочий главных администраторов бюджетных средств, организуется и осуществляется в соответствии с законодательством Российской Федерации, нормативными правовыми и иными актами администрации </w:t>
      </w:r>
      <w:r>
        <w:t>Ереминского сельсовета</w:t>
      </w:r>
      <w:r w:rsidRPr="00E20A88">
        <w:t>, а также настоящим Порядком.</w:t>
      </w:r>
    </w:p>
    <w:p w:rsidR="00E01075" w:rsidRPr="00E20A88" w:rsidRDefault="00E01075" w:rsidP="00E349A7">
      <w:pPr>
        <w:jc w:val="both"/>
      </w:pPr>
      <w:r w:rsidRPr="00E20A88">
        <w:t>1.</w:t>
      </w:r>
      <w:r>
        <w:t xml:space="preserve">3. </w:t>
      </w:r>
      <w:r w:rsidRPr="00E20A88">
        <w:t>Целью анализа является совершенствование исполнения бюджетных полномочий главных администраторов бюджетных средств.</w:t>
      </w:r>
    </w:p>
    <w:p w:rsidR="00E01075" w:rsidRPr="00E20A88" w:rsidRDefault="00E01075" w:rsidP="00E349A7">
      <w:pPr>
        <w:jc w:val="both"/>
      </w:pPr>
      <w:r w:rsidRPr="00E20A88">
        <w:t>1.</w:t>
      </w:r>
      <w:r>
        <w:t xml:space="preserve">4. </w:t>
      </w:r>
      <w:r w:rsidRPr="00E20A88">
        <w:t>Задачами анализа являются:</w:t>
      </w:r>
    </w:p>
    <w:p w:rsidR="00E01075" w:rsidRPr="00E20A88" w:rsidRDefault="00E01075" w:rsidP="00E349A7">
      <w:pPr>
        <w:jc w:val="both"/>
      </w:pPr>
      <w:r w:rsidRPr="00E20A88">
        <w:t>- оценка исполнения бюджетных полномочий главных администраторов бюджетных средств;</w:t>
      </w:r>
    </w:p>
    <w:p w:rsidR="00E01075" w:rsidRPr="00E20A88" w:rsidRDefault="00E01075" w:rsidP="00E349A7">
      <w:pPr>
        <w:jc w:val="both"/>
      </w:pPr>
      <w:r w:rsidRPr="00E20A88">
        <w:t>- выявление недостатков в организации исполнения бюджетных полномочий главных администраторов бюджетных средств;</w:t>
      </w:r>
    </w:p>
    <w:p w:rsidR="00E01075" w:rsidRPr="00E20A88" w:rsidRDefault="00E01075" w:rsidP="00E349A7">
      <w:pPr>
        <w:jc w:val="both"/>
      </w:pPr>
      <w:r w:rsidRPr="00E20A88">
        <w:t>- формирование предложений о совершенствовании исполнения бюджетных полномочий главных администраторов бюджетных средств и методического обеспечения соответствующей деятельности главных администраторов бюджетных средств.</w:t>
      </w:r>
    </w:p>
    <w:p w:rsidR="00E01075" w:rsidRPr="00E20A88" w:rsidRDefault="00E01075" w:rsidP="00E349A7">
      <w:pPr>
        <w:jc w:val="both"/>
      </w:pPr>
      <w:r w:rsidRPr="00E20A88">
        <w:t>1.5.</w:t>
      </w:r>
      <w:r>
        <w:t xml:space="preserve"> </w:t>
      </w:r>
      <w:r w:rsidRPr="00E20A88">
        <w:t>Анализу подлежит исполнение главными администраторами бюджетных средств бюджетных полномочий, указанных в пункте 1.1. настоящего Порядка, в том числе:</w:t>
      </w:r>
    </w:p>
    <w:p w:rsidR="00E01075" w:rsidRPr="00E20A88" w:rsidRDefault="00E01075" w:rsidP="00E349A7">
      <w:pPr>
        <w:jc w:val="both"/>
      </w:pPr>
      <w:bookmarkStart w:id="0" w:name="sub_162112"/>
      <w:r w:rsidRPr="00E20A88">
        <w:t>- по внутреннему финансовому контролю, направленному на соблюдение внутренних стандартов и процедур составления и исполнения бюджета по доходам, расходам и источникам финансирования дефицита бюджета, включая расходы на закупку товаров, работ, услуг для обеспечения муниципальных нужд, составления бюджетной отчетности и ведения бюджетного учета этим главным администратором бюджетных средств и подведомственными ему администраторами бюджетных средств и муниципальными учреждениями;</w:t>
      </w:r>
    </w:p>
    <w:p w:rsidR="00E01075" w:rsidRPr="00E20A88" w:rsidRDefault="00E01075" w:rsidP="00E349A7">
      <w:pPr>
        <w:jc w:val="both"/>
      </w:pPr>
      <w:r w:rsidRPr="00E20A88">
        <w:t>- по внутреннему финансовому аудиту, осуществляемому в целях оценки надежности внутреннего финансового контроля и подготовки рекомендаций по повышению его эффективности,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bookmarkEnd w:id="0"/>
    <w:p w:rsidR="00E01075" w:rsidRDefault="00E01075" w:rsidP="00E349A7">
      <w:pPr>
        <w:jc w:val="both"/>
      </w:pPr>
      <w:r w:rsidRPr="00E20A88">
        <w:t>- по подготовке и организации мер по повышению экономности и результативности использования бюджетных средств.</w:t>
      </w:r>
    </w:p>
    <w:p w:rsidR="00E01075" w:rsidRPr="00E20A88" w:rsidRDefault="00E01075" w:rsidP="00E349A7">
      <w:pPr>
        <w:jc w:val="both"/>
      </w:pPr>
    </w:p>
    <w:p w:rsidR="00E01075" w:rsidRPr="00A45A60" w:rsidRDefault="00E01075" w:rsidP="00E349A7">
      <w:pPr>
        <w:jc w:val="center"/>
        <w:rPr>
          <w:b/>
          <w:bCs/>
        </w:rPr>
      </w:pPr>
      <w:r w:rsidRPr="00A45A60">
        <w:rPr>
          <w:b/>
          <w:bCs/>
        </w:rPr>
        <w:t>2. Организация и планирование проведения анализа исполнения бюджетных полномочий</w:t>
      </w:r>
    </w:p>
    <w:p w:rsidR="00E01075" w:rsidRPr="00E20A88" w:rsidRDefault="00E01075" w:rsidP="00E349A7">
      <w:pPr>
        <w:jc w:val="both"/>
      </w:pPr>
    </w:p>
    <w:p w:rsidR="00E01075" w:rsidRPr="00E20A88" w:rsidRDefault="00E01075" w:rsidP="00E349A7">
      <w:pPr>
        <w:jc w:val="both"/>
      </w:pPr>
      <w:r w:rsidRPr="00E20A88">
        <w:t>2.1.</w:t>
      </w:r>
      <w:r>
        <w:t xml:space="preserve"> </w:t>
      </w:r>
      <w:r w:rsidRPr="00E20A88">
        <w:t xml:space="preserve">Анализ исполнения бюджетных полномочий главных администраторов бюджетных средств проводится администрацией </w:t>
      </w:r>
      <w:r>
        <w:t>Ереминского сельсовета</w:t>
      </w:r>
      <w:r w:rsidRPr="00E20A88">
        <w:t xml:space="preserve"> и организуется </w:t>
      </w:r>
      <w:r>
        <w:t>Г</w:t>
      </w:r>
      <w:r w:rsidRPr="00E20A88">
        <w:t>лавой</w:t>
      </w:r>
      <w:r>
        <w:t xml:space="preserve"> администрации Ереминского сельсовета.</w:t>
      </w:r>
    </w:p>
    <w:p w:rsidR="00E01075" w:rsidRPr="00E20A88" w:rsidRDefault="00E01075" w:rsidP="00E349A7">
      <w:pPr>
        <w:jc w:val="both"/>
      </w:pPr>
      <w:r w:rsidRPr="00E20A88">
        <w:t>2.2</w:t>
      </w:r>
      <w:r>
        <w:t xml:space="preserve">. </w:t>
      </w:r>
      <w:r w:rsidRPr="00E20A88">
        <w:t xml:space="preserve">Анализ проводится в соответствии с планом контрольной деятельности администрации </w:t>
      </w:r>
      <w:r>
        <w:t>Ереминского сельсовета</w:t>
      </w:r>
      <w:r w:rsidRPr="00E20A88">
        <w:t xml:space="preserve"> (далее – План), который утверждается постановлением администрации  на соответствующий год, в соответствии с Порядком осуществления внутреннего </w:t>
      </w:r>
      <w:r>
        <w:t>муниципального финансового контроля и контроля в сфере закупок товаров, работ, услуг для обеспечения муниципальных нужд Ереминского сельсовета Кыштовского района Новосибирской области</w:t>
      </w:r>
      <w:r w:rsidRPr="00E20A88">
        <w:t xml:space="preserve">, утвержденным постановлением администрации </w:t>
      </w:r>
      <w:r>
        <w:t>Ереминского сельсовета</w:t>
      </w:r>
      <w:r w:rsidRPr="00E20A88">
        <w:t xml:space="preserve"> от </w:t>
      </w:r>
      <w:r>
        <w:t>21.05.2018 № 20</w:t>
      </w:r>
      <w:r w:rsidRPr="00E20A88">
        <w:t>.</w:t>
      </w:r>
    </w:p>
    <w:p w:rsidR="00E01075" w:rsidRPr="00E20A88" w:rsidRDefault="00E01075" w:rsidP="00E349A7">
      <w:pPr>
        <w:jc w:val="both"/>
      </w:pPr>
      <w:r w:rsidRPr="00E20A88">
        <w:t xml:space="preserve">Проведение анализа исполнения бюджетных полномочий главных администраторов бюджетных средств, не предусмотренного в Плане, допускается по решению </w:t>
      </w:r>
      <w:r>
        <w:t>Главы администрации Ереминского сельсовета</w:t>
      </w:r>
      <w:r w:rsidRPr="00E20A88">
        <w:t xml:space="preserve"> после внесения соответствующих изменений в План. </w:t>
      </w:r>
    </w:p>
    <w:p w:rsidR="00E01075" w:rsidRPr="00E20A88" w:rsidRDefault="00E01075" w:rsidP="00E349A7">
      <w:pPr>
        <w:jc w:val="both"/>
      </w:pPr>
      <w:r w:rsidRPr="00E20A88">
        <w:t>2.3.</w:t>
      </w:r>
      <w:r>
        <w:t xml:space="preserve"> </w:t>
      </w:r>
      <w:r w:rsidRPr="00E20A88">
        <w:t xml:space="preserve">Анализ исполнения бюджетных полномочий главных администраторов бюджетных средств проводится ежегодно. </w:t>
      </w:r>
    </w:p>
    <w:p w:rsidR="00E01075" w:rsidRDefault="00E01075" w:rsidP="00E349A7">
      <w:pPr>
        <w:jc w:val="both"/>
      </w:pPr>
      <w:r w:rsidRPr="00E20A88">
        <w:t>2.4. Срок проведения анализа исполнения бюджетных полномочий одного главного администратора бюджетных средств не может превышать 30 календарных дней.</w:t>
      </w:r>
    </w:p>
    <w:p w:rsidR="00E01075" w:rsidRPr="00E20A88" w:rsidRDefault="00E01075" w:rsidP="00E349A7">
      <w:pPr>
        <w:jc w:val="both"/>
      </w:pPr>
    </w:p>
    <w:p w:rsidR="00E01075" w:rsidRPr="00A45A60" w:rsidRDefault="00E01075" w:rsidP="00E349A7">
      <w:pPr>
        <w:jc w:val="center"/>
        <w:rPr>
          <w:b/>
          <w:bCs/>
        </w:rPr>
      </w:pPr>
      <w:r w:rsidRPr="00A45A60">
        <w:rPr>
          <w:b/>
          <w:bCs/>
        </w:rPr>
        <w:t>3. Проведение анализа исполнения бюджетных полномочий главных администраторов бюджетных средств</w:t>
      </w:r>
    </w:p>
    <w:p w:rsidR="00E01075" w:rsidRPr="00E20A88" w:rsidRDefault="00E01075" w:rsidP="00E349A7">
      <w:pPr>
        <w:jc w:val="both"/>
      </w:pPr>
    </w:p>
    <w:p w:rsidR="00E01075" w:rsidRPr="00E20A88" w:rsidRDefault="00E01075" w:rsidP="00E349A7">
      <w:pPr>
        <w:jc w:val="both"/>
      </w:pPr>
      <w:r w:rsidRPr="00E20A88">
        <w:t>3.1</w:t>
      </w:r>
      <w:r>
        <w:t xml:space="preserve">. </w:t>
      </w:r>
      <w:r w:rsidRPr="00E20A88">
        <w:t xml:space="preserve">Анализ исполнения бюджетных полномочий главных администраторов бюджетных средств, проводится в соответствии с Программой, утвержденной </w:t>
      </w:r>
      <w:r>
        <w:t>Г</w:t>
      </w:r>
      <w:r w:rsidRPr="00E20A88">
        <w:t xml:space="preserve">лавой </w:t>
      </w:r>
      <w:r>
        <w:t>администрации Ереминского сельсовета</w:t>
      </w:r>
      <w:r w:rsidRPr="00E20A88">
        <w:t xml:space="preserve"> (далее – Программа), специалистом администрации, уполномоченным на проведение контрольных мероприятий на основании должностной инструкции.</w:t>
      </w:r>
    </w:p>
    <w:p w:rsidR="00E01075" w:rsidRPr="00E20A88" w:rsidRDefault="00E01075" w:rsidP="00E349A7">
      <w:pPr>
        <w:jc w:val="both"/>
      </w:pPr>
      <w:r w:rsidRPr="00E20A88">
        <w:t>В Программе указываются:</w:t>
      </w:r>
    </w:p>
    <w:p w:rsidR="00E01075" w:rsidRPr="00E20A88" w:rsidRDefault="00E01075" w:rsidP="00E349A7">
      <w:pPr>
        <w:jc w:val="both"/>
      </w:pPr>
      <w:r w:rsidRPr="00E20A88">
        <w:t>- наименование главного администратора бюджетных средств;</w:t>
      </w:r>
    </w:p>
    <w:p w:rsidR="00E01075" w:rsidRPr="00E20A88" w:rsidRDefault="00E01075" w:rsidP="00E349A7">
      <w:pPr>
        <w:jc w:val="both"/>
      </w:pPr>
      <w:r w:rsidRPr="00E20A88">
        <w:t>- анализируемый период исполнения бюджетных полномочий главного администратора бюджетных средств;</w:t>
      </w:r>
    </w:p>
    <w:p w:rsidR="00E01075" w:rsidRPr="00E20A88" w:rsidRDefault="00E01075" w:rsidP="00E349A7">
      <w:pPr>
        <w:jc w:val="both"/>
      </w:pPr>
      <w:r w:rsidRPr="00E20A88">
        <w:t>- основание для проведения анализа исполнения бюджетных полномочий главного администратора бюджетных средств (пункт Плана);</w:t>
      </w:r>
    </w:p>
    <w:p w:rsidR="00E01075" w:rsidRPr="00E20A88" w:rsidRDefault="00E01075" w:rsidP="00E349A7">
      <w:pPr>
        <w:jc w:val="both"/>
      </w:pPr>
      <w:r w:rsidRPr="00E20A88">
        <w:t>- дата начала анализа исполнения бюджетных полномочий главного администратора бюджетных средств и срок его проведения;</w:t>
      </w:r>
    </w:p>
    <w:p w:rsidR="00E01075" w:rsidRPr="00E20A88" w:rsidRDefault="00E01075" w:rsidP="00E349A7">
      <w:pPr>
        <w:jc w:val="both"/>
      </w:pPr>
      <w:r w:rsidRPr="00E20A88">
        <w:t>- должность, фамилия, имя, отчество должностного лица, ответственного за проведение анализа исполнения бюджетных полномочий главного администратора бюджетных средств.</w:t>
      </w:r>
    </w:p>
    <w:p w:rsidR="00E01075" w:rsidRPr="00E20A88" w:rsidRDefault="00E01075" w:rsidP="00E349A7">
      <w:pPr>
        <w:jc w:val="both"/>
      </w:pPr>
      <w:r w:rsidRPr="00E20A88">
        <w:t>3.2</w:t>
      </w:r>
      <w:r>
        <w:t xml:space="preserve">. </w:t>
      </w:r>
      <w:r w:rsidRPr="00E20A88">
        <w:t xml:space="preserve">Анализ исполнения бюджетных полномочий главного администратора бюджетных средств осуществляется путем проведения выездной проверки или камеральной на основании информации и документов, представленных главным администратором бюджетных средств по запросу администрации </w:t>
      </w:r>
      <w:r>
        <w:t>Ереминского сельсовета</w:t>
      </w:r>
      <w:r w:rsidRPr="00E20A88">
        <w:t>.</w:t>
      </w:r>
    </w:p>
    <w:p w:rsidR="00E01075" w:rsidRPr="00E20A88" w:rsidRDefault="00E01075" w:rsidP="00E349A7">
      <w:pPr>
        <w:jc w:val="both"/>
      </w:pPr>
      <w:r w:rsidRPr="00E20A88">
        <w:t>3.3</w:t>
      </w:r>
      <w:r>
        <w:t xml:space="preserve">. </w:t>
      </w:r>
      <w:r w:rsidRPr="00E20A88">
        <w:t>Запрос о представлении документов и информации направляется в адрес главного администратора бюджетных средств одновременно с Программой, в течение 3 рабочих дней со дня утверждения Программы.</w:t>
      </w:r>
    </w:p>
    <w:p w:rsidR="00E01075" w:rsidRPr="00E20A88" w:rsidRDefault="00E01075" w:rsidP="00E349A7">
      <w:pPr>
        <w:jc w:val="both"/>
      </w:pPr>
      <w:r w:rsidRPr="00E20A88">
        <w:t>В запросе указываются:</w:t>
      </w:r>
    </w:p>
    <w:p w:rsidR="00E01075" w:rsidRPr="00E20A88" w:rsidRDefault="00E01075" w:rsidP="00E349A7">
      <w:pPr>
        <w:jc w:val="both"/>
      </w:pPr>
      <w:r w:rsidRPr="00E20A88">
        <w:t>- наименование главного администратора бюджетных средств;</w:t>
      </w:r>
    </w:p>
    <w:p w:rsidR="00E01075" w:rsidRPr="00E20A88" w:rsidRDefault="00E01075" w:rsidP="00E349A7">
      <w:pPr>
        <w:jc w:val="both"/>
      </w:pPr>
      <w:r w:rsidRPr="00E20A88">
        <w:t>- реквизиты Плана, на основании которого проводится анализ исполнения бюджетных полномочий главного администратора бюджетных средств;</w:t>
      </w:r>
    </w:p>
    <w:p w:rsidR="00E01075" w:rsidRPr="00E20A88" w:rsidRDefault="00E01075" w:rsidP="00E349A7">
      <w:pPr>
        <w:jc w:val="both"/>
      </w:pPr>
      <w:r w:rsidRPr="00E20A88">
        <w:t>- срок представления документов и информации;</w:t>
      </w:r>
    </w:p>
    <w:p w:rsidR="00E01075" w:rsidRPr="00E20A88" w:rsidRDefault="00E01075" w:rsidP="00E349A7">
      <w:pPr>
        <w:jc w:val="both"/>
      </w:pPr>
      <w:r w:rsidRPr="00E20A88">
        <w:t>- перечень документов и информации, которые необходимо представить.</w:t>
      </w:r>
    </w:p>
    <w:p w:rsidR="00E01075" w:rsidRPr="00E20A88" w:rsidRDefault="00E01075" w:rsidP="00E349A7">
      <w:pPr>
        <w:jc w:val="both"/>
      </w:pPr>
      <w:r w:rsidRPr="00E20A88">
        <w:t>3.4.</w:t>
      </w:r>
      <w:r>
        <w:t xml:space="preserve"> </w:t>
      </w:r>
      <w:r w:rsidRPr="00E20A88">
        <w:t>При анализе исполнения бюджетных полномочий главного администратора бюджетных средств обязательному изучению подлежат:</w:t>
      </w:r>
    </w:p>
    <w:p w:rsidR="00E01075" w:rsidRPr="00E20A88" w:rsidRDefault="00E01075" w:rsidP="00E349A7">
      <w:pPr>
        <w:jc w:val="both"/>
      </w:pPr>
      <w:r w:rsidRPr="00E20A88">
        <w:t>- деятельность главного администратора бюджетных средств;</w:t>
      </w:r>
    </w:p>
    <w:p w:rsidR="00E01075" w:rsidRPr="00E20A88" w:rsidRDefault="00E01075" w:rsidP="00E349A7">
      <w:pPr>
        <w:jc w:val="both"/>
      </w:pPr>
      <w:r w:rsidRPr="00E20A88">
        <w:t xml:space="preserve">- порядок осуществления полномочий главного администратора бюджетных средств, регламентирующий деятельность по осуществлению внутреннего финансового контроля и внутреннего финансового аудита  (далее - Порядок осуществления полномочий), на предмет соответствия </w:t>
      </w:r>
      <w:hyperlink r:id="rId5" w:history="1">
        <w:r w:rsidRPr="00A45A60">
          <w:rPr>
            <w:rStyle w:val="Hyperlink"/>
          </w:rPr>
          <w:t>Бюджетному кодексу</w:t>
        </w:r>
      </w:hyperlink>
      <w:r w:rsidRPr="00A45A60">
        <w:t xml:space="preserve"> Российской Федерации, указаниям Министерст</w:t>
      </w:r>
      <w:r w:rsidRPr="00E20A88">
        <w:t xml:space="preserve">ва финансов Российской Федерации, нормативным правовым актам администрации </w:t>
      </w:r>
      <w:r>
        <w:t>Ереминского сельсовета</w:t>
      </w:r>
      <w:r w:rsidRPr="00E20A88">
        <w:t>, а также его соблюдение при:</w:t>
      </w:r>
    </w:p>
    <w:p w:rsidR="00E01075" w:rsidRPr="00E20A88" w:rsidRDefault="00E01075" w:rsidP="00E349A7">
      <w:pPr>
        <w:jc w:val="both"/>
      </w:pPr>
      <w:r w:rsidRPr="00E20A88">
        <w:t>а) проведении проверок, ревизий и обследований по внутреннему финансовому контролю и внутреннему финансовому аудиту, реализации результатов контрольных мероприятий;</w:t>
      </w:r>
    </w:p>
    <w:p w:rsidR="00E01075" w:rsidRPr="00E20A88" w:rsidRDefault="00E01075" w:rsidP="00E349A7">
      <w:pPr>
        <w:jc w:val="both"/>
      </w:pPr>
      <w:r w:rsidRPr="00E20A88">
        <w:t>б) направлении объектам контроля актов, заключений, замечаний и предложений по устранению выявленных недостатков и нарушений;</w:t>
      </w:r>
    </w:p>
    <w:p w:rsidR="00E01075" w:rsidRPr="00E20A88" w:rsidRDefault="00E01075" w:rsidP="00E349A7">
      <w:pPr>
        <w:jc w:val="both"/>
      </w:pPr>
      <w:r w:rsidRPr="008C2F40">
        <w:t>в) подготовке предложений по повышению экономности и результативности использования средств районного бюджета;</w:t>
      </w:r>
    </w:p>
    <w:p w:rsidR="00E01075" w:rsidRPr="00E20A88" w:rsidRDefault="00E01075" w:rsidP="00E349A7">
      <w:pPr>
        <w:jc w:val="both"/>
      </w:pPr>
      <w:r w:rsidRPr="00E20A88">
        <w:t xml:space="preserve">г) направлении материалов в администрацию </w:t>
      </w:r>
      <w:r>
        <w:t>Ереминского сельсовета</w:t>
      </w:r>
      <w:r w:rsidRPr="00E20A88">
        <w:t xml:space="preserve"> и (или) правоохранительные органы в случае наличия признаков </w:t>
      </w:r>
      <w:r w:rsidRPr="00A45A60">
        <w:t xml:space="preserve">нарушений </w:t>
      </w:r>
      <w:hyperlink r:id="rId6" w:history="1">
        <w:r w:rsidRPr="00A45A60">
          <w:rPr>
            <w:rStyle w:val="Hyperlink"/>
          </w:rPr>
          <w:t>бюджетного законодательства</w:t>
        </w:r>
      </w:hyperlink>
      <w:r w:rsidRPr="00E20A88">
        <w:t xml:space="preserve"> Российской Федерации, в отношении которых отсутствует возможность их устранения.</w:t>
      </w:r>
    </w:p>
    <w:p w:rsidR="00E01075" w:rsidRPr="00E20A88" w:rsidRDefault="00E01075" w:rsidP="00E349A7">
      <w:pPr>
        <w:jc w:val="both"/>
      </w:pPr>
      <w:r w:rsidRPr="00E20A88">
        <w:t>3.5.</w:t>
      </w:r>
      <w:r>
        <w:t xml:space="preserve"> </w:t>
      </w:r>
      <w:r w:rsidRPr="00E20A88">
        <w:t>При изучении деятельности главного администратора бюджетных средств анализируются:</w:t>
      </w:r>
    </w:p>
    <w:p w:rsidR="00E01075" w:rsidRPr="00E20A88" w:rsidRDefault="00E01075" w:rsidP="00E349A7">
      <w:pPr>
        <w:jc w:val="both"/>
      </w:pPr>
      <w:r w:rsidRPr="00E20A88">
        <w:t>- функции и полномочия главного администратора бюджетных средств, в частности на предмет функциональной независимости;</w:t>
      </w:r>
    </w:p>
    <w:p w:rsidR="00E01075" w:rsidRPr="00E20A88" w:rsidRDefault="00E01075" w:rsidP="00E349A7">
      <w:pPr>
        <w:jc w:val="both"/>
      </w:pPr>
      <w:r w:rsidRPr="00E20A88">
        <w:t>- наличие Порядка осуществления полномочий (Административного регламента), иной нормативной базы в сфере внутреннего финансового контроля и внутреннего финансового аудита;</w:t>
      </w:r>
    </w:p>
    <w:p w:rsidR="00E01075" w:rsidRPr="00E20A88" w:rsidRDefault="00E01075" w:rsidP="00E349A7">
      <w:pPr>
        <w:jc w:val="both"/>
      </w:pPr>
      <w:r w:rsidRPr="00E20A88">
        <w:t>- организационно-штатная структура главного администратора бюджетных средств;</w:t>
      </w:r>
    </w:p>
    <w:p w:rsidR="00E01075" w:rsidRPr="00E20A88" w:rsidRDefault="00E01075" w:rsidP="00E349A7">
      <w:pPr>
        <w:jc w:val="both"/>
      </w:pPr>
      <w:r w:rsidRPr="00E20A88">
        <w:t>- количество подведомственных ему администраторов бюджетных средств и муниципальных учреждений;</w:t>
      </w:r>
    </w:p>
    <w:p w:rsidR="00E01075" w:rsidRPr="00E20A88" w:rsidRDefault="00E01075" w:rsidP="00E349A7">
      <w:pPr>
        <w:jc w:val="both"/>
      </w:pPr>
      <w:r w:rsidRPr="00E20A88">
        <w:t xml:space="preserve">- процедуры внутреннего информационного обмена и координации деятельности администрации </w:t>
      </w:r>
      <w:r>
        <w:t>Ереминского сельсовета</w:t>
      </w:r>
      <w:r w:rsidRPr="00E20A88">
        <w:t xml:space="preserve"> с правоохранительными органами и органами прокуратуры на предмет координации деятельности, содействия при проведении контрольных мероприятий и своевременности информирования об установленных фактах нарушений;</w:t>
      </w:r>
    </w:p>
    <w:p w:rsidR="00E01075" w:rsidRPr="00E20A88" w:rsidRDefault="00E01075" w:rsidP="00E349A7">
      <w:pPr>
        <w:jc w:val="both"/>
      </w:pPr>
      <w:r w:rsidRPr="00E20A88">
        <w:t xml:space="preserve">- подготовка специализированной отчетности, а также информации </w:t>
      </w:r>
      <w:r>
        <w:t>Г</w:t>
      </w:r>
      <w:r w:rsidRPr="00E20A88">
        <w:t xml:space="preserve">лаве </w:t>
      </w:r>
      <w:r>
        <w:t>администрации Ереминского сельсовета</w:t>
      </w:r>
      <w:r w:rsidRPr="00E20A88">
        <w:t>.</w:t>
      </w:r>
    </w:p>
    <w:p w:rsidR="00E01075" w:rsidRPr="00E20A88" w:rsidRDefault="00E01075" w:rsidP="00E349A7">
      <w:pPr>
        <w:jc w:val="both"/>
      </w:pPr>
      <w:r w:rsidRPr="00E20A88">
        <w:t>3.6.</w:t>
      </w:r>
      <w:r>
        <w:t xml:space="preserve"> </w:t>
      </w:r>
      <w:r w:rsidRPr="00E20A88">
        <w:t>При изучении Порядка осуществления полномочий и его исполнения анализируются:</w:t>
      </w:r>
    </w:p>
    <w:p w:rsidR="00E01075" w:rsidRPr="00E20A88" w:rsidRDefault="00E01075" w:rsidP="00E349A7">
      <w:pPr>
        <w:jc w:val="both"/>
      </w:pPr>
      <w:r w:rsidRPr="00E20A88">
        <w:t>- вопросы планирования проведения проверок, ревизий, обследований, а также их проведения на внеплановой основе, выполнения плана контрольной работы;</w:t>
      </w:r>
    </w:p>
    <w:p w:rsidR="00E01075" w:rsidRPr="00E20A88" w:rsidRDefault="00E01075" w:rsidP="00E349A7">
      <w:pPr>
        <w:jc w:val="both"/>
      </w:pPr>
      <w:r w:rsidRPr="00E20A88">
        <w:t>- соответствие процедур назначения, проведения и оформления результатов проверок, ревизий, обследований утвержденному Порядку осуществления полномочий, в том числе на предмет последовательности и своевременности процедур;</w:t>
      </w:r>
    </w:p>
    <w:p w:rsidR="00E01075" w:rsidRPr="00E20A88" w:rsidRDefault="00E01075" w:rsidP="00E349A7">
      <w:pPr>
        <w:jc w:val="both"/>
      </w:pPr>
      <w:r w:rsidRPr="00E20A88">
        <w:t>- ведение мониторинга устранения выявленных нарушений и исполнения направленных в адрес проверяемого объекта контроля предложений по устранению выявленных нарушений, а также наличие указаний, рекомендаций и форм по учету, реестра выявленных нарушений, их устранения, направленных предложений;</w:t>
      </w:r>
    </w:p>
    <w:p w:rsidR="00E01075" w:rsidRPr="00E20A88" w:rsidRDefault="00E01075" w:rsidP="00E349A7">
      <w:pPr>
        <w:jc w:val="both"/>
      </w:pPr>
      <w:r w:rsidRPr="00E20A88">
        <w:t xml:space="preserve">- </w:t>
      </w:r>
      <w:r>
        <w:t>оформление</w:t>
      </w:r>
      <w:r w:rsidRPr="00E20A88">
        <w:t xml:space="preserve"> результатов и представлени</w:t>
      </w:r>
      <w:r>
        <w:t>е докладов Г</w:t>
      </w:r>
      <w:r w:rsidRPr="00E20A88">
        <w:t xml:space="preserve">лаве </w:t>
      </w:r>
      <w:r>
        <w:t>администрации Ереминского сельсовета</w:t>
      </w:r>
      <w:r w:rsidRPr="00E20A88">
        <w:t xml:space="preserve"> при составлении отчетности о результатах контрольной деятельности;</w:t>
      </w:r>
    </w:p>
    <w:p w:rsidR="00E01075" w:rsidRPr="00E20A88" w:rsidRDefault="00E01075" w:rsidP="00E349A7">
      <w:pPr>
        <w:jc w:val="both"/>
      </w:pPr>
      <w:r w:rsidRPr="00E20A88">
        <w:t>- результативность проведения ревизий, проверок и обследований, а также последовательность и своевременность направления объектам контроля актов, заключений, предложений по устранению выявленных нарушений, в том числе на предмет их оформления и предс</w:t>
      </w:r>
      <w:r>
        <w:t>тавления докладов (информации) Г</w:t>
      </w:r>
      <w:r w:rsidRPr="00E20A88">
        <w:t xml:space="preserve">лаве </w:t>
      </w:r>
      <w:r>
        <w:t>администрации Ереминского сельсовета</w:t>
      </w:r>
      <w:r w:rsidRPr="00E20A88">
        <w:t>.</w:t>
      </w:r>
    </w:p>
    <w:p w:rsidR="00E01075" w:rsidRPr="00E20A88" w:rsidRDefault="00E01075" w:rsidP="00E349A7">
      <w:pPr>
        <w:jc w:val="both"/>
      </w:pPr>
      <w:r w:rsidRPr="00E20A88">
        <w:t>3.7.</w:t>
      </w:r>
      <w:r>
        <w:t xml:space="preserve"> </w:t>
      </w:r>
      <w:r w:rsidRPr="00E20A88">
        <w:t xml:space="preserve">При изучении процедуры направления информации и документов в администрацию </w:t>
      </w:r>
      <w:r>
        <w:t>Ереминского сельсовета</w:t>
      </w:r>
      <w:r w:rsidRPr="00E20A88">
        <w:t xml:space="preserve"> и в правоохранительные органы анализируется своевременность направления информации и документов в указанные органы при установлении фактов совершения действия (бездействия), содержащих признаки состава преступления при использовании бюджетных средств.</w:t>
      </w:r>
    </w:p>
    <w:p w:rsidR="00E01075" w:rsidRDefault="00E01075" w:rsidP="00E349A7">
      <w:pPr>
        <w:jc w:val="both"/>
      </w:pPr>
    </w:p>
    <w:p w:rsidR="00E01075" w:rsidRPr="00A45A60" w:rsidRDefault="00E01075" w:rsidP="00E349A7">
      <w:pPr>
        <w:jc w:val="center"/>
        <w:rPr>
          <w:b/>
          <w:bCs/>
        </w:rPr>
      </w:pPr>
      <w:r w:rsidRPr="00A45A60">
        <w:rPr>
          <w:b/>
          <w:bCs/>
        </w:rPr>
        <w:t>4. Оформление результатов анализа исполнения бюджетных полномочий главных администраторов бюджетных средств</w:t>
      </w:r>
    </w:p>
    <w:p w:rsidR="00E01075" w:rsidRPr="00E20A88" w:rsidRDefault="00E01075" w:rsidP="00E349A7">
      <w:pPr>
        <w:jc w:val="both"/>
      </w:pPr>
    </w:p>
    <w:p w:rsidR="00E01075" w:rsidRPr="00E20A88" w:rsidRDefault="00E01075" w:rsidP="00E349A7">
      <w:pPr>
        <w:jc w:val="both"/>
      </w:pPr>
      <w:r w:rsidRPr="00E20A88">
        <w:t>4.1</w:t>
      </w:r>
      <w:r>
        <w:t xml:space="preserve">. </w:t>
      </w:r>
      <w:r w:rsidRPr="00E20A88">
        <w:t xml:space="preserve">По результатам анализа исполнения бюджетных полномочий главных администраторов бюджетных средств контрольным </w:t>
      </w:r>
      <w:r>
        <w:t>органом</w:t>
      </w:r>
      <w:r w:rsidRPr="00E20A88">
        <w:t xml:space="preserve"> подготавливается заключение о соответствии исполнения бюджетных полномочий главного администратора бюджетных средств бюджетному законодательству Российской Федерации (далее - Заключение).</w:t>
      </w:r>
    </w:p>
    <w:p w:rsidR="00E01075" w:rsidRPr="00E20A88" w:rsidRDefault="00E01075" w:rsidP="00E349A7">
      <w:pPr>
        <w:jc w:val="both"/>
      </w:pPr>
      <w:r w:rsidRPr="00E20A88">
        <w:t>4.</w:t>
      </w:r>
      <w:r>
        <w:t xml:space="preserve">2. </w:t>
      </w:r>
      <w:r w:rsidRPr="00E20A88">
        <w:t>Заключение должно содержать:</w:t>
      </w:r>
    </w:p>
    <w:p w:rsidR="00E01075" w:rsidRPr="00E20A88" w:rsidRDefault="00E01075" w:rsidP="00E349A7">
      <w:pPr>
        <w:jc w:val="both"/>
      </w:pPr>
      <w:r w:rsidRPr="00E20A88">
        <w:t>- наименование главного администратора бюджетных средств, исполнение бюджетных полномочий которого анализировалось;</w:t>
      </w:r>
    </w:p>
    <w:p w:rsidR="00E01075" w:rsidRPr="00E20A88" w:rsidRDefault="00E01075" w:rsidP="00E349A7">
      <w:pPr>
        <w:jc w:val="both"/>
      </w:pPr>
      <w:r w:rsidRPr="00E20A88">
        <w:t>- реквизиты Плана, на основании которого проводился анализ исполнения бюджетных полномочий главного администратора бюджетных средств;</w:t>
      </w:r>
    </w:p>
    <w:p w:rsidR="00E01075" w:rsidRPr="00E20A88" w:rsidRDefault="00E01075" w:rsidP="00E349A7">
      <w:pPr>
        <w:jc w:val="both"/>
      </w:pPr>
      <w:r w:rsidRPr="00E20A88">
        <w:t>- анализируемый период исполнения бюджетных полномочий главного администратора бюджетных средств;</w:t>
      </w:r>
    </w:p>
    <w:p w:rsidR="00E01075" w:rsidRPr="00E20A88" w:rsidRDefault="00E01075" w:rsidP="00E349A7">
      <w:pPr>
        <w:jc w:val="both"/>
      </w:pPr>
      <w:r w:rsidRPr="00E20A88">
        <w:t>- описание проведенного анализа исполнения бюджетных полномочий главного администратора бюджетных средств;</w:t>
      </w:r>
    </w:p>
    <w:p w:rsidR="00E01075" w:rsidRPr="00E20A88" w:rsidRDefault="00E01075" w:rsidP="00E349A7">
      <w:pPr>
        <w:jc w:val="both"/>
      </w:pPr>
      <w:r w:rsidRPr="00E20A88">
        <w:t>- информацию о текущем состоянии исполнения бюджетных полномочий главного администратора бюджетных средств, в том числе оценку результативности и качества осуществляемого контроля;</w:t>
      </w:r>
    </w:p>
    <w:p w:rsidR="00E01075" w:rsidRPr="00E20A88" w:rsidRDefault="00E01075" w:rsidP="00E349A7">
      <w:pPr>
        <w:jc w:val="both"/>
      </w:pPr>
      <w:r w:rsidRPr="00E20A88">
        <w:t>- информацию о выявленных недостатках исполнения бюджетных полномочий главного администратора бюджетных средств;</w:t>
      </w:r>
    </w:p>
    <w:p w:rsidR="00E01075" w:rsidRPr="00E20A88" w:rsidRDefault="00E01075" w:rsidP="00E349A7">
      <w:pPr>
        <w:jc w:val="both"/>
      </w:pPr>
      <w:r w:rsidRPr="00E20A88">
        <w:t>- информацию о непредставлении главным администратором бюджетных средств информации и (или) документов либо представлении документов, содержащих неполную или недостоверную информацию;</w:t>
      </w:r>
    </w:p>
    <w:p w:rsidR="00E01075" w:rsidRPr="00E20A88" w:rsidRDefault="00E01075" w:rsidP="00E349A7">
      <w:pPr>
        <w:jc w:val="both"/>
      </w:pPr>
      <w:r w:rsidRPr="00E20A88">
        <w:t>- предложения и рекомендации по совершенствованию исполнения бюджетных полномочий главного администратора бюджетных средств.</w:t>
      </w:r>
    </w:p>
    <w:p w:rsidR="00E01075" w:rsidRDefault="00E01075" w:rsidP="00E349A7">
      <w:pPr>
        <w:jc w:val="both"/>
      </w:pPr>
      <w:r w:rsidRPr="00E20A88">
        <w:t>4.</w:t>
      </w:r>
      <w:r>
        <w:t>3. Заключение подписывается Г</w:t>
      </w:r>
      <w:r w:rsidRPr="00E20A88">
        <w:t xml:space="preserve">лавой </w:t>
      </w:r>
      <w:r>
        <w:t>администрации Ереминского сельсовета</w:t>
      </w:r>
      <w:r w:rsidRPr="00E20A88">
        <w:t xml:space="preserve"> и специалистом, участвовавшим в проведении анализа исполнения бюджетных полномочий главного администратора бюджетных средств, и в течение 3 рабочих дней направляется главному администратору бюджетных средств, в котором проводился указанный анализ.</w:t>
      </w:r>
    </w:p>
    <w:p w:rsidR="00E01075" w:rsidRPr="00E20A88" w:rsidRDefault="00E01075" w:rsidP="00E349A7">
      <w:pPr>
        <w:jc w:val="both"/>
      </w:pPr>
    </w:p>
    <w:p w:rsidR="00E01075" w:rsidRPr="00A45A60" w:rsidRDefault="00E01075" w:rsidP="00E349A7">
      <w:pPr>
        <w:jc w:val="center"/>
        <w:rPr>
          <w:b/>
          <w:bCs/>
        </w:rPr>
      </w:pPr>
      <w:r w:rsidRPr="00A45A60">
        <w:rPr>
          <w:b/>
          <w:bCs/>
        </w:rPr>
        <w:t>5. Подготовка отчетности по результатам проведенного анализа исполнения бюджетных полномочий главных администраторов бюджетных средств</w:t>
      </w:r>
    </w:p>
    <w:p w:rsidR="00E01075" w:rsidRPr="00E20A88" w:rsidRDefault="00E01075" w:rsidP="00E349A7">
      <w:pPr>
        <w:jc w:val="both"/>
      </w:pPr>
    </w:p>
    <w:p w:rsidR="00E01075" w:rsidRPr="00E20A88" w:rsidRDefault="00E01075" w:rsidP="00E349A7">
      <w:pPr>
        <w:jc w:val="both"/>
      </w:pPr>
      <w:r w:rsidRPr="00E20A88">
        <w:t>5.1</w:t>
      </w:r>
      <w:r>
        <w:t xml:space="preserve">. </w:t>
      </w:r>
      <w:r w:rsidRPr="00E20A88">
        <w:t>Администрация</w:t>
      </w:r>
      <w:r>
        <w:t xml:space="preserve"> Ереминского сельсовета </w:t>
      </w:r>
      <w:r w:rsidRPr="00E20A88">
        <w:t xml:space="preserve">ежегодно составляет аналитический отчет о результатах проведенного анализа исполнения бюджетных полномочий главных администраторов бюджетных средств </w:t>
      </w:r>
      <w:r>
        <w:t>Ереминского сельсовета</w:t>
      </w:r>
      <w:r w:rsidRPr="00E20A88">
        <w:t>, проведенного в отчетном году, и в срок до 01 марта года, следующего за отчетным, направляет его главе поселения (далее – аналитический отчет).</w:t>
      </w:r>
    </w:p>
    <w:p w:rsidR="00E01075" w:rsidRPr="00E20A88" w:rsidRDefault="00E01075" w:rsidP="00E349A7">
      <w:pPr>
        <w:jc w:val="both"/>
      </w:pPr>
      <w:r w:rsidRPr="00E20A88">
        <w:t>5.2</w:t>
      </w:r>
      <w:r>
        <w:t xml:space="preserve">. </w:t>
      </w:r>
      <w:r w:rsidRPr="00E20A88">
        <w:t>Аналитический отчет должен содержать:</w:t>
      </w:r>
    </w:p>
    <w:p w:rsidR="00E01075" w:rsidRPr="00E20A88" w:rsidRDefault="00E01075" w:rsidP="00E349A7">
      <w:pPr>
        <w:jc w:val="both"/>
      </w:pPr>
      <w:r w:rsidRPr="00E20A88">
        <w:t xml:space="preserve">- информацию об общем количестве главных администраторов бюджетных средств в </w:t>
      </w:r>
      <w:r>
        <w:t>Ереминского  сельсовете</w:t>
      </w:r>
      <w:r w:rsidRPr="00E20A88">
        <w:t xml:space="preserve"> и о количестве главных администраторов бюджетных средств, в отношении которых проведен анализ исполнения бюджетных полномочий;</w:t>
      </w:r>
    </w:p>
    <w:p w:rsidR="00E01075" w:rsidRPr="00E20A88" w:rsidRDefault="00E01075" w:rsidP="00E349A7">
      <w:pPr>
        <w:jc w:val="both"/>
      </w:pPr>
      <w:r w:rsidRPr="00E20A88">
        <w:t>- перечень главных администраторов бюджетных средств, в отношении которых в отчетном году осуществлен анализ исполнения бюджетных полномочий;</w:t>
      </w:r>
    </w:p>
    <w:p w:rsidR="00E01075" w:rsidRPr="00E20A88" w:rsidRDefault="00E01075" w:rsidP="00E349A7">
      <w:pPr>
        <w:jc w:val="both"/>
      </w:pPr>
      <w:r w:rsidRPr="00E20A88">
        <w:t>- обобщенную информацию о наиболее типичных недостатках, выявленных по результатам проведенного анализа исполнения бюджетных полномочий главных администраторов бюджетных средств, и отраженных в Заключениях;</w:t>
      </w:r>
    </w:p>
    <w:p w:rsidR="00E01075" w:rsidRPr="00E20A88" w:rsidRDefault="00E01075" w:rsidP="00E349A7">
      <w:pPr>
        <w:jc w:val="both"/>
      </w:pPr>
      <w:r w:rsidRPr="00E20A88">
        <w:t>- сводные предложения по совершенствованию исполнения бюджетных полномочий главных администраторов бюджетных средств, содержащиеся в Заключениях.</w:t>
      </w:r>
    </w:p>
    <w:p w:rsidR="00E01075" w:rsidRPr="00E20A88" w:rsidRDefault="00E01075" w:rsidP="00E349A7">
      <w:pPr>
        <w:jc w:val="both"/>
      </w:pPr>
      <w:r w:rsidRPr="00E20A88">
        <w:t xml:space="preserve">5.3. С целью совершенствования осуществления бюджетных полномочий главными администраторами бюджетных средств, одновременно с аналитическим отчетом, глава </w:t>
      </w:r>
      <w:r>
        <w:t>администрации Ереминского сельсовета</w:t>
      </w:r>
      <w:r w:rsidRPr="00E20A88">
        <w:t xml:space="preserve"> направляет предложения о принятии, отмене или внесении изменений в нормативные правовые акты администрации </w:t>
      </w:r>
      <w:r>
        <w:t>Ереминского сельсовета</w:t>
      </w:r>
      <w:r w:rsidRPr="00E20A88">
        <w:t>, регламентирующие порядок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E01075" w:rsidRDefault="00E01075"/>
    <w:sectPr w:rsidR="00E01075" w:rsidSect="00BE6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9A7"/>
    <w:rsid w:val="00046673"/>
    <w:rsid w:val="000F0958"/>
    <w:rsid w:val="000F3DDF"/>
    <w:rsid w:val="000F3F26"/>
    <w:rsid w:val="00137581"/>
    <w:rsid w:val="00174763"/>
    <w:rsid w:val="001C0FCC"/>
    <w:rsid w:val="002204B3"/>
    <w:rsid w:val="0022571E"/>
    <w:rsid w:val="002A674B"/>
    <w:rsid w:val="002A7BFD"/>
    <w:rsid w:val="002D0C7C"/>
    <w:rsid w:val="00306F1F"/>
    <w:rsid w:val="00326638"/>
    <w:rsid w:val="0035360E"/>
    <w:rsid w:val="003D381C"/>
    <w:rsid w:val="0043034A"/>
    <w:rsid w:val="004C6CAE"/>
    <w:rsid w:val="00573DAF"/>
    <w:rsid w:val="00693F67"/>
    <w:rsid w:val="006B2ABE"/>
    <w:rsid w:val="007365F9"/>
    <w:rsid w:val="007469CB"/>
    <w:rsid w:val="00762ACB"/>
    <w:rsid w:val="007F11D7"/>
    <w:rsid w:val="008529D6"/>
    <w:rsid w:val="008B40D5"/>
    <w:rsid w:val="008B70B2"/>
    <w:rsid w:val="008C2F40"/>
    <w:rsid w:val="008D39EC"/>
    <w:rsid w:val="008E5FC5"/>
    <w:rsid w:val="00975D2F"/>
    <w:rsid w:val="00A2710D"/>
    <w:rsid w:val="00A431DB"/>
    <w:rsid w:val="00A45A60"/>
    <w:rsid w:val="00A575D9"/>
    <w:rsid w:val="00AB4A00"/>
    <w:rsid w:val="00B42054"/>
    <w:rsid w:val="00BE6A0F"/>
    <w:rsid w:val="00C07D83"/>
    <w:rsid w:val="00C37863"/>
    <w:rsid w:val="00C729C7"/>
    <w:rsid w:val="00CE11AD"/>
    <w:rsid w:val="00D60392"/>
    <w:rsid w:val="00DF6F96"/>
    <w:rsid w:val="00E01075"/>
    <w:rsid w:val="00E16464"/>
    <w:rsid w:val="00E20A88"/>
    <w:rsid w:val="00E349A7"/>
    <w:rsid w:val="00E66781"/>
    <w:rsid w:val="00E96A14"/>
    <w:rsid w:val="00F10472"/>
    <w:rsid w:val="00F83A28"/>
    <w:rsid w:val="00FC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9A7"/>
    <w:pPr>
      <w:spacing w:line="360" w:lineRule="exact"/>
      <w:ind w:firstLine="720"/>
    </w:pPr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49A7"/>
    <w:pPr>
      <w:keepNext/>
      <w:keepLines/>
      <w:spacing w:before="480" w:line="240" w:lineRule="auto"/>
      <w:ind w:firstLine="0"/>
      <w:outlineLvl w:val="0"/>
    </w:pPr>
    <w:rPr>
      <w:rFonts w:ascii="Cambria" w:hAnsi="Cambria" w:cs="Cambria"/>
      <w:b/>
      <w:bCs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49A7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a">
    <w:name w:val="Должность в подписи"/>
    <w:basedOn w:val="Normal"/>
    <w:next w:val="Normal"/>
    <w:uiPriority w:val="99"/>
    <w:rsid w:val="00E349A7"/>
    <w:pPr>
      <w:suppressAutoHyphens/>
      <w:spacing w:before="480" w:line="240" w:lineRule="exact"/>
      <w:ind w:firstLine="0"/>
    </w:pPr>
  </w:style>
  <w:style w:type="paragraph" w:customStyle="1" w:styleId="a0">
    <w:name w:val="Отметка об исполнителе"/>
    <w:basedOn w:val="Normal"/>
    <w:next w:val="Normal"/>
    <w:uiPriority w:val="99"/>
    <w:rsid w:val="00E349A7"/>
    <w:pPr>
      <w:suppressAutoHyphens/>
      <w:spacing w:line="240" w:lineRule="exact"/>
      <w:ind w:firstLine="0"/>
    </w:pPr>
    <w:rPr>
      <w:sz w:val="24"/>
      <w:szCs w:val="24"/>
    </w:rPr>
  </w:style>
  <w:style w:type="paragraph" w:styleId="NoSpacing">
    <w:name w:val="No Spacing"/>
    <w:uiPriority w:val="99"/>
    <w:qFormat/>
    <w:rsid w:val="00E349A7"/>
    <w:pPr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349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E349A7"/>
    <w:rPr>
      <w:color w:val="0000FF"/>
      <w:u w:val="single"/>
    </w:rPr>
  </w:style>
  <w:style w:type="paragraph" w:customStyle="1" w:styleId="ConsNonformat">
    <w:name w:val="ConsNonformat"/>
    <w:uiPriority w:val="99"/>
    <w:rsid w:val="00E349A7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4" TargetMode="External"/><Relationship Id="rId5" Type="http://schemas.openxmlformats.org/officeDocument/2006/relationships/hyperlink" Target="garantF1://12012604.0" TargetMode="External"/><Relationship Id="rId4" Type="http://schemas.openxmlformats.org/officeDocument/2006/relationships/hyperlink" Target="garantF1://12012604.15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8</Pages>
  <Words>2254</Words>
  <Characters>12851</Characters>
  <Application>Microsoft Office Outlook</Application>
  <DocSecurity>0</DocSecurity>
  <Lines>0</Lines>
  <Paragraphs>0</Paragraphs>
  <ScaleCrop>false</ScaleCrop>
  <Company>DreamLair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..</cp:lastModifiedBy>
  <cp:revision>6</cp:revision>
  <cp:lastPrinted>2018-08-15T08:29:00Z</cp:lastPrinted>
  <dcterms:created xsi:type="dcterms:W3CDTF">2018-08-16T08:07:00Z</dcterms:created>
  <dcterms:modified xsi:type="dcterms:W3CDTF">2018-08-16T09:28:00Z</dcterms:modified>
</cp:coreProperties>
</file>