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22" w:rsidRPr="00CC40EA" w:rsidRDefault="00AD7B22" w:rsidP="008A1E21">
      <w:pPr>
        <w:jc w:val="center"/>
        <w:rPr>
          <w:sz w:val="28"/>
          <w:szCs w:val="28"/>
        </w:rPr>
      </w:pPr>
      <w:r w:rsidRPr="00CC40EA">
        <w:rPr>
          <w:sz w:val="28"/>
          <w:szCs w:val="28"/>
        </w:rPr>
        <w:t>АДМИНИСТРАЦИЯ ЕРЕМИНСКОГО СЕЛЬСОВЕТА</w:t>
      </w:r>
    </w:p>
    <w:p w:rsidR="00AD7B22" w:rsidRPr="00CC40EA" w:rsidRDefault="00AD7B22" w:rsidP="008A1E21">
      <w:pPr>
        <w:jc w:val="center"/>
        <w:rPr>
          <w:sz w:val="28"/>
          <w:szCs w:val="28"/>
        </w:rPr>
      </w:pPr>
      <w:r w:rsidRPr="00CC40EA">
        <w:rPr>
          <w:sz w:val="28"/>
          <w:szCs w:val="28"/>
        </w:rPr>
        <w:t>КЫШТОВСКОГО РАЙОНА НОВОСИБИРСКОЙ ОБЛАСТИ</w:t>
      </w:r>
    </w:p>
    <w:p w:rsidR="00AD7B22" w:rsidRPr="00CC40EA" w:rsidRDefault="00AD7B22" w:rsidP="00CC40EA">
      <w:pPr>
        <w:rPr>
          <w:sz w:val="28"/>
          <w:szCs w:val="28"/>
        </w:rPr>
      </w:pPr>
    </w:p>
    <w:p w:rsidR="00AD7B22" w:rsidRPr="00CC40EA" w:rsidRDefault="00AD7B22" w:rsidP="008A1E21">
      <w:pPr>
        <w:jc w:val="center"/>
        <w:rPr>
          <w:sz w:val="28"/>
          <w:szCs w:val="28"/>
        </w:rPr>
      </w:pPr>
      <w:r w:rsidRPr="00CC40EA">
        <w:rPr>
          <w:sz w:val="28"/>
          <w:szCs w:val="28"/>
        </w:rPr>
        <w:t>П О С Т А Н О В Л Е Н И Е</w:t>
      </w:r>
    </w:p>
    <w:p w:rsidR="00AD7B22" w:rsidRPr="00CC40EA" w:rsidRDefault="00AD7B22" w:rsidP="008A1E21">
      <w:pPr>
        <w:jc w:val="center"/>
        <w:rPr>
          <w:sz w:val="28"/>
          <w:szCs w:val="28"/>
        </w:rPr>
      </w:pPr>
      <w:r w:rsidRPr="00CC40EA">
        <w:rPr>
          <w:sz w:val="28"/>
          <w:szCs w:val="28"/>
        </w:rPr>
        <w:t>д. Еремино</w:t>
      </w:r>
    </w:p>
    <w:p w:rsidR="00AD7B22" w:rsidRPr="00AC7A04" w:rsidRDefault="00AD7B22" w:rsidP="008A1E21">
      <w:pPr>
        <w:rPr>
          <w:sz w:val="28"/>
          <w:szCs w:val="28"/>
        </w:rPr>
      </w:pPr>
      <w:r>
        <w:rPr>
          <w:sz w:val="28"/>
          <w:szCs w:val="28"/>
        </w:rPr>
        <w:t>От 07.12.2018г.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№ 48</w:t>
      </w:r>
    </w:p>
    <w:p w:rsidR="00AD7B22" w:rsidRDefault="00AD7B22" w:rsidP="008A1E21">
      <w:pPr>
        <w:rPr>
          <w:sz w:val="28"/>
          <w:szCs w:val="28"/>
        </w:rPr>
      </w:pPr>
    </w:p>
    <w:p w:rsidR="00AD7B22" w:rsidRDefault="00AD7B22" w:rsidP="008A1E21">
      <w:pPr>
        <w:rPr>
          <w:sz w:val="28"/>
          <w:szCs w:val="28"/>
        </w:rPr>
      </w:pPr>
      <w:r>
        <w:rPr>
          <w:sz w:val="28"/>
          <w:szCs w:val="28"/>
        </w:rPr>
        <w:t>О возложении функций специализированной службы по вопросам похоронного дела на территории Ереминского сельсовета Кыштовского района Новосибирской области</w:t>
      </w:r>
    </w:p>
    <w:p w:rsidR="00AD7B22" w:rsidRDefault="00AD7B22" w:rsidP="008A1E21">
      <w:pPr>
        <w:rPr>
          <w:sz w:val="28"/>
          <w:szCs w:val="28"/>
        </w:rPr>
      </w:pPr>
    </w:p>
    <w:p w:rsidR="00AD7B22" w:rsidRDefault="00AD7B22" w:rsidP="0081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12.01.1996 №8-ФЗ «О погребении и похоронном деле», Федеральным законом от 06.10.2003 №131-ФЗ «Об общих принципах организации местного самоуправления в Российской Федерации», администрация Ереминского сельсовета Кыштовского района Новосибирской области ПОСТАНОВЛЯЕТ:</w:t>
      </w:r>
    </w:p>
    <w:p w:rsidR="00AD7B22" w:rsidRDefault="00AD7B22" w:rsidP="0081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1.Возложить функции специализированной службы по вопросам похоронного дела, на которую возлагается обязанность по осуществлению погребения умерших на территории Ереминского сельсовета Кыштовского района Новосибирской области, на специалиста администрации Тиунову Татьяну Николаевну.</w:t>
      </w:r>
    </w:p>
    <w:p w:rsidR="00AD7B22" w:rsidRDefault="00AD7B22" w:rsidP="0081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периодическом печатном издании «Ере минский Вестник» и разместить на официальном сайте администрации Ереминского сельсовета Кыштовского района Новосибирской области.</w:t>
      </w:r>
    </w:p>
    <w:p w:rsidR="00AD7B22" w:rsidRDefault="00AD7B22" w:rsidP="0081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исполнением настоящего постановления оставляю за собой.</w:t>
      </w:r>
    </w:p>
    <w:p w:rsidR="00AD7B22" w:rsidRDefault="00AD7B22" w:rsidP="008A1E21">
      <w:pPr>
        <w:jc w:val="both"/>
        <w:rPr>
          <w:sz w:val="28"/>
          <w:szCs w:val="28"/>
        </w:rPr>
      </w:pPr>
    </w:p>
    <w:p w:rsidR="00AD7B22" w:rsidRDefault="00AD7B22" w:rsidP="008A1E2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Ереминского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А.Н.Мизгирев</w:t>
      </w:r>
    </w:p>
    <w:sectPr w:rsidR="00AD7B22" w:rsidSect="009B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B9"/>
    <w:rsid w:val="00001B93"/>
    <w:rsid w:val="000073BA"/>
    <w:rsid w:val="00010ED0"/>
    <w:rsid w:val="000131EA"/>
    <w:rsid w:val="00013E74"/>
    <w:rsid w:val="000155BC"/>
    <w:rsid w:val="00015BB7"/>
    <w:rsid w:val="00021F1B"/>
    <w:rsid w:val="00022B57"/>
    <w:rsid w:val="00025949"/>
    <w:rsid w:val="00027267"/>
    <w:rsid w:val="000342AA"/>
    <w:rsid w:val="000456C1"/>
    <w:rsid w:val="00055702"/>
    <w:rsid w:val="00055DCA"/>
    <w:rsid w:val="00056E94"/>
    <w:rsid w:val="00057C59"/>
    <w:rsid w:val="00062E29"/>
    <w:rsid w:val="00064A76"/>
    <w:rsid w:val="00066054"/>
    <w:rsid w:val="00070FA7"/>
    <w:rsid w:val="00073757"/>
    <w:rsid w:val="00073ABC"/>
    <w:rsid w:val="00074441"/>
    <w:rsid w:val="00075C06"/>
    <w:rsid w:val="00083FAE"/>
    <w:rsid w:val="0008652F"/>
    <w:rsid w:val="00091ED6"/>
    <w:rsid w:val="00093612"/>
    <w:rsid w:val="00093929"/>
    <w:rsid w:val="000942C0"/>
    <w:rsid w:val="000A039A"/>
    <w:rsid w:val="000A201C"/>
    <w:rsid w:val="000A2862"/>
    <w:rsid w:val="000A3356"/>
    <w:rsid w:val="000A7262"/>
    <w:rsid w:val="000A7EA9"/>
    <w:rsid w:val="000B1D58"/>
    <w:rsid w:val="000B2F34"/>
    <w:rsid w:val="000B3AF9"/>
    <w:rsid w:val="000C1262"/>
    <w:rsid w:val="000C2737"/>
    <w:rsid w:val="000C49DE"/>
    <w:rsid w:val="000C5AE1"/>
    <w:rsid w:val="000C5DC5"/>
    <w:rsid w:val="000C6C1E"/>
    <w:rsid w:val="000C760E"/>
    <w:rsid w:val="000D27DF"/>
    <w:rsid w:val="000D5704"/>
    <w:rsid w:val="000D77E3"/>
    <w:rsid w:val="000E0C7F"/>
    <w:rsid w:val="000E21E4"/>
    <w:rsid w:val="000E22B5"/>
    <w:rsid w:val="000E2F69"/>
    <w:rsid w:val="000E34DD"/>
    <w:rsid w:val="000E7A32"/>
    <w:rsid w:val="000F2AA6"/>
    <w:rsid w:val="000F2DAC"/>
    <w:rsid w:val="000F3509"/>
    <w:rsid w:val="001051B1"/>
    <w:rsid w:val="0010638C"/>
    <w:rsid w:val="00107027"/>
    <w:rsid w:val="001077B9"/>
    <w:rsid w:val="001119B3"/>
    <w:rsid w:val="0011777A"/>
    <w:rsid w:val="00120583"/>
    <w:rsid w:val="00120AB2"/>
    <w:rsid w:val="00120B38"/>
    <w:rsid w:val="00121D37"/>
    <w:rsid w:val="00130B24"/>
    <w:rsid w:val="0013536C"/>
    <w:rsid w:val="00141026"/>
    <w:rsid w:val="00141ADD"/>
    <w:rsid w:val="00142022"/>
    <w:rsid w:val="00142D9D"/>
    <w:rsid w:val="00143751"/>
    <w:rsid w:val="00145F29"/>
    <w:rsid w:val="0014685F"/>
    <w:rsid w:val="00147F02"/>
    <w:rsid w:val="001547C1"/>
    <w:rsid w:val="001568D7"/>
    <w:rsid w:val="001570D6"/>
    <w:rsid w:val="001610AA"/>
    <w:rsid w:val="001639C2"/>
    <w:rsid w:val="001640AD"/>
    <w:rsid w:val="00164D73"/>
    <w:rsid w:val="001719A8"/>
    <w:rsid w:val="00172B64"/>
    <w:rsid w:val="00174076"/>
    <w:rsid w:val="00174930"/>
    <w:rsid w:val="00174E33"/>
    <w:rsid w:val="00175BC0"/>
    <w:rsid w:val="001767C8"/>
    <w:rsid w:val="00182168"/>
    <w:rsid w:val="0018705D"/>
    <w:rsid w:val="00193ADF"/>
    <w:rsid w:val="001A2843"/>
    <w:rsid w:val="001A3C54"/>
    <w:rsid w:val="001A42D6"/>
    <w:rsid w:val="001A57FA"/>
    <w:rsid w:val="001A74DB"/>
    <w:rsid w:val="001B4EB8"/>
    <w:rsid w:val="001C05AF"/>
    <w:rsid w:val="001C26F8"/>
    <w:rsid w:val="001C5581"/>
    <w:rsid w:val="001C7FB8"/>
    <w:rsid w:val="001D1122"/>
    <w:rsid w:val="001D79BE"/>
    <w:rsid w:val="001E378C"/>
    <w:rsid w:val="001E7459"/>
    <w:rsid w:val="001E77C7"/>
    <w:rsid w:val="001E7BEC"/>
    <w:rsid w:val="001F5249"/>
    <w:rsid w:val="001F5AD7"/>
    <w:rsid w:val="001F7ED7"/>
    <w:rsid w:val="002007CA"/>
    <w:rsid w:val="00201ABA"/>
    <w:rsid w:val="00204A7D"/>
    <w:rsid w:val="00204AFD"/>
    <w:rsid w:val="002059AB"/>
    <w:rsid w:val="00207B02"/>
    <w:rsid w:val="002135E0"/>
    <w:rsid w:val="0021727D"/>
    <w:rsid w:val="002226AA"/>
    <w:rsid w:val="00224E73"/>
    <w:rsid w:val="00224EFD"/>
    <w:rsid w:val="00226E8E"/>
    <w:rsid w:val="002270A7"/>
    <w:rsid w:val="0024091A"/>
    <w:rsid w:val="00250CF6"/>
    <w:rsid w:val="002514BF"/>
    <w:rsid w:val="0025292D"/>
    <w:rsid w:val="00254E0A"/>
    <w:rsid w:val="002557A9"/>
    <w:rsid w:val="002604C1"/>
    <w:rsid w:val="00261277"/>
    <w:rsid w:val="00261BBB"/>
    <w:rsid w:val="002633EA"/>
    <w:rsid w:val="00263E88"/>
    <w:rsid w:val="002650C6"/>
    <w:rsid w:val="00267037"/>
    <w:rsid w:val="002713BE"/>
    <w:rsid w:val="00272646"/>
    <w:rsid w:val="002743C4"/>
    <w:rsid w:val="00274462"/>
    <w:rsid w:val="002835C0"/>
    <w:rsid w:val="00284595"/>
    <w:rsid w:val="0028519B"/>
    <w:rsid w:val="0029029A"/>
    <w:rsid w:val="00291982"/>
    <w:rsid w:val="002922AA"/>
    <w:rsid w:val="00295A18"/>
    <w:rsid w:val="00295CAE"/>
    <w:rsid w:val="002A43E3"/>
    <w:rsid w:val="002A45CE"/>
    <w:rsid w:val="002A48EA"/>
    <w:rsid w:val="002B079C"/>
    <w:rsid w:val="002B127B"/>
    <w:rsid w:val="002B35F6"/>
    <w:rsid w:val="002B3632"/>
    <w:rsid w:val="002B7A88"/>
    <w:rsid w:val="002C18F3"/>
    <w:rsid w:val="002C1E4E"/>
    <w:rsid w:val="002C34BA"/>
    <w:rsid w:val="002C42A7"/>
    <w:rsid w:val="002C7F5F"/>
    <w:rsid w:val="002D179F"/>
    <w:rsid w:val="002D2746"/>
    <w:rsid w:val="002D32EE"/>
    <w:rsid w:val="002D4346"/>
    <w:rsid w:val="002E0436"/>
    <w:rsid w:val="002E0675"/>
    <w:rsid w:val="002E4418"/>
    <w:rsid w:val="002E661A"/>
    <w:rsid w:val="002E6EA2"/>
    <w:rsid w:val="002F53B9"/>
    <w:rsid w:val="003047C3"/>
    <w:rsid w:val="00305454"/>
    <w:rsid w:val="00305D4C"/>
    <w:rsid w:val="003102A4"/>
    <w:rsid w:val="00310FB0"/>
    <w:rsid w:val="003123B2"/>
    <w:rsid w:val="003132C6"/>
    <w:rsid w:val="0031362D"/>
    <w:rsid w:val="00317177"/>
    <w:rsid w:val="0032089F"/>
    <w:rsid w:val="0032182E"/>
    <w:rsid w:val="00331B05"/>
    <w:rsid w:val="003376C7"/>
    <w:rsid w:val="00343EA5"/>
    <w:rsid w:val="00345B3C"/>
    <w:rsid w:val="00345D58"/>
    <w:rsid w:val="00346E82"/>
    <w:rsid w:val="00352F08"/>
    <w:rsid w:val="003564E4"/>
    <w:rsid w:val="00360B0B"/>
    <w:rsid w:val="00360EA5"/>
    <w:rsid w:val="0036138A"/>
    <w:rsid w:val="0036183A"/>
    <w:rsid w:val="00362B0A"/>
    <w:rsid w:val="003634DE"/>
    <w:rsid w:val="00364D8F"/>
    <w:rsid w:val="00366080"/>
    <w:rsid w:val="003701EA"/>
    <w:rsid w:val="00372085"/>
    <w:rsid w:val="00373BDC"/>
    <w:rsid w:val="00374696"/>
    <w:rsid w:val="00374D76"/>
    <w:rsid w:val="00375058"/>
    <w:rsid w:val="00377FC9"/>
    <w:rsid w:val="00380196"/>
    <w:rsid w:val="00380914"/>
    <w:rsid w:val="003818D4"/>
    <w:rsid w:val="00381BEA"/>
    <w:rsid w:val="00382BDB"/>
    <w:rsid w:val="00383A39"/>
    <w:rsid w:val="00384955"/>
    <w:rsid w:val="003856E8"/>
    <w:rsid w:val="00386438"/>
    <w:rsid w:val="003931D4"/>
    <w:rsid w:val="003953CA"/>
    <w:rsid w:val="00395A20"/>
    <w:rsid w:val="003976C4"/>
    <w:rsid w:val="003A256D"/>
    <w:rsid w:val="003A4832"/>
    <w:rsid w:val="003B2031"/>
    <w:rsid w:val="003B300B"/>
    <w:rsid w:val="003B3423"/>
    <w:rsid w:val="003B5755"/>
    <w:rsid w:val="003B6695"/>
    <w:rsid w:val="003B7A05"/>
    <w:rsid w:val="003D413B"/>
    <w:rsid w:val="003D4840"/>
    <w:rsid w:val="003D6694"/>
    <w:rsid w:val="003E1664"/>
    <w:rsid w:val="003E3367"/>
    <w:rsid w:val="003E3D61"/>
    <w:rsid w:val="003E5B1F"/>
    <w:rsid w:val="003E6029"/>
    <w:rsid w:val="003E6960"/>
    <w:rsid w:val="003E7364"/>
    <w:rsid w:val="003F0A62"/>
    <w:rsid w:val="003F2BD3"/>
    <w:rsid w:val="003F2C06"/>
    <w:rsid w:val="003F5DCF"/>
    <w:rsid w:val="00400ABD"/>
    <w:rsid w:val="0040159A"/>
    <w:rsid w:val="004016CD"/>
    <w:rsid w:val="00401CC6"/>
    <w:rsid w:val="004022F6"/>
    <w:rsid w:val="00407D1D"/>
    <w:rsid w:val="00407F30"/>
    <w:rsid w:val="00412FB6"/>
    <w:rsid w:val="00413308"/>
    <w:rsid w:val="00413D9C"/>
    <w:rsid w:val="004168C6"/>
    <w:rsid w:val="00423D71"/>
    <w:rsid w:val="00426BB0"/>
    <w:rsid w:val="00427F8E"/>
    <w:rsid w:val="0043185D"/>
    <w:rsid w:val="00432A05"/>
    <w:rsid w:val="00434469"/>
    <w:rsid w:val="00434B72"/>
    <w:rsid w:val="00435610"/>
    <w:rsid w:val="004364FC"/>
    <w:rsid w:val="0044025B"/>
    <w:rsid w:val="00441FE1"/>
    <w:rsid w:val="0044512F"/>
    <w:rsid w:val="00445A39"/>
    <w:rsid w:val="0044650E"/>
    <w:rsid w:val="00450214"/>
    <w:rsid w:val="0045062E"/>
    <w:rsid w:val="00450A72"/>
    <w:rsid w:val="0045345E"/>
    <w:rsid w:val="0045394E"/>
    <w:rsid w:val="00453A32"/>
    <w:rsid w:val="004541E6"/>
    <w:rsid w:val="00463641"/>
    <w:rsid w:val="00463916"/>
    <w:rsid w:val="00463B81"/>
    <w:rsid w:val="00465A15"/>
    <w:rsid w:val="004731F5"/>
    <w:rsid w:val="004743EA"/>
    <w:rsid w:val="00474A2E"/>
    <w:rsid w:val="00475E95"/>
    <w:rsid w:val="00476703"/>
    <w:rsid w:val="004856EC"/>
    <w:rsid w:val="00490320"/>
    <w:rsid w:val="0049202C"/>
    <w:rsid w:val="0049236A"/>
    <w:rsid w:val="00494693"/>
    <w:rsid w:val="00494AD4"/>
    <w:rsid w:val="00497707"/>
    <w:rsid w:val="004A0DFF"/>
    <w:rsid w:val="004A18E9"/>
    <w:rsid w:val="004A5C58"/>
    <w:rsid w:val="004A5D8D"/>
    <w:rsid w:val="004A6593"/>
    <w:rsid w:val="004B07F5"/>
    <w:rsid w:val="004B6C72"/>
    <w:rsid w:val="004C0F44"/>
    <w:rsid w:val="004C29EF"/>
    <w:rsid w:val="004C42CE"/>
    <w:rsid w:val="004C515F"/>
    <w:rsid w:val="004C79DA"/>
    <w:rsid w:val="004D3C70"/>
    <w:rsid w:val="004D46FC"/>
    <w:rsid w:val="004D4851"/>
    <w:rsid w:val="004D5966"/>
    <w:rsid w:val="004D6B0E"/>
    <w:rsid w:val="004D7811"/>
    <w:rsid w:val="004E0DD3"/>
    <w:rsid w:val="004E579B"/>
    <w:rsid w:val="004E699E"/>
    <w:rsid w:val="005000A2"/>
    <w:rsid w:val="00502564"/>
    <w:rsid w:val="00505CE3"/>
    <w:rsid w:val="00516242"/>
    <w:rsid w:val="005244D4"/>
    <w:rsid w:val="00526BA9"/>
    <w:rsid w:val="005310A3"/>
    <w:rsid w:val="005316FC"/>
    <w:rsid w:val="005319D5"/>
    <w:rsid w:val="0053390C"/>
    <w:rsid w:val="00533BF0"/>
    <w:rsid w:val="00535E43"/>
    <w:rsid w:val="005366CA"/>
    <w:rsid w:val="005374A5"/>
    <w:rsid w:val="005410CD"/>
    <w:rsid w:val="0054573B"/>
    <w:rsid w:val="00546158"/>
    <w:rsid w:val="0054696F"/>
    <w:rsid w:val="0055007C"/>
    <w:rsid w:val="00555F04"/>
    <w:rsid w:val="00557B05"/>
    <w:rsid w:val="00566909"/>
    <w:rsid w:val="005671D8"/>
    <w:rsid w:val="00567367"/>
    <w:rsid w:val="005707C9"/>
    <w:rsid w:val="00584AD3"/>
    <w:rsid w:val="00585434"/>
    <w:rsid w:val="00585DBE"/>
    <w:rsid w:val="005879A0"/>
    <w:rsid w:val="00591659"/>
    <w:rsid w:val="005939AF"/>
    <w:rsid w:val="0059413D"/>
    <w:rsid w:val="005967ED"/>
    <w:rsid w:val="005A648C"/>
    <w:rsid w:val="005A7CCA"/>
    <w:rsid w:val="005B239D"/>
    <w:rsid w:val="005B57D8"/>
    <w:rsid w:val="005B7808"/>
    <w:rsid w:val="005C2A37"/>
    <w:rsid w:val="005C342C"/>
    <w:rsid w:val="005C49EC"/>
    <w:rsid w:val="005C6C78"/>
    <w:rsid w:val="005D171B"/>
    <w:rsid w:val="005D2B20"/>
    <w:rsid w:val="005D47F2"/>
    <w:rsid w:val="005D61DC"/>
    <w:rsid w:val="005D67DA"/>
    <w:rsid w:val="005E371C"/>
    <w:rsid w:val="005E6E26"/>
    <w:rsid w:val="005F0952"/>
    <w:rsid w:val="005F0A2F"/>
    <w:rsid w:val="005F45AF"/>
    <w:rsid w:val="005F4879"/>
    <w:rsid w:val="005F4D8A"/>
    <w:rsid w:val="00601BDD"/>
    <w:rsid w:val="00602129"/>
    <w:rsid w:val="00602D99"/>
    <w:rsid w:val="006045C2"/>
    <w:rsid w:val="00605700"/>
    <w:rsid w:val="006105BB"/>
    <w:rsid w:val="00612BC2"/>
    <w:rsid w:val="00615822"/>
    <w:rsid w:val="00616508"/>
    <w:rsid w:val="00625656"/>
    <w:rsid w:val="006302BE"/>
    <w:rsid w:val="00630317"/>
    <w:rsid w:val="006358CF"/>
    <w:rsid w:val="006363E6"/>
    <w:rsid w:val="00640D17"/>
    <w:rsid w:val="00652E0D"/>
    <w:rsid w:val="00653721"/>
    <w:rsid w:val="00654128"/>
    <w:rsid w:val="006571E1"/>
    <w:rsid w:val="0067003C"/>
    <w:rsid w:val="0067008E"/>
    <w:rsid w:val="006755E6"/>
    <w:rsid w:val="006820C7"/>
    <w:rsid w:val="006823DE"/>
    <w:rsid w:val="00685989"/>
    <w:rsid w:val="00686864"/>
    <w:rsid w:val="006A06D8"/>
    <w:rsid w:val="006A5A4E"/>
    <w:rsid w:val="006A6C65"/>
    <w:rsid w:val="006B5BA9"/>
    <w:rsid w:val="006B7223"/>
    <w:rsid w:val="006C10E0"/>
    <w:rsid w:val="006C1767"/>
    <w:rsid w:val="006C3388"/>
    <w:rsid w:val="006C3529"/>
    <w:rsid w:val="006D0332"/>
    <w:rsid w:val="006E1BE5"/>
    <w:rsid w:val="006E7987"/>
    <w:rsid w:val="006F39E3"/>
    <w:rsid w:val="006F4397"/>
    <w:rsid w:val="00703568"/>
    <w:rsid w:val="00706148"/>
    <w:rsid w:val="00716C76"/>
    <w:rsid w:val="00716D22"/>
    <w:rsid w:val="0071783B"/>
    <w:rsid w:val="0072118B"/>
    <w:rsid w:val="00722AFA"/>
    <w:rsid w:val="00722CE4"/>
    <w:rsid w:val="007276A9"/>
    <w:rsid w:val="00727FAD"/>
    <w:rsid w:val="0073077D"/>
    <w:rsid w:val="007309D4"/>
    <w:rsid w:val="007315F1"/>
    <w:rsid w:val="00732111"/>
    <w:rsid w:val="007323E2"/>
    <w:rsid w:val="007340A3"/>
    <w:rsid w:val="00734C7C"/>
    <w:rsid w:val="007367A8"/>
    <w:rsid w:val="00736C7E"/>
    <w:rsid w:val="00741559"/>
    <w:rsid w:val="00743191"/>
    <w:rsid w:val="00745945"/>
    <w:rsid w:val="00745E1A"/>
    <w:rsid w:val="0074695C"/>
    <w:rsid w:val="00753F21"/>
    <w:rsid w:val="007546A3"/>
    <w:rsid w:val="007547D0"/>
    <w:rsid w:val="007547DD"/>
    <w:rsid w:val="0076081C"/>
    <w:rsid w:val="007617A5"/>
    <w:rsid w:val="00764E25"/>
    <w:rsid w:val="00765FAC"/>
    <w:rsid w:val="007726C9"/>
    <w:rsid w:val="00774985"/>
    <w:rsid w:val="0077513B"/>
    <w:rsid w:val="00775B80"/>
    <w:rsid w:val="00776E70"/>
    <w:rsid w:val="00777449"/>
    <w:rsid w:val="00785347"/>
    <w:rsid w:val="007876ED"/>
    <w:rsid w:val="0078775F"/>
    <w:rsid w:val="00791E33"/>
    <w:rsid w:val="007923EC"/>
    <w:rsid w:val="00792DAF"/>
    <w:rsid w:val="00793553"/>
    <w:rsid w:val="007A1FE4"/>
    <w:rsid w:val="007A2961"/>
    <w:rsid w:val="007A7899"/>
    <w:rsid w:val="007B1E35"/>
    <w:rsid w:val="007B4B71"/>
    <w:rsid w:val="007B53F8"/>
    <w:rsid w:val="007B6FB4"/>
    <w:rsid w:val="007C0387"/>
    <w:rsid w:val="007C0905"/>
    <w:rsid w:val="007C536E"/>
    <w:rsid w:val="007C717A"/>
    <w:rsid w:val="007C7BDF"/>
    <w:rsid w:val="007D131E"/>
    <w:rsid w:val="007D188C"/>
    <w:rsid w:val="007D7104"/>
    <w:rsid w:val="007E23F5"/>
    <w:rsid w:val="007E3BFF"/>
    <w:rsid w:val="007E437F"/>
    <w:rsid w:val="007E47B7"/>
    <w:rsid w:val="007E7FD9"/>
    <w:rsid w:val="007F11FA"/>
    <w:rsid w:val="007F1E20"/>
    <w:rsid w:val="007F2E19"/>
    <w:rsid w:val="007F554B"/>
    <w:rsid w:val="00800578"/>
    <w:rsid w:val="00800F5E"/>
    <w:rsid w:val="00805366"/>
    <w:rsid w:val="008054F2"/>
    <w:rsid w:val="00807A92"/>
    <w:rsid w:val="00810395"/>
    <w:rsid w:val="00811A22"/>
    <w:rsid w:val="008121C0"/>
    <w:rsid w:val="00812546"/>
    <w:rsid w:val="0081280A"/>
    <w:rsid w:val="00812C27"/>
    <w:rsid w:val="008145C3"/>
    <w:rsid w:val="00814CE0"/>
    <w:rsid w:val="0081634A"/>
    <w:rsid w:val="00820FD2"/>
    <w:rsid w:val="00821F20"/>
    <w:rsid w:val="00823074"/>
    <w:rsid w:val="008231BF"/>
    <w:rsid w:val="0082356F"/>
    <w:rsid w:val="0082686A"/>
    <w:rsid w:val="00833C52"/>
    <w:rsid w:val="008351F7"/>
    <w:rsid w:val="0084152D"/>
    <w:rsid w:val="00841DA8"/>
    <w:rsid w:val="00841E62"/>
    <w:rsid w:val="00843F7B"/>
    <w:rsid w:val="00844509"/>
    <w:rsid w:val="00850493"/>
    <w:rsid w:val="00850B59"/>
    <w:rsid w:val="0085386B"/>
    <w:rsid w:val="00854714"/>
    <w:rsid w:val="00856E0B"/>
    <w:rsid w:val="008602AA"/>
    <w:rsid w:val="00861983"/>
    <w:rsid w:val="00864ED1"/>
    <w:rsid w:val="00866639"/>
    <w:rsid w:val="0086690A"/>
    <w:rsid w:val="00867091"/>
    <w:rsid w:val="00873EF2"/>
    <w:rsid w:val="0087424B"/>
    <w:rsid w:val="00880F1C"/>
    <w:rsid w:val="0088472A"/>
    <w:rsid w:val="00890517"/>
    <w:rsid w:val="00890DCA"/>
    <w:rsid w:val="00890DF4"/>
    <w:rsid w:val="0089543F"/>
    <w:rsid w:val="00895B03"/>
    <w:rsid w:val="008A05B4"/>
    <w:rsid w:val="008A134A"/>
    <w:rsid w:val="008A1E21"/>
    <w:rsid w:val="008A1FE4"/>
    <w:rsid w:val="008A26DC"/>
    <w:rsid w:val="008A3337"/>
    <w:rsid w:val="008A3A32"/>
    <w:rsid w:val="008A70A4"/>
    <w:rsid w:val="008A7D9B"/>
    <w:rsid w:val="008B0EDD"/>
    <w:rsid w:val="008B10C8"/>
    <w:rsid w:val="008B14CF"/>
    <w:rsid w:val="008B23E2"/>
    <w:rsid w:val="008B6C76"/>
    <w:rsid w:val="008B6EED"/>
    <w:rsid w:val="008B70BB"/>
    <w:rsid w:val="008C00D4"/>
    <w:rsid w:val="008C04C2"/>
    <w:rsid w:val="008D07C0"/>
    <w:rsid w:val="008D1762"/>
    <w:rsid w:val="008D1800"/>
    <w:rsid w:val="008D5F81"/>
    <w:rsid w:val="008D62DF"/>
    <w:rsid w:val="008D6365"/>
    <w:rsid w:val="008D6BED"/>
    <w:rsid w:val="008E37BF"/>
    <w:rsid w:val="008E7161"/>
    <w:rsid w:val="008F1F6D"/>
    <w:rsid w:val="009005A9"/>
    <w:rsid w:val="00901961"/>
    <w:rsid w:val="00902D21"/>
    <w:rsid w:val="00905B3A"/>
    <w:rsid w:val="00911D3B"/>
    <w:rsid w:val="00911F3E"/>
    <w:rsid w:val="00914D2A"/>
    <w:rsid w:val="009173F5"/>
    <w:rsid w:val="0092061A"/>
    <w:rsid w:val="00920E36"/>
    <w:rsid w:val="0092477B"/>
    <w:rsid w:val="00926C9C"/>
    <w:rsid w:val="00927518"/>
    <w:rsid w:val="00935E3E"/>
    <w:rsid w:val="00936D13"/>
    <w:rsid w:val="00940459"/>
    <w:rsid w:val="00940728"/>
    <w:rsid w:val="00941796"/>
    <w:rsid w:val="00942734"/>
    <w:rsid w:val="009448C2"/>
    <w:rsid w:val="009452F3"/>
    <w:rsid w:val="0095106E"/>
    <w:rsid w:val="0095498D"/>
    <w:rsid w:val="00954F1D"/>
    <w:rsid w:val="009556ED"/>
    <w:rsid w:val="00956643"/>
    <w:rsid w:val="00962D95"/>
    <w:rsid w:val="00966113"/>
    <w:rsid w:val="009671D0"/>
    <w:rsid w:val="0097263C"/>
    <w:rsid w:val="00974137"/>
    <w:rsid w:val="00976DF4"/>
    <w:rsid w:val="00977926"/>
    <w:rsid w:val="00980361"/>
    <w:rsid w:val="009804FF"/>
    <w:rsid w:val="00981638"/>
    <w:rsid w:val="009847D5"/>
    <w:rsid w:val="009870A7"/>
    <w:rsid w:val="0098751F"/>
    <w:rsid w:val="009875A8"/>
    <w:rsid w:val="009936DD"/>
    <w:rsid w:val="009958E3"/>
    <w:rsid w:val="00997D97"/>
    <w:rsid w:val="009A1AD0"/>
    <w:rsid w:val="009A2A64"/>
    <w:rsid w:val="009A3754"/>
    <w:rsid w:val="009A4F9A"/>
    <w:rsid w:val="009A6F66"/>
    <w:rsid w:val="009A772B"/>
    <w:rsid w:val="009A7F79"/>
    <w:rsid w:val="009B0350"/>
    <w:rsid w:val="009B29FE"/>
    <w:rsid w:val="009B3D74"/>
    <w:rsid w:val="009B74DF"/>
    <w:rsid w:val="009C2993"/>
    <w:rsid w:val="009C7619"/>
    <w:rsid w:val="009D1978"/>
    <w:rsid w:val="009D1BA4"/>
    <w:rsid w:val="009D29B8"/>
    <w:rsid w:val="009D7D1F"/>
    <w:rsid w:val="009E25CD"/>
    <w:rsid w:val="009E3507"/>
    <w:rsid w:val="009E4222"/>
    <w:rsid w:val="009E44D1"/>
    <w:rsid w:val="009E544F"/>
    <w:rsid w:val="009E7015"/>
    <w:rsid w:val="009F07D4"/>
    <w:rsid w:val="009F11BC"/>
    <w:rsid w:val="00A01801"/>
    <w:rsid w:val="00A01BD2"/>
    <w:rsid w:val="00A06BA9"/>
    <w:rsid w:val="00A0759F"/>
    <w:rsid w:val="00A12A35"/>
    <w:rsid w:val="00A137F1"/>
    <w:rsid w:val="00A14814"/>
    <w:rsid w:val="00A154E8"/>
    <w:rsid w:val="00A176E0"/>
    <w:rsid w:val="00A23AFE"/>
    <w:rsid w:val="00A240B1"/>
    <w:rsid w:val="00A255D7"/>
    <w:rsid w:val="00A26A4E"/>
    <w:rsid w:val="00A30B62"/>
    <w:rsid w:val="00A34EAB"/>
    <w:rsid w:val="00A37DD8"/>
    <w:rsid w:val="00A42796"/>
    <w:rsid w:val="00A44CA4"/>
    <w:rsid w:val="00A457DF"/>
    <w:rsid w:val="00A47893"/>
    <w:rsid w:val="00A503FC"/>
    <w:rsid w:val="00A544D9"/>
    <w:rsid w:val="00A54897"/>
    <w:rsid w:val="00A575EC"/>
    <w:rsid w:val="00A61CE6"/>
    <w:rsid w:val="00A64688"/>
    <w:rsid w:val="00A657E9"/>
    <w:rsid w:val="00A73E80"/>
    <w:rsid w:val="00A801D7"/>
    <w:rsid w:val="00A80DB3"/>
    <w:rsid w:val="00A8162B"/>
    <w:rsid w:val="00A81C6B"/>
    <w:rsid w:val="00A82390"/>
    <w:rsid w:val="00A848AA"/>
    <w:rsid w:val="00A9005F"/>
    <w:rsid w:val="00A91902"/>
    <w:rsid w:val="00A93D41"/>
    <w:rsid w:val="00A93F70"/>
    <w:rsid w:val="00A96E86"/>
    <w:rsid w:val="00AA02DD"/>
    <w:rsid w:val="00AA1AF2"/>
    <w:rsid w:val="00AA1CD6"/>
    <w:rsid w:val="00AA3526"/>
    <w:rsid w:val="00AA5FC2"/>
    <w:rsid w:val="00AA692C"/>
    <w:rsid w:val="00AB28CB"/>
    <w:rsid w:val="00AB3120"/>
    <w:rsid w:val="00AC3E52"/>
    <w:rsid w:val="00AC4728"/>
    <w:rsid w:val="00AC528F"/>
    <w:rsid w:val="00AC553B"/>
    <w:rsid w:val="00AC76AA"/>
    <w:rsid w:val="00AC7A04"/>
    <w:rsid w:val="00AD03A2"/>
    <w:rsid w:val="00AD0B7B"/>
    <w:rsid w:val="00AD3C13"/>
    <w:rsid w:val="00AD62F4"/>
    <w:rsid w:val="00AD7B22"/>
    <w:rsid w:val="00AE3296"/>
    <w:rsid w:val="00AE4236"/>
    <w:rsid w:val="00AE6F54"/>
    <w:rsid w:val="00AE7801"/>
    <w:rsid w:val="00AF00F0"/>
    <w:rsid w:val="00B023E5"/>
    <w:rsid w:val="00B02C01"/>
    <w:rsid w:val="00B04E75"/>
    <w:rsid w:val="00B05818"/>
    <w:rsid w:val="00B07390"/>
    <w:rsid w:val="00B07ACB"/>
    <w:rsid w:val="00B12185"/>
    <w:rsid w:val="00B13937"/>
    <w:rsid w:val="00B1495D"/>
    <w:rsid w:val="00B151E3"/>
    <w:rsid w:val="00B20262"/>
    <w:rsid w:val="00B22858"/>
    <w:rsid w:val="00B23CCF"/>
    <w:rsid w:val="00B3345E"/>
    <w:rsid w:val="00B37EC4"/>
    <w:rsid w:val="00B40C06"/>
    <w:rsid w:val="00B4260C"/>
    <w:rsid w:val="00B43628"/>
    <w:rsid w:val="00B43EC2"/>
    <w:rsid w:val="00B54002"/>
    <w:rsid w:val="00B5614D"/>
    <w:rsid w:val="00B567EF"/>
    <w:rsid w:val="00B57E2E"/>
    <w:rsid w:val="00B65B8A"/>
    <w:rsid w:val="00B66B9C"/>
    <w:rsid w:val="00B677E8"/>
    <w:rsid w:val="00B73155"/>
    <w:rsid w:val="00B739A3"/>
    <w:rsid w:val="00B740D6"/>
    <w:rsid w:val="00B75AAF"/>
    <w:rsid w:val="00B77379"/>
    <w:rsid w:val="00B8036E"/>
    <w:rsid w:val="00B805E9"/>
    <w:rsid w:val="00B80A3C"/>
    <w:rsid w:val="00B8129F"/>
    <w:rsid w:val="00B830E9"/>
    <w:rsid w:val="00B83E5F"/>
    <w:rsid w:val="00B843E0"/>
    <w:rsid w:val="00B907F7"/>
    <w:rsid w:val="00B9127C"/>
    <w:rsid w:val="00B93690"/>
    <w:rsid w:val="00B960F0"/>
    <w:rsid w:val="00BA6109"/>
    <w:rsid w:val="00BA7434"/>
    <w:rsid w:val="00BA7FF1"/>
    <w:rsid w:val="00BB2985"/>
    <w:rsid w:val="00BB4089"/>
    <w:rsid w:val="00BB79CA"/>
    <w:rsid w:val="00BC0E16"/>
    <w:rsid w:val="00BC2135"/>
    <w:rsid w:val="00BC2AAA"/>
    <w:rsid w:val="00BC46A1"/>
    <w:rsid w:val="00BC6B39"/>
    <w:rsid w:val="00BC737E"/>
    <w:rsid w:val="00BD0ED3"/>
    <w:rsid w:val="00BD2D59"/>
    <w:rsid w:val="00BD64A1"/>
    <w:rsid w:val="00BD7E59"/>
    <w:rsid w:val="00BE2022"/>
    <w:rsid w:val="00BE2AB9"/>
    <w:rsid w:val="00BE408E"/>
    <w:rsid w:val="00BE4F54"/>
    <w:rsid w:val="00BE5B5F"/>
    <w:rsid w:val="00BF09D8"/>
    <w:rsid w:val="00BF0D52"/>
    <w:rsid w:val="00BF6494"/>
    <w:rsid w:val="00BF685B"/>
    <w:rsid w:val="00BF6AA0"/>
    <w:rsid w:val="00BF717A"/>
    <w:rsid w:val="00BF770F"/>
    <w:rsid w:val="00C00A4A"/>
    <w:rsid w:val="00C00F15"/>
    <w:rsid w:val="00C043EB"/>
    <w:rsid w:val="00C04C91"/>
    <w:rsid w:val="00C04DE9"/>
    <w:rsid w:val="00C05AC5"/>
    <w:rsid w:val="00C06087"/>
    <w:rsid w:val="00C06B58"/>
    <w:rsid w:val="00C11B2B"/>
    <w:rsid w:val="00C13D52"/>
    <w:rsid w:val="00C14063"/>
    <w:rsid w:val="00C25488"/>
    <w:rsid w:val="00C25D2C"/>
    <w:rsid w:val="00C26322"/>
    <w:rsid w:val="00C306DA"/>
    <w:rsid w:val="00C31443"/>
    <w:rsid w:val="00C342AE"/>
    <w:rsid w:val="00C3480A"/>
    <w:rsid w:val="00C34B38"/>
    <w:rsid w:val="00C359C1"/>
    <w:rsid w:val="00C36444"/>
    <w:rsid w:val="00C40233"/>
    <w:rsid w:val="00C4682D"/>
    <w:rsid w:val="00C47494"/>
    <w:rsid w:val="00C4750F"/>
    <w:rsid w:val="00C54CC7"/>
    <w:rsid w:val="00C56568"/>
    <w:rsid w:val="00C56795"/>
    <w:rsid w:val="00C56AD2"/>
    <w:rsid w:val="00C6016A"/>
    <w:rsid w:val="00C602C8"/>
    <w:rsid w:val="00C61E1A"/>
    <w:rsid w:val="00C6663B"/>
    <w:rsid w:val="00C66925"/>
    <w:rsid w:val="00C70F4A"/>
    <w:rsid w:val="00C741D4"/>
    <w:rsid w:val="00C76791"/>
    <w:rsid w:val="00C836B6"/>
    <w:rsid w:val="00C85B2B"/>
    <w:rsid w:val="00C8673B"/>
    <w:rsid w:val="00C87A55"/>
    <w:rsid w:val="00C927E4"/>
    <w:rsid w:val="00C937B3"/>
    <w:rsid w:val="00C93A33"/>
    <w:rsid w:val="00C946A1"/>
    <w:rsid w:val="00C946FE"/>
    <w:rsid w:val="00C95935"/>
    <w:rsid w:val="00C95D56"/>
    <w:rsid w:val="00C97C23"/>
    <w:rsid w:val="00CA3A20"/>
    <w:rsid w:val="00CA411D"/>
    <w:rsid w:val="00CA6246"/>
    <w:rsid w:val="00CA64E7"/>
    <w:rsid w:val="00CB0A69"/>
    <w:rsid w:val="00CB0D9D"/>
    <w:rsid w:val="00CB5D1A"/>
    <w:rsid w:val="00CC0277"/>
    <w:rsid w:val="00CC3629"/>
    <w:rsid w:val="00CC3DDF"/>
    <w:rsid w:val="00CC3F29"/>
    <w:rsid w:val="00CC40EA"/>
    <w:rsid w:val="00CC58AE"/>
    <w:rsid w:val="00CC7109"/>
    <w:rsid w:val="00CD09AD"/>
    <w:rsid w:val="00CD475C"/>
    <w:rsid w:val="00CD7948"/>
    <w:rsid w:val="00CD7EAE"/>
    <w:rsid w:val="00CE06ED"/>
    <w:rsid w:val="00CE6982"/>
    <w:rsid w:val="00CF31E3"/>
    <w:rsid w:val="00CF4EB0"/>
    <w:rsid w:val="00CF60DD"/>
    <w:rsid w:val="00D028C3"/>
    <w:rsid w:val="00D04613"/>
    <w:rsid w:val="00D060E1"/>
    <w:rsid w:val="00D06F8F"/>
    <w:rsid w:val="00D072CB"/>
    <w:rsid w:val="00D10437"/>
    <w:rsid w:val="00D10BF5"/>
    <w:rsid w:val="00D157AC"/>
    <w:rsid w:val="00D20EA5"/>
    <w:rsid w:val="00D24F71"/>
    <w:rsid w:val="00D25BE5"/>
    <w:rsid w:val="00D35536"/>
    <w:rsid w:val="00D367E3"/>
    <w:rsid w:val="00D36D13"/>
    <w:rsid w:val="00D431B6"/>
    <w:rsid w:val="00D44749"/>
    <w:rsid w:val="00D4531C"/>
    <w:rsid w:val="00D46EDA"/>
    <w:rsid w:val="00D473C3"/>
    <w:rsid w:val="00D5000A"/>
    <w:rsid w:val="00D514DD"/>
    <w:rsid w:val="00D538F0"/>
    <w:rsid w:val="00D53D62"/>
    <w:rsid w:val="00D540E7"/>
    <w:rsid w:val="00D5538C"/>
    <w:rsid w:val="00D61A1F"/>
    <w:rsid w:val="00D721A5"/>
    <w:rsid w:val="00D76E6C"/>
    <w:rsid w:val="00D81986"/>
    <w:rsid w:val="00D855FA"/>
    <w:rsid w:val="00D86550"/>
    <w:rsid w:val="00D9791D"/>
    <w:rsid w:val="00DA250C"/>
    <w:rsid w:val="00DA6760"/>
    <w:rsid w:val="00DB040E"/>
    <w:rsid w:val="00DB2B57"/>
    <w:rsid w:val="00DB673A"/>
    <w:rsid w:val="00DC7A32"/>
    <w:rsid w:val="00DC7EE2"/>
    <w:rsid w:val="00DC7F6A"/>
    <w:rsid w:val="00DD4B7D"/>
    <w:rsid w:val="00DE2957"/>
    <w:rsid w:val="00DE3559"/>
    <w:rsid w:val="00DE44A8"/>
    <w:rsid w:val="00DE490F"/>
    <w:rsid w:val="00DE769D"/>
    <w:rsid w:val="00DF060E"/>
    <w:rsid w:val="00DF090E"/>
    <w:rsid w:val="00DF0A80"/>
    <w:rsid w:val="00DF1300"/>
    <w:rsid w:val="00DF1E2E"/>
    <w:rsid w:val="00DF23FF"/>
    <w:rsid w:val="00DF670D"/>
    <w:rsid w:val="00E025C2"/>
    <w:rsid w:val="00E03135"/>
    <w:rsid w:val="00E032E3"/>
    <w:rsid w:val="00E04BF7"/>
    <w:rsid w:val="00E116FA"/>
    <w:rsid w:val="00E128A0"/>
    <w:rsid w:val="00E133C6"/>
    <w:rsid w:val="00E1735E"/>
    <w:rsid w:val="00E219C7"/>
    <w:rsid w:val="00E226BC"/>
    <w:rsid w:val="00E23BA8"/>
    <w:rsid w:val="00E24303"/>
    <w:rsid w:val="00E24CBC"/>
    <w:rsid w:val="00E250EC"/>
    <w:rsid w:val="00E268EF"/>
    <w:rsid w:val="00E31DB9"/>
    <w:rsid w:val="00E34CB5"/>
    <w:rsid w:val="00E35B2D"/>
    <w:rsid w:val="00E35DA3"/>
    <w:rsid w:val="00E4388E"/>
    <w:rsid w:val="00E43F32"/>
    <w:rsid w:val="00E4474B"/>
    <w:rsid w:val="00E46D05"/>
    <w:rsid w:val="00E52DC7"/>
    <w:rsid w:val="00E55528"/>
    <w:rsid w:val="00E57ACB"/>
    <w:rsid w:val="00E636DB"/>
    <w:rsid w:val="00E6683A"/>
    <w:rsid w:val="00E672E2"/>
    <w:rsid w:val="00E705E7"/>
    <w:rsid w:val="00E70F3A"/>
    <w:rsid w:val="00E7130C"/>
    <w:rsid w:val="00E72922"/>
    <w:rsid w:val="00E76611"/>
    <w:rsid w:val="00E77574"/>
    <w:rsid w:val="00E800E0"/>
    <w:rsid w:val="00E810E2"/>
    <w:rsid w:val="00E82537"/>
    <w:rsid w:val="00E8256B"/>
    <w:rsid w:val="00E8334F"/>
    <w:rsid w:val="00E833EA"/>
    <w:rsid w:val="00E85304"/>
    <w:rsid w:val="00E96917"/>
    <w:rsid w:val="00EA0818"/>
    <w:rsid w:val="00EA30F0"/>
    <w:rsid w:val="00EB3F1E"/>
    <w:rsid w:val="00EB4157"/>
    <w:rsid w:val="00EC160A"/>
    <w:rsid w:val="00EC2747"/>
    <w:rsid w:val="00EC2967"/>
    <w:rsid w:val="00EC637F"/>
    <w:rsid w:val="00EC7465"/>
    <w:rsid w:val="00ED1A95"/>
    <w:rsid w:val="00ED1EAC"/>
    <w:rsid w:val="00ED3E35"/>
    <w:rsid w:val="00ED58C5"/>
    <w:rsid w:val="00ED5D52"/>
    <w:rsid w:val="00ED61BF"/>
    <w:rsid w:val="00ED6E9B"/>
    <w:rsid w:val="00ED7FBD"/>
    <w:rsid w:val="00EE060E"/>
    <w:rsid w:val="00EE273E"/>
    <w:rsid w:val="00EE2A44"/>
    <w:rsid w:val="00EE3A9C"/>
    <w:rsid w:val="00EE55A3"/>
    <w:rsid w:val="00EF5DB9"/>
    <w:rsid w:val="00EF71C6"/>
    <w:rsid w:val="00F00076"/>
    <w:rsid w:val="00F00D76"/>
    <w:rsid w:val="00F0483F"/>
    <w:rsid w:val="00F0514D"/>
    <w:rsid w:val="00F120E6"/>
    <w:rsid w:val="00F12606"/>
    <w:rsid w:val="00F25734"/>
    <w:rsid w:val="00F25E56"/>
    <w:rsid w:val="00F265A3"/>
    <w:rsid w:val="00F30967"/>
    <w:rsid w:val="00F3260D"/>
    <w:rsid w:val="00F34D37"/>
    <w:rsid w:val="00F35648"/>
    <w:rsid w:val="00F35A0F"/>
    <w:rsid w:val="00F36633"/>
    <w:rsid w:val="00F37D2C"/>
    <w:rsid w:val="00F411A4"/>
    <w:rsid w:val="00F44604"/>
    <w:rsid w:val="00F52935"/>
    <w:rsid w:val="00F556FC"/>
    <w:rsid w:val="00F559EE"/>
    <w:rsid w:val="00F55F09"/>
    <w:rsid w:val="00F562B5"/>
    <w:rsid w:val="00F57B0C"/>
    <w:rsid w:val="00F678CD"/>
    <w:rsid w:val="00F70E70"/>
    <w:rsid w:val="00F7310A"/>
    <w:rsid w:val="00F73578"/>
    <w:rsid w:val="00F739DA"/>
    <w:rsid w:val="00F765DA"/>
    <w:rsid w:val="00F77160"/>
    <w:rsid w:val="00F806C4"/>
    <w:rsid w:val="00F8146F"/>
    <w:rsid w:val="00F81480"/>
    <w:rsid w:val="00F83ADB"/>
    <w:rsid w:val="00F90774"/>
    <w:rsid w:val="00F90A3A"/>
    <w:rsid w:val="00F92512"/>
    <w:rsid w:val="00F936C6"/>
    <w:rsid w:val="00FA002E"/>
    <w:rsid w:val="00FA20AF"/>
    <w:rsid w:val="00FA2C0F"/>
    <w:rsid w:val="00FA65EB"/>
    <w:rsid w:val="00FB0C2C"/>
    <w:rsid w:val="00FB1518"/>
    <w:rsid w:val="00FB2130"/>
    <w:rsid w:val="00FB58AF"/>
    <w:rsid w:val="00FB7545"/>
    <w:rsid w:val="00FC1DBE"/>
    <w:rsid w:val="00FC70CB"/>
    <w:rsid w:val="00FD0008"/>
    <w:rsid w:val="00FD2C4D"/>
    <w:rsid w:val="00FD3777"/>
    <w:rsid w:val="00FD7D49"/>
    <w:rsid w:val="00FE0C8A"/>
    <w:rsid w:val="00FE1C12"/>
    <w:rsid w:val="00FE4FC5"/>
    <w:rsid w:val="00FE5213"/>
    <w:rsid w:val="00FF08D8"/>
    <w:rsid w:val="00FF09C1"/>
    <w:rsid w:val="00FF1D32"/>
    <w:rsid w:val="00FF2535"/>
    <w:rsid w:val="00FF590E"/>
    <w:rsid w:val="00FF604A"/>
    <w:rsid w:val="00FF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955"/>
    <w:pPr>
      <w:keepNext/>
      <w:jc w:val="center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80361"/>
    <w:rPr>
      <w:rFonts w:ascii="Cambria" w:hAnsi="Cambria" w:cs="Cambria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2F53B9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2F53B9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980361"/>
    <w:rPr>
      <w:rFonts w:ascii="Cambria" w:hAnsi="Cambria" w:cs="Cambria"/>
      <w:b/>
      <w:bCs/>
      <w:kern w:val="28"/>
      <w:sz w:val="32"/>
      <w:szCs w:val="32"/>
    </w:rPr>
  </w:style>
  <w:style w:type="paragraph" w:customStyle="1" w:styleId="1">
    <w:name w:val="заголовок 1"/>
    <w:basedOn w:val="Normal"/>
    <w:next w:val="Normal"/>
    <w:uiPriority w:val="99"/>
    <w:rsid w:val="002F53B9"/>
    <w:pPr>
      <w:keepNext/>
      <w:outlineLvl w:val="0"/>
    </w:pPr>
    <w:rPr>
      <w:sz w:val="28"/>
      <w:szCs w:val="28"/>
    </w:rPr>
  </w:style>
  <w:style w:type="character" w:customStyle="1" w:styleId="apple-converted-space">
    <w:name w:val="apple-converted-space"/>
    <w:basedOn w:val="DefaultParagraphFont"/>
    <w:uiPriority w:val="99"/>
    <w:rsid w:val="00120583"/>
  </w:style>
  <w:style w:type="character" w:customStyle="1" w:styleId="s1">
    <w:name w:val="s1"/>
    <w:basedOn w:val="DefaultParagraphFont"/>
    <w:uiPriority w:val="99"/>
    <w:rsid w:val="00120583"/>
  </w:style>
  <w:style w:type="paragraph" w:customStyle="1" w:styleId="p3">
    <w:name w:val="p3"/>
    <w:basedOn w:val="Normal"/>
    <w:uiPriority w:val="99"/>
    <w:rsid w:val="00120583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38495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D37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D3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191</Words>
  <Characters>1089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..</cp:lastModifiedBy>
  <cp:revision>13</cp:revision>
  <cp:lastPrinted>2018-05-15T05:13:00Z</cp:lastPrinted>
  <dcterms:created xsi:type="dcterms:W3CDTF">2018-08-06T06:23:00Z</dcterms:created>
  <dcterms:modified xsi:type="dcterms:W3CDTF">2018-12-10T06:22:00Z</dcterms:modified>
</cp:coreProperties>
</file>